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F35589" w14:textId="77777777" w:rsidR="003D3EBC" w:rsidRPr="0044382F" w:rsidRDefault="003D3EBC" w:rsidP="003D3EBC"/>
    <w:p w14:paraId="54A443A9" w14:textId="4EABBACA" w:rsidR="00B41C1E" w:rsidRPr="0044382F" w:rsidRDefault="00B41C1E" w:rsidP="003D3EBC"/>
    <w:p w14:paraId="2D29B6D8" w14:textId="77777777" w:rsidR="00B41C1E" w:rsidRPr="0044382F" w:rsidRDefault="00B41C1E" w:rsidP="003D3EBC"/>
    <w:p w14:paraId="09AE0F3F" w14:textId="068AE763" w:rsidR="003D3EBC" w:rsidRPr="0044382F" w:rsidRDefault="008E0D2E" w:rsidP="008E0D2E">
      <w:pPr>
        <w:pStyle w:val="Heading1"/>
      </w:pPr>
      <w:bookmarkStart w:id="0" w:name="_Toc483069087"/>
      <w:r w:rsidRPr="0044382F">
        <w:t>1</w:t>
      </w:r>
      <w:bookmarkEnd w:id="0"/>
    </w:p>
    <w:p w14:paraId="38F55205" w14:textId="77777777" w:rsidR="00B41C1E" w:rsidRPr="0044382F" w:rsidRDefault="00B41C1E" w:rsidP="008E0D2E"/>
    <w:p w14:paraId="373B4118" w14:textId="77777777" w:rsidR="00B41C1E" w:rsidRPr="0044382F" w:rsidRDefault="00B41C1E" w:rsidP="008E0D2E"/>
    <w:p w14:paraId="562357AA" w14:textId="77777777" w:rsidR="00B41C1E" w:rsidRPr="0044382F" w:rsidRDefault="00B41C1E" w:rsidP="008E0D2E"/>
    <w:p w14:paraId="19DB6336" w14:textId="169A21F5" w:rsidR="008E0D2E" w:rsidRPr="0044382F" w:rsidRDefault="008E0D2E" w:rsidP="008E0D2E">
      <w:r w:rsidRPr="0044382F">
        <w:t>‘</w:t>
      </w:r>
      <w:r w:rsidR="00115620" w:rsidRPr="0044382F">
        <w:t>My s</w:t>
      </w:r>
      <w:r w:rsidRPr="0044382F">
        <w:t>on, please tell me a story.’</w:t>
      </w:r>
    </w:p>
    <w:p w14:paraId="6530A52F" w14:textId="3BD9BE09" w:rsidR="008E0D2E" w:rsidRPr="0044382F" w:rsidRDefault="008E0D2E" w:rsidP="008E0D2E">
      <w:r w:rsidRPr="0044382F">
        <w:t>Isaiah smiles. ‘</w:t>
      </w:r>
      <w:r w:rsidR="00E7517D" w:rsidRPr="0044382F">
        <w:t xml:space="preserve">Mother </w:t>
      </w:r>
      <w:r w:rsidRPr="0044382F">
        <w:t xml:space="preserve">sent </w:t>
      </w:r>
      <w:r w:rsidR="00E7517D" w:rsidRPr="0044382F">
        <w:t xml:space="preserve">me </w:t>
      </w:r>
      <w:r w:rsidRPr="0044382F">
        <w:t xml:space="preserve">to call you. </w:t>
      </w:r>
      <w:r w:rsidR="00762DCA" w:rsidRPr="0044382F">
        <w:t>She wishes to begin preparing dinner and m</w:t>
      </w:r>
      <w:r w:rsidR="00870D39" w:rsidRPr="0044382F">
        <w:t>y</w:t>
      </w:r>
      <w:r w:rsidRPr="0044382F">
        <w:t xml:space="preserve"> children </w:t>
      </w:r>
      <w:r w:rsidR="00946FC2" w:rsidRPr="0044382F">
        <w:t>demand</w:t>
      </w:r>
      <w:r w:rsidRPr="0044382F">
        <w:t xml:space="preserve"> to know whe</w:t>
      </w:r>
      <w:r w:rsidR="00762DCA" w:rsidRPr="0044382F">
        <w:t>n their grandfather will arrive</w:t>
      </w:r>
      <w:r w:rsidRPr="0044382F">
        <w:t>.’ His voice carries the same warmth as that of his father, redolent of nutmeg and coffee</w:t>
      </w:r>
      <w:r w:rsidR="002A7D75" w:rsidRPr="0044382F">
        <w:t>, with the deeper timbre of one accustomed to public speaking</w:t>
      </w:r>
      <w:r w:rsidRPr="0044382F">
        <w:t>.</w:t>
      </w:r>
    </w:p>
    <w:p w14:paraId="08E40FF2" w14:textId="7E1E05D3" w:rsidR="008E0D2E" w:rsidRPr="0044382F" w:rsidRDefault="008E0D2E" w:rsidP="008E0D2E">
      <w:r w:rsidRPr="0044382F">
        <w:t xml:space="preserve">Joshua </w:t>
      </w:r>
      <w:r w:rsidR="00710B18" w:rsidRPr="0044382F">
        <w:t xml:space="preserve">is sitting at the far end of the Ekpe House, his feet over the edge of the cliff, watching the </w:t>
      </w:r>
      <w:r w:rsidR="003933CA" w:rsidRPr="0044382F">
        <w:t xml:space="preserve">setting </w:t>
      </w:r>
      <w:r w:rsidR="00710B18" w:rsidRPr="0044382F">
        <w:t xml:space="preserve">sun facetted in red and gold </w:t>
      </w:r>
      <w:r w:rsidR="003933CA" w:rsidRPr="0044382F">
        <w:t xml:space="preserve">reflected </w:t>
      </w:r>
      <w:r w:rsidR="00710B18" w:rsidRPr="0044382F">
        <w:t>on the clear waters of the Akwayafe River murmuring below.</w:t>
      </w:r>
    </w:p>
    <w:p w14:paraId="74D02BA9" w14:textId="246673F4" w:rsidR="00105ACE" w:rsidRPr="0044382F" w:rsidRDefault="00105ACE" w:rsidP="008E0D2E">
      <w:r w:rsidRPr="0044382F">
        <w:t>Even as the city has grown, stretching further towards the cliffs at the edges of the forests, this sacred space has maintained its presence. In the evenings, after his walk around the old city walls, Joshua likes to sit here, watching the waters and thinking on memory; of those who have passed</w:t>
      </w:r>
      <w:r w:rsidR="00FF2EBC" w:rsidRPr="0044382F">
        <w:t>,</w:t>
      </w:r>
      <w:r w:rsidRPr="0044382F">
        <w:t xml:space="preserve"> and those beyond reach.</w:t>
      </w:r>
    </w:p>
    <w:p w14:paraId="4C29976B" w14:textId="5D5C8CB8" w:rsidR="000503B2" w:rsidRPr="0044382F" w:rsidRDefault="00105ACE" w:rsidP="00105ACE">
      <w:r w:rsidRPr="0044382F">
        <w:t>Isaia</w:t>
      </w:r>
      <w:r w:rsidR="009539CA" w:rsidRPr="0044382F">
        <w:t>h always knows to find him here.</w:t>
      </w:r>
    </w:p>
    <w:p w14:paraId="31E3FC16" w14:textId="43CF18F5" w:rsidR="00105ACE" w:rsidRPr="0044382F" w:rsidRDefault="000503B2" w:rsidP="00105ACE">
      <w:r w:rsidRPr="0044382F">
        <w:t xml:space="preserve">He sits alongside </w:t>
      </w:r>
      <w:r w:rsidR="00F837FD" w:rsidRPr="0044382F">
        <w:t>him</w:t>
      </w:r>
      <w:r w:rsidRPr="0044382F">
        <w:t>,</w:t>
      </w:r>
      <w:r w:rsidR="00115620" w:rsidRPr="0044382F">
        <w:t xml:space="preserve"> their legs touching, enjoying the gentle presence, each of the other. </w:t>
      </w:r>
      <w:r w:rsidR="009539CA" w:rsidRPr="0044382F">
        <w:t>Taking</w:t>
      </w:r>
      <w:r w:rsidRPr="0044382F">
        <w:t xml:space="preserve"> his</w:t>
      </w:r>
      <w:r w:rsidR="00115620" w:rsidRPr="0044382F">
        <w:t xml:space="preserve"> father’s</w:t>
      </w:r>
      <w:r w:rsidRPr="0044382F">
        <w:t xml:space="preserve"> hands</w:t>
      </w:r>
      <w:r w:rsidR="001B480E" w:rsidRPr="0044382F">
        <w:t>,</w:t>
      </w:r>
      <w:r w:rsidRPr="0044382F">
        <w:t xml:space="preserve"> </w:t>
      </w:r>
      <w:r w:rsidR="009539CA" w:rsidRPr="0044382F">
        <w:t xml:space="preserve">he </w:t>
      </w:r>
      <w:r w:rsidRPr="0044382F">
        <w:t>marvel</w:t>
      </w:r>
      <w:r w:rsidR="009539CA" w:rsidRPr="0044382F">
        <w:t xml:space="preserve">s </w:t>
      </w:r>
      <w:r w:rsidRPr="0044382F">
        <w:t xml:space="preserve">once more at the stories written </w:t>
      </w:r>
      <w:r w:rsidRPr="0044382F">
        <w:lastRenderedPageBreak/>
        <w:t>there in its subtle tracery of scars.</w:t>
      </w:r>
      <w:r w:rsidR="000156A8" w:rsidRPr="0044382F">
        <w:t xml:space="preserve"> </w:t>
      </w:r>
      <w:r w:rsidR="00537C06" w:rsidRPr="0044382F">
        <w:t>Joshua’s</w:t>
      </w:r>
      <w:r w:rsidR="000156A8" w:rsidRPr="0044382F">
        <w:t xml:space="preserve"> skin is wrinkled and the flesh and bone within </w:t>
      </w:r>
      <w:r w:rsidR="00D14F8C" w:rsidRPr="0044382F">
        <w:t>somehow lesser than he remembers</w:t>
      </w:r>
      <w:r w:rsidR="000156A8" w:rsidRPr="0044382F">
        <w:t>, but still Isaiah can feel their strength and compassion.</w:t>
      </w:r>
    </w:p>
    <w:p w14:paraId="70F95476" w14:textId="08F88F9A" w:rsidR="000503B2" w:rsidRPr="0044382F" w:rsidRDefault="000503B2" w:rsidP="00105ACE">
      <w:r w:rsidRPr="0044382F">
        <w:t>‘I grow old,’ says Joshua, and chuckles.</w:t>
      </w:r>
    </w:p>
    <w:p w14:paraId="42A9BA1F" w14:textId="3945CD89" w:rsidR="00115620" w:rsidRPr="0044382F" w:rsidRDefault="00115620" w:rsidP="00105ACE">
      <w:r w:rsidRPr="0044382F">
        <w:t>‘Not so much,’ smiles Isaiah.</w:t>
      </w:r>
      <w:r w:rsidR="006261C2" w:rsidRPr="0044382F">
        <w:t xml:space="preserve"> ‘All that has changed is that now it is you who ask</w:t>
      </w:r>
      <w:r w:rsidR="003933E6" w:rsidRPr="0044382F">
        <w:t>s</w:t>
      </w:r>
      <w:r w:rsidR="006261C2" w:rsidRPr="0044382F">
        <w:t xml:space="preserve"> stories of me.’</w:t>
      </w:r>
    </w:p>
    <w:p w14:paraId="349BCC21" w14:textId="717556EA" w:rsidR="006261C2" w:rsidRPr="0044382F" w:rsidRDefault="00BB491C" w:rsidP="00105ACE">
      <w:r w:rsidRPr="0044382F">
        <w:t xml:space="preserve">A </w:t>
      </w:r>
      <w:r w:rsidR="00316633" w:rsidRPr="0044382F">
        <w:t>song</w:t>
      </w:r>
      <w:r w:rsidRPr="0044382F">
        <w:t xml:space="preserve"> like a caress</w:t>
      </w:r>
      <w:r w:rsidR="006261C2" w:rsidRPr="0044382F">
        <w:t xml:space="preserve"> rises </w:t>
      </w:r>
      <w:r w:rsidRPr="0044382F">
        <w:t>in melody from</w:t>
      </w:r>
      <w:r w:rsidR="006261C2" w:rsidRPr="0044382F">
        <w:t xml:space="preserve"> the marke</w:t>
      </w:r>
      <w:r w:rsidRPr="0044382F">
        <w:t>t where people have gathered to</w:t>
      </w:r>
      <w:r w:rsidR="006261C2" w:rsidRPr="0044382F">
        <w:t xml:space="preserve"> enjoy the </w:t>
      </w:r>
      <w:r w:rsidRPr="0044382F">
        <w:t>deepening</w:t>
      </w:r>
      <w:r w:rsidR="006261C2" w:rsidRPr="0044382F">
        <w:t xml:space="preserve"> evening.</w:t>
      </w:r>
      <w:r w:rsidRPr="0044382F">
        <w:t xml:space="preserve"> Behind, the rumble and clatter of conversation, trade, and meals being shared. Before, the call of birds and hoot of monk</w:t>
      </w:r>
      <w:r w:rsidR="006C04EB" w:rsidRPr="0044382F">
        <w:t>eys crashing through the forest</w:t>
      </w:r>
      <w:r w:rsidRPr="0044382F">
        <w:t xml:space="preserve"> over the river and into the shadows beyond.</w:t>
      </w:r>
    </w:p>
    <w:p w14:paraId="5365C598" w14:textId="1978B4E2" w:rsidR="00FA5BA5" w:rsidRPr="0044382F" w:rsidRDefault="00FA5BA5" w:rsidP="00105ACE">
      <w:r w:rsidRPr="0044382F">
        <w:t xml:space="preserve">‘What </w:t>
      </w:r>
      <w:r w:rsidR="00736505" w:rsidRPr="0044382F">
        <w:t>story would you hear, my father?</w:t>
      </w:r>
      <w:r w:rsidRPr="0044382F">
        <w:t>’ asks Isaiah.</w:t>
      </w:r>
    </w:p>
    <w:p w14:paraId="2613679D" w14:textId="02B1E230" w:rsidR="00960113" w:rsidRPr="0044382F" w:rsidRDefault="00960113" w:rsidP="00105ACE">
      <w:r w:rsidRPr="0044382F">
        <w:t>‘My grandchildren tell me you have been working on a new one. Of Usan Abasi? You experiment with the old tales?’</w:t>
      </w:r>
    </w:p>
    <w:p w14:paraId="7D3EFC4A" w14:textId="4D698B0B" w:rsidR="00960113" w:rsidRPr="0044382F" w:rsidRDefault="00960113" w:rsidP="00105ACE">
      <w:r w:rsidRPr="0044382F">
        <w:t>Isaiah laughs. ‘There are no surprises in our family. I was saving that for your seventieth birthday.</w:t>
      </w:r>
      <w:r w:rsidR="00F44334" w:rsidRPr="0044382F">
        <w:t xml:space="preserve"> How did you get them to tell you?</w:t>
      </w:r>
      <w:r w:rsidRPr="0044382F">
        <w:t>’</w:t>
      </w:r>
    </w:p>
    <w:p w14:paraId="422E52B6" w14:textId="29D2E452" w:rsidR="00960113" w:rsidRPr="0044382F" w:rsidRDefault="00960113" w:rsidP="00105ACE">
      <w:r w:rsidRPr="0044382F">
        <w:t>Joshua grins. ‘</w:t>
      </w:r>
      <w:r w:rsidR="00F44334" w:rsidRPr="0044382F">
        <w:t xml:space="preserve">I bribed them with a plate of </w:t>
      </w:r>
      <w:r w:rsidR="0067307A" w:rsidRPr="0044382F">
        <w:t xml:space="preserve">their aunt </w:t>
      </w:r>
      <w:r w:rsidR="00F44334" w:rsidRPr="0044382F">
        <w:t>Asha’s samosas. And a good son</w:t>
      </w:r>
      <w:r w:rsidRPr="0044382F">
        <w:t xml:space="preserve"> would </w:t>
      </w:r>
      <w:r w:rsidR="00F44334" w:rsidRPr="0044382F">
        <w:t>honour his father by ensuring he receives his</w:t>
      </w:r>
      <w:r w:rsidRPr="0044382F">
        <w:t xml:space="preserve"> present before everyone else.’</w:t>
      </w:r>
    </w:p>
    <w:p w14:paraId="1A8DE07A" w14:textId="71F069C8" w:rsidR="00E07914" w:rsidRPr="0044382F" w:rsidRDefault="00E07914" w:rsidP="00105ACE">
      <w:r w:rsidRPr="0044382F">
        <w:t>Isaiah shakes his head, smiling. ‘It is cruel that the storyteller did not get a taste of those samosas.’</w:t>
      </w:r>
    </w:p>
    <w:p w14:paraId="2F17055C" w14:textId="7C702799" w:rsidR="00E07914" w:rsidRPr="0044382F" w:rsidRDefault="00E07914" w:rsidP="00105ACE">
      <w:r w:rsidRPr="0044382F">
        <w:t>He mock-sighs, nodding. ‘Very well, and I shall find another way to surprise you.’</w:t>
      </w:r>
    </w:p>
    <w:p w14:paraId="75AC0C1E" w14:textId="1B226315" w:rsidR="00FC4DD5" w:rsidRPr="0044382F" w:rsidRDefault="00FC4DD5" w:rsidP="00105ACE"/>
    <w:p w14:paraId="1FE4EF58" w14:textId="77777777" w:rsidR="00FC4DD5" w:rsidRPr="0044382F" w:rsidRDefault="00FC4DD5">
      <w:pPr>
        <w:spacing w:after="200" w:line="276" w:lineRule="auto"/>
        <w:ind w:firstLine="0"/>
      </w:pPr>
      <w:r w:rsidRPr="0044382F">
        <w:br w:type="page"/>
      </w:r>
    </w:p>
    <w:p w14:paraId="056B92F6" w14:textId="77777777" w:rsidR="00FC4DD5" w:rsidRPr="0044382F" w:rsidRDefault="00FC4DD5" w:rsidP="00105ACE">
      <w:pPr>
        <w:rPr>
          <w:rFonts w:ascii="PT Sans" w:hAnsi="PT Sans" w:cstheme="minorHAnsi"/>
        </w:rPr>
      </w:pPr>
    </w:p>
    <w:p w14:paraId="1E4B1FBF" w14:textId="77777777" w:rsidR="00FC4DD5" w:rsidRPr="0044382F" w:rsidRDefault="00FC4DD5" w:rsidP="00105ACE">
      <w:pPr>
        <w:rPr>
          <w:rFonts w:ascii="PT Sans" w:hAnsi="PT Sans" w:cstheme="minorHAnsi"/>
        </w:rPr>
      </w:pPr>
    </w:p>
    <w:p w14:paraId="3624E7CF" w14:textId="77777777" w:rsidR="00FC4DD5" w:rsidRPr="0044382F" w:rsidRDefault="00FC4DD5" w:rsidP="00105ACE">
      <w:pPr>
        <w:rPr>
          <w:rFonts w:ascii="PT Sans" w:hAnsi="PT Sans" w:cstheme="minorHAnsi"/>
        </w:rPr>
      </w:pPr>
    </w:p>
    <w:p w14:paraId="113FDE0B" w14:textId="09A7168D" w:rsidR="00FC4DD5" w:rsidRPr="0044382F" w:rsidRDefault="00750DBD" w:rsidP="00FC4DD5">
      <w:pPr>
        <w:pStyle w:val="Heading1"/>
        <w:rPr>
          <w:rFonts w:ascii="PT Sans" w:hAnsi="PT Sans" w:cstheme="minorHAnsi"/>
        </w:rPr>
      </w:pPr>
      <w:bookmarkStart w:id="1" w:name="_Toc483069088"/>
      <w:r w:rsidRPr="0044382F">
        <w:rPr>
          <w:rFonts w:ascii="PT Sans" w:hAnsi="PT Sans" w:cstheme="minorHAnsi"/>
        </w:rPr>
        <w:t>Isaiah’s tale</w:t>
      </w:r>
      <w:r w:rsidRPr="0044382F">
        <w:rPr>
          <w:rFonts w:ascii="PT Sans" w:hAnsi="PT Sans" w:cstheme="minorHAnsi"/>
        </w:rPr>
        <w:br/>
      </w:r>
      <w:r w:rsidR="00FC4DD5" w:rsidRPr="0044382F">
        <w:rPr>
          <w:rFonts w:ascii="PT Sans" w:hAnsi="PT Sans" w:cstheme="minorHAnsi"/>
        </w:rPr>
        <w:t>Usan Abasi’s Lament</w:t>
      </w:r>
      <w:bookmarkEnd w:id="1"/>
    </w:p>
    <w:p w14:paraId="3562E619" w14:textId="044ADE0A" w:rsidR="00FC4DD5" w:rsidRPr="0044382F" w:rsidRDefault="00FC4DD5" w:rsidP="00105ACE">
      <w:pPr>
        <w:rPr>
          <w:rFonts w:ascii="PT Sans" w:hAnsi="PT Sans" w:cstheme="minorHAnsi"/>
        </w:rPr>
      </w:pPr>
    </w:p>
    <w:p w14:paraId="4734D67C" w14:textId="47CE14B4" w:rsidR="00FC4DD5" w:rsidRPr="0044382F" w:rsidRDefault="00FC4DD5" w:rsidP="00105ACE">
      <w:pPr>
        <w:rPr>
          <w:rFonts w:ascii="PT Sans" w:hAnsi="PT Sans" w:cstheme="minorHAnsi"/>
        </w:rPr>
      </w:pPr>
    </w:p>
    <w:p w14:paraId="47FD16EE" w14:textId="74B45BE3" w:rsidR="00FC4DD5" w:rsidRPr="0044382F" w:rsidRDefault="00FC4DD5" w:rsidP="00105ACE">
      <w:pPr>
        <w:rPr>
          <w:rFonts w:ascii="PT Sans" w:hAnsi="PT Sans" w:cstheme="minorHAnsi"/>
        </w:rPr>
      </w:pPr>
    </w:p>
    <w:p w14:paraId="58606421" w14:textId="4DB578ED" w:rsidR="00F56EC7" w:rsidRPr="0044382F" w:rsidRDefault="00F65492" w:rsidP="00F65492">
      <w:pPr>
        <w:rPr>
          <w:rFonts w:ascii="PT Sans" w:hAnsi="PT Sans" w:cstheme="minorHAnsi"/>
        </w:rPr>
      </w:pPr>
      <w:r w:rsidRPr="0044382F">
        <w:rPr>
          <w:rFonts w:ascii="PT Sans" w:hAnsi="PT Sans" w:cstheme="minorHAnsi"/>
        </w:rPr>
        <w:t xml:space="preserve">In the memory of the sacred grove </w:t>
      </w:r>
      <w:r w:rsidR="00F56EC7" w:rsidRPr="0044382F">
        <w:rPr>
          <w:rFonts w:ascii="PT Sans" w:hAnsi="PT Sans" w:cstheme="minorHAnsi"/>
        </w:rPr>
        <w:t>the ceremonial procession was always led by a teenage girl in her first flush of womanhood. In her right hand, she carried Ika, the split sword of divination.</w:t>
      </w:r>
    </w:p>
    <w:p w14:paraId="2ACF31BC" w14:textId="7BCD161E" w:rsidR="00F56EC7" w:rsidRPr="0044382F" w:rsidRDefault="00F56EC7" w:rsidP="00F65492">
      <w:pPr>
        <w:rPr>
          <w:rFonts w:ascii="PT Sans" w:hAnsi="PT Sans" w:cstheme="minorHAnsi"/>
        </w:rPr>
      </w:pPr>
      <w:r w:rsidRPr="0044382F">
        <w:rPr>
          <w:rFonts w:ascii="PT Sans" w:hAnsi="PT Sans" w:cstheme="minorHAnsi"/>
        </w:rPr>
        <w:t>At the rear of the procession was the high priest. In his left</w:t>
      </w:r>
      <w:r w:rsidR="00A05F83" w:rsidRPr="0044382F">
        <w:rPr>
          <w:rFonts w:ascii="PT Sans" w:hAnsi="PT Sans" w:cstheme="minorHAnsi"/>
        </w:rPr>
        <w:t xml:space="preserve"> hand</w:t>
      </w:r>
      <w:r w:rsidRPr="0044382F">
        <w:rPr>
          <w:rFonts w:ascii="PT Sans" w:hAnsi="PT Sans" w:cstheme="minorHAnsi"/>
        </w:rPr>
        <w:t>, he held the egg-stone, unbreakable except during the ceremony to follow.</w:t>
      </w:r>
      <w:r w:rsidR="002F0470" w:rsidRPr="0044382F">
        <w:rPr>
          <w:rFonts w:ascii="PT Sans" w:hAnsi="PT Sans" w:cstheme="minorHAnsi"/>
        </w:rPr>
        <w:t xml:space="preserve"> He was flanked on either side by the chalk-bearers</w:t>
      </w:r>
      <w:r w:rsidR="002E33DD" w:rsidRPr="0044382F">
        <w:rPr>
          <w:rFonts w:ascii="PT Sans" w:hAnsi="PT Sans" w:cstheme="minorHAnsi"/>
        </w:rPr>
        <w:t>;</w:t>
      </w:r>
      <w:r w:rsidR="002F0470" w:rsidRPr="0044382F">
        <w:rPr>
          <w:rFonts w:ascii="PT Sans" w:hAnsi="PT Sans" w:cstheme="minorHAnsi"/>
        </w:rPr>
        <w:t xml:space="preserve"> four priests carrying the </w:t>
      </w:r>
      <w:r w:rsidR="0002083E" w:rsidRPr="0044382F">
        <w:rPr>
          <w:rFonts w:ascii="PT Sans" w:hAnsi="PT Sans" w:cstheme="minorHAnsi"/>
        </w:rPr>
        <w:t xml:space="preserve">white, </w:t>
      </w:r>
      <w:r w:rsidR="002F0470" w:rsidRPr="0044382F">
        <w:rPr>
          <w:rFonts w:ascii="PT Sans" w:hAnsi="PT Sans" w:cstheme="minorHAnsi"/>
        </w:rPr>
        <w:t xml:space="preserve">blue, </w:t>
      </w:r>
      <w:proofErr w:type="gramStart"/>
      <w:r w:rsidR="002F0470" w:rsidRPr="0044382F">
        <w:rPr>
          <w:rFonts w:ascii="PT Sans" w:hAnsi="PT Sans" w:cstheme="minorHAnsi"/>
        </w:rPr>
        <w:t>purple</w:t>
      </w:r>
      <w:proofErr w:type="gramEnd"/>
      <w:r w:rsidR="002F0470" w:rsidRPr="0044382F">
        <w:rPr>
          <w:rFonts w:ascii="PT Sans" w:hAnsi="PT Sans" w:cstheme="minorHAnsi"/>
        </w:rPr>
        <w:t xml:space="preserve"> and </w:t>
      </w:r>
      <w:r w:rsidR="0002083E" w:rsidRPr="0044382F">
        <w:rPr>
          <w:rFonts w:ascii="PT Sans" w:hAnsi="PT Sans" w:cstheme="minorHAnsi"/>
        </w:rPr>
        <w:t>red</w:t>
      </w:r>
      <w:r w:rsidR="002F0470" w:rsidRPr="0044382F">
        <w:rPr>
          <w:rFonts w:ascii="PT Sans" w:hAnsi="PT Sans" w:cstheme="minorHAnsi"/>
        </w:rPr>
        <w:t xml:space="preserve"> chalks.</w:t>
      </w:r>
    </w:p>
    <w:p w14:paraId="72BA80C7" w14:textId="45E4E82E" w:rsidR="00F56EC7" w:rsidRPr="0044382F" w:rsidRDefault="00F56EC7" w:rsidP="00F65492">
      <w:pPr>
        <w:rPr>
          <w:rFonts w:ascii="PT Sans" w:hAnsi="PT Sans" w:cstheme="minorHAnsi"/>
        </w:rPr>
      </w:pPr>
      <w:r w:rsidRPr="0044382F">
        <w:rPr>
          <w:rFonts w:ascii="PT Sans" w:hAnsi="PT Sans" w:cstheme="minorHAnsi"/>
        </w:rPr>
        <w:t>And, in between, youths of all ages would sing, carrying raffia fronds</w:t>
      </w:r>
      <w:r w:rsidR="001B480E" w:rsidRPr="0044382F">
        <w:rPr>
          <w:rFonts w:ascii="PT Sans" w:hAnsi="PT Sans" w:cstheme="minorHAnsi"/>
        </w:rPr>
        <w:t xml:space="preserve">, </w:t>
      </w:r>
      <w:proofErr w:type="gramStart"/>
      <w:r w:rsidR="001B480E" w:rsidRPr="0044382F">
        <w:rPr>
          <w:rFonts w:ascii="PT Sans" w:hAnsi="PT Sans" w:cstheme="minorHAnsi"/>
        </w:rPr>
        <w:t>swords</w:t>
      </w:r>
      <w:proofErr w:type="gramEnd"/>
      <w:r w:rsidR="00C51679" w:rsidRPr="0044382F">
        <w:rPr>
          <w:rFonts w:ascii="PT Sans" w:hAnsi="PT Sans" w:cstheme="minorHAnsi"/>
        </w:rPr>
        <w:t xml:space="preserve"> and cow horns,</w:t>
      </w:r>
      <w:r w:rsidRPr="0044382F">
        <w:rPr>
          <w:rFonts w:ascii="PT Sans" w:hAnsi="PT Sans" w:cstheme="minorHAnsi"/>
        </w:rPr>
        <w:t xml:space="preserve"> and beating the drums of Ekpe.</w:t>
      </w:r>
    </w:p>
    <w:p w14:paraId="3A457CDF" w14:textId="16AACB37" w:rsidR="001E2460" w:rsidRPr="0044382F" w:rsidRDefault="00F56EC7" w:rsidP="00F65492">
      <w:pPr>
        <w:rPr>
          <w:rFonts w:ascii="PT Sans" w:hAnsi="PT Sans" w:cstheme="minorHAnsi"/>
        </w:rPr>
      </w:pPr>
      <w:r w:rsidRPr="0044382F">
        <w:rPr>
          <w:rFonts w:ascii="PT Sans" w:hAnsi="PT Sans" w:cstheme="minorHAnsi"/>
        </w:rPr>
        <w:t>They would begin the</w:t>
      </w:r>
      <w:r w:rsidR="00C51679" w:rsidRPr="0044382F">
        <w:rPr>
          <w:rFonts w:ascii="PT Sans" w:hAnsi="PT Sans" w:cstheme="minorHAnsi"/>
        </w:rPr>
        <w:t>ir</w:t>
      </w:r>
      <w:r w:rsidRPr="0044382F">
        <w:rPr>
          <w:rFonts w:ascii="PT Sans" w:hAnsi="PT Sans" w:cstheme="minorHAnsi"/>
        </w:rPr>
        <w:t xml:space="preserve"> journey in the old city of Calabar, pas</w:t>
      </w:r>
      <w:r w:rsidR="00C51679" w:rsidRPr="0044382F">
        <w:rPr>
          <w:rFonts w:ascii="PT Sans" w:hAnsi="PT Sans" w:cstheme="minorHAnsi"/>
        </w:rPr>
        <w:t>sing</w:t>
      </w:r>
      <w:r w:rsidRPr="0044382F">
        <w:rPr>
          <w:rFonts w:ascii="PT Sans" w:hAnsi="PT Sans" w:cstheme="minorHAnsi"/>
        </w:rPr>
        <w:t xml:space="preserve"> Creek Town and </w:t>
      </w:r>
      <w:r w:rsidR="007071EE" w:rsidRPr="0044382F">
        <w:rPr>
          <w:rFonts w:ascii="PT Sans" w:hAnsi="PT Sans" w:cstheme="minorHAnsi"/>
        </w:rPr>
        <w:t>along the</w:t>
      </w:r>
      <w:r w:rsidRPr="0044382F">
        <w:rPr>
          <w:rFonts w:ascii="PT Sans" w:hAnsi="PT Sans" w:cstheme="minorHAnsi"/>
        </w:rPr>
        <w:t xml:space="preserve"> secret path known only to the priests of Ekpe.</w:t>
      </w:r>
      <w:r w:rsidR="00EF6F38" w:rsidRPr="0044382F">
        <w:rPr>
          <w:rFonts w:ascii="PT Sans" w:hAnsi="PT Sans" w:cstheme="minorHAnsi"/>
        </w:rPr>
        <w:t xml:space="preserve"> At </w:t>
      </w:r>
      <w:r w:rsidR="001B480E" w:rsidRPr="0044382F">
        <w:rPr>
          <w:rFonts w:ascii="PT Sans" w:hAnsi="PT Sans" w:cstheme="minorHAnsi"/>
        </w:rPr>
        <w:t>night,</w:t>
      </w:r>
      <w:r w:rsidR="00EF6F38" w:rsidRPr="0044382F">
        <w:rPr>
          <w:rFonts w:ascii="PT Sans" w:hAnsi="PT Sans" w:cstheme="minorHAnsi"/>
        </w:rPr>
        <w:t xml:space="preserve"> they would </w:t>
      </w:r>
      <w:proofErr w:type="gramStart"/>
      <w:r w:rsidR="00EF6F38" w:rsidRPr="0044382F">
        <w:rPr>
          <w:rFonts w:ascii="PT Sans" w:hAnsi="PT Sans" w:cstheme="minorHAnsi"/>
        </w:rPr>
        <w:t>rest</w:t>
      </w:r>
      <w:proofErr w:type="gramEnd"/>
      <w:r w:rsidR="00EF6F38" w:rsidRPr="0044382F">
        <w:rPr>
          <w:rFonts w:ascii="PT Sans" w:hAnsi="PT Sans" w:cstheme="minorHAnsi"/>
        </w:rPr>
        <w:t xml:space="preserve"> and the high priest would teach of the ceremony, of the reason for it, of </w:t>
      </w:r>
      <w:r w:rsidR="00646F52" w:rsidRPr="0044382F">
        <w:rPr>
          <w:rFonts w:ascii="PT Sans" w:hAnsi="PT Sans" w:cstheme="minorHAnsi"/>
        </w:rPr>
        <w:t>its</w:t>
      </w:r>
      <w:r w:rsidR="00EF6F38" w:rsidRPr="0044382F">
        <w:rPr>
          <w:rFonts w:ascii="PT Sans" w:hAnsi="PT Sans" w:cstheme="minorHAnsi"/>
        </w:rPr>
        <w:t xml:space="preserve"> dangers if it were not to be carried out perfectly, </w:t>
      </w:r>
      <w:r w:rsidR="00646F52" w:rsidRPr="0044382F">
        <w:rPr>
          <w:rFonts w:ascii="PT Sans" w:hAnsi="PT Sans" w:cstheme="minorHAnsi"/>
        </w:rPr>
        <w:t xml:space="preserve">and of the tasks which </w:t>
      </w:r>
      <w:r w:rsidR="001B480E" w:rsidRPr="0044382F">
        <w:rPr>
          <w:rFonts w:ascii="PT Sans" w:hAnsi="PT Sans" w:cstheme="minorHAnsi"/>
        </w:rPr>
        <w:t>each</w:t>
      </w:r>
      <w:r w:rsidR="00646F52" w:rsidRPr="0044382F">
        <w:rPr>
          <w:rFonts w:ascii="PT Sans" w:hAnsi="PT Sans" w:cstheme="minorHAnsi"/>
        </w:rPr>
        <w:t xml:space="preserve"> must perform to ensure its completion.</w:t>
      </w:r>
    </w:p>
    <w:p w14:paraId="56E46D9B" w14:textId="5489F041" w:rsidR="00C51679" w:rsidRPr="0044382F" w:rsidRDefault="00C51679" w:rsidP="00F65492">
      <w:pPr>
        <w:rPr>
          <w:rFonts w:ascii="PT Sans" w:hAnsi="PT Sans" w:cstheme="minorHAnsi"/>
        </w:rPr>
      </w:pPr>
      <w:r w:rsidRPr="0044382F">
        <w:rPr>
          <w:rFonts w:ascii="PT Sans" w:hAnsi="PT Sans" w:cstheme="minorHAnsi"/>
        </w:rPr>
        <w:t>On the final day of their journey, they would wash in Enwang, the sacred spring gushing from between rocks at the entrance to the grove. The</w:t>
      </w:r>
      <w:r w:rsidR="002F0470" w:rsidRPr="0044382F">
        <w:rPr>
          <w:rFonts w:ascii="PT Sans" w:hAnsi="PT Sans" w:cstheme="minorHAnsi"/>
        </w:rPr>
        <w:t>re the</w:t>
      </w:r>
      <w:r w:rsidRPr="0044382F">
        <w:rPr>
          <w:rFonts w:ascii="PT Sans" w:hAnsi="PT Sans" w:cstheme="minorHAnsi"/>
        </w:rPr>
        <w:t xml:space="preserve"> priests would shave their heads and dress in white overalls</w:t>
      </w:r>
      <w:r w:rsidR="0012253C" w:rsidRPr="0044382F">
        <w:rPr>
          <w:rFonts w:ascii="PT Sans" w:hAnsi="PT Sans" w:cstheme="minorHAnsi"/>
        </w:rPr>
        <w:t>, their wrists and ankles wrapped in white bracelets</w:t>
      </w:r>
      <w:r w:rsidRPr="0044382F">
        <w:rPr>
          <w:rFonts w:ascii="PT Sans" w:hAnsi="PT Sans" w:cstheme="minorHAnsi"/>
        </w:rPr>
        <w:t xml:space="preserve">. The young men and women would inscribe their bodies with </w:t>
      </w:r>
      <w:r w:rsidRPr="0044382F">
        <w:rPr>
          <w:rFonts w:ascii="PT Sans" w:hAnsi="PT Sans" w:cstheme="minorHAnsi"/>
          <w:i/>
        </w:rPr>
        <w:t>nsibidi</w:t>
      </w:r>
      <w:r w:rsidRPr="0044382F">
        <w:rPr>
          <w:rFonts w:ascii="PT Sans" w:hAnsi="PT Sans" w:cstheme="minorHAnsi"/>
        </w:rPr>
        <w:t xml:space="preserve"> writings in white chalk, and dress in white </w:t>
      </w:r>
      <w:proofErr w:type="gramStart"/>
      <w:r w:rsidRPr="0044382F">
        <w:rPr>
          <w:rFonts w:ascii="PT Sans" w:hAnsi="PT Sans" w:cstheme="minorHAnsi"/>
        </w:rPr>
        <w:t>loin-cloths</w:t>
      </w:r>
      <w:proofErr w:type="gramEnd"/>
      <w:r w:rsidRPr="0044382F">
        <w:rPr>
          <w:rFonts w:ascii="PT Sans" w:hAnsi="PT Sans" w:cstheme="minorHAnsi"/>
        </w:rPr>
        <w:t>.</w:t>
      </w:r>
    </w:p>
    <w:p w14:paraId="182177FB" w14:textId="0E16217C" w:rsidR="00C51679" w:rsidRPr="0044382F" w:rsidRDefault="00C51679" w:rsidP="00F65492">
      <w:pPr>
        <w:rPr>
          <w:rFonts w:ascii="PT Sans" w:hAnsi="PT Sans" w:cstheme="minorHAnsi"/>
        </w:rPr>
      </w:pPr>
      <w:r w:rsidRPr="0044382F">
        <w:rPr>
          <w:rFonts w:ascii="PT Sans" w:hAnsi="PT Sans" w:cstheme="minorHAnsi"/>
        </w:rPr>
        <w:t xml:space="preserve">Prepared, they would begin the ceremony, singing as they walked </w:t>
      </w:r>
      <w:r w:rsidR="0012253C" w:rsidRPr="0044382F">
        <w:rPr>
          <w:rFonts w:ascii="PT Sans" w:hAnsi="PT Sans" w:cstheme="minorHAnsi"/>
        </w:rPr>
        <w:t xml:space="preserve">barefoot </w:t>
      </w:r>
      <w:r w:rsidRPr="0044382F">
        <w:rPr>
          <w:rFonts w:ascii="PT Sans" w:hAnsi="PT Sans" w:cstheme="minorHAnsi"/>
        </w:rPr>
        <w:t>though the grove.</w:t>
      </w:r>
    </w:p>
    <w:p w14:paraId="0AF4B71E" w14:textId="5C322AF3" w:rsidR="00C51679" w:rsidRPr="0044382F" w:rsidRDefault="00C51679" w:rsidP="00273DD1">
      <w:pPr>
        <w:ind w:left="567" w:firstLine="284"/>
        <w:rPr>
          <w:rFonts w:ascii="PT Sans" w:hAnsi="PT Sans" w:cstheme="minorHAnsi"/>
          <w:i/>
        </w:rPr>
      </w:pPr>
      <w:r w:rsidRPr="0044382F">
        <w:rPr>
          <w:rFonts w:ascii="PT Sans" w:hAnsi="PT Sans" w:cstheme="minorHAnsi"/>
          <w:i/>
        </w:rPr>
        <w:t xml:space="preserve">Ndem Efik, se </w:t>
      </w:r>
      <w:proofErr w:type="spellStart"/>
      <w:r w:rsidRPr="0044382F">
        <w:rPr>
          <w:rFonts w:ascii="PT Sans" w:hAnsi="PT Sans" w:cstheme="minorHAnsi"/>
          <w:i/>
        </w:rPr>
        <w:t>nnyin</w:t>
      </w:r>
      <w:proofErr w:type="spellEnd"/>
      <w:r w:rsidRPr="0044382F">
        <w:rPr>
          <w:rFonts w:ascii="PT Sans" w:hAnsi="PT Sans" w:cstheme="minorHAnsi"/>
          <w:i/>
        </w:rPr>
        <w:t xml:space="preserve"> </w:t>
      </w:r>
      <w:proofErr w:type="spellStart"/>
      <w:r w:rsidRPr="0044382F">
        <w:rPr>
          <w:rFonts w:ascii="PT Sans" w:hAnsi="PT Sans" w:cstheme="minorHAnsi"/>
          <w:i/>
        </w:rPr>
        <w:t>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proofErr w:type="spellEnd"/>
      <w:r w:rsidRPr="0044382F">
        <w:rPr>
          <w:rFonts w:ascii="PT Sans" w:hAnsi="PT Sans" w:cstheme="minorHAnsi"/>
          <w:i/>
        </w:rPr>
        <w:t xml:space="preserve"> </w:t>
      </w:r>
      <w:proofErr w:type="spellStart"/>
      <w:r w:rsidRPr="0044382F">
        <w:rPr>
          <w:rFonts w:ascii="PT Sans" w:hAnsi="PT Sans" w:cstheme="minorHAnsi"/>
          <w:i/>
        </w:rPr>
        <w:t>ida</w:t>
      </w:r>
      <w:proofErr w:type="spellEnd"/>
      <w:r w:rsidRPr="0044382F">
        <w:rPr>
          <w:rFonts w:ascii="PT Sans" w:hAnsi="PT Sans" w:cstheme="minorHAnsi"/>
          <w:i/>
        </w:rPr>
        <w:t xml:space="preserve">, Abasi </w:t>
      </w:r>
      <w:proofErr w:type="spellStart"/>
      <w:r w:rsidRPr="0044382F">
        <w:rPr>
          <w:rFonts w:ascii="PT Sans" w:hAnsi="PT Sans" w:cstheme="minorHAnsi"/>
          <w:i/>
        </w:rPr>
        <w:t>Abasi</w:t>
      </w:r>
      <w:proofErr w:type="spellEnd"/>
    </w:p>
    <w:p w14:paraId="6921BCBB"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Anansa Ikañ,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4E525309"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Afia añwan, se nnyin imowuho, ida Abasi Abasi</w:t>
      </w:r>
    </w:p>
    <w:p w14:paraId="474858D6"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 xml:space="preserve">Ata </w:t>
      </w: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 xml:space="preserve"> Uruan,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3D84D80B"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Uk</w:t>
      </w:r>
      <w:r w:rsidRPr="0044382F">
        <w:rPr>
          <w:rFonts w:ascii="Calibri" w:hAnsi="Calibri" w:cs="Calibri"/>
          <w:i/>
        </w:rPr>
        <w:t>ọ</w:t>
      </w:r>
      <w:r w:rsidRPr="0044382F">
        <w:rPr>
          <w:rFonts w:ascii="PT Sans" w:hAnsi="PT Sans" w:cstheme="minorHAnsi"/>
          <w:i/>
        </w:rPr>
        <w:t>ñ Esuk,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2C60F0B8"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Anantigha Eñwañ,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1DFF8AB4" w14:textId="77777777" w:rsidR="00C51679" w:rsidRPr="0044382F" w:rsidRDefault="00C51679" w:rsidP="00273DD1">
      <w:pPr>
        <w:ind w:left="567" w:firstLine="284"/>
        <w:rPr>
          <w:rFonts w:ascii="PT Sans" w:hAnsi="PT Sans" w:cstheme="minorHAnsi"/>
          <w:i/>
        </w:rPr>
      </w:pPr>
      <w:r w:rsidRPr="0044382F">
        <w:rPr>
          <w:rFonts w:ascii="PT Sans" w:hAnsi="PT Sans" w:cstheme="minorHAnsi"/>
          <w:i/>
        </w:rPr>
        <w:t>Añwakañ, se nnyin im</w:t>
      </w:r>
      <w:r w:rsidRPr="0044382F">
        <w:rPr>
          <w:rFonts w:ascii="Calibri" w:hAnsi="Calibri" w:cs="Calibri"/>
          <w:i/>
        </w:rPr>
        <w:t>ọ</w:t>
      </w:r>
      <w:r w:rsidRPr="0044382F">
        <w:rPr>
          <w:rFonts w:ascii="PT Sans" w:hAnsi="PT Sans" w:cstheme="minorHAnsi"/>
          <w:i/>
        </w:rPr>
        <w:t>wuh</w:t>
      </w:r>
      <w:r w:rsidRPr="0044382F">
        <w:rPr>
          <w:rFonts w:ascii="Calibri" w:hAnsi="Calibri" w:cs="Calibri"/>
          <w:i/>
        </w:rPr>
        <w:t>ọ</w:t>
      </w:r>
      <w:r w:rsidRPr="0044382F">
        <w:rPr>
          <w:rFonts w:ascii="PT Sans" w:hAnsi="PT Sans" w:cstheme="minorHAnsi"/>
          <w:i/>
        </w:rPr>
        <w:t xml:space="preserve"> ida, Abasi Abasi</w:t>
      </w:r>
    </w:p>
    <w:p w14:paraId="6F78D648" w14:textId="51D360C2" w:rsidR="00C51679" w:rsidRPr="0044382F" w:rsidRDefault="00C51679" w:rsidP="00273DD1">
      <w:pPr>
        <w:ind w:left="567" w:firstLine="284"/>
        <w:rPr>
          <w:rFonts w:ascii="PT Sans" w:hAnsi="PT Sans" w:cstheme="minorHAnsi"/>
          <w:i/>
        </w:rPr>
      </w:pP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r</w:t>
      </w:r>
      <w:r w:rsidRPr="0044382F">
        <w:rPr>
          <w:rFonts w:ascii="Calibri" w:hAnsi="Calibri" w:cs="Calibri"/>
          <w:i/>
        </w:rPr>
        <w:t>ọ</w:t>
      </w:r>
      <w:r w:rsidRPr="0044382F">
        <w:rPr>
          <w:rFonts w:ascii="PT Sans" w:hAnsi="PT Sans" w:cstheme="minorHAnsi"/>
          <w:i/>
        </w:rPr>
        <w:t xml:space="preserve">! </w:t>
      </w:r>
      <w:r w:rsidRPr="0044382F">
        <w:rPr>
          <w:rFonts w:ascii="Calibri" w:hAnsi="Calibri" w:cs="Calibri"/>
          <w:i/>
        </w:rPr>
        <w:t>Ọ</w:t>
      </w:r>
      <w:r w:rsidRPr="0044382F">
        <w:rPr>
          <w:rFonts w:ascii="PT Sans" w:hAnsi="PT Sans" w:cstheme="minorHAnsi"/>
          <w:i/>
        </w:rPr>
        <w:t>kp</w:t>
      </w:r>
      <w:r w:rsidRPr="0044382F">
        <w:rPr>
          <w:rFonts w:ascii="Calibri" w:hAnsi="Calibri" w:cs="Calibri"/>
          <w:i/>
        </w:rPr>
        <w:t>ọ</w:t>
      </w:r>
      <w:r w:rsidRPr="0044382F">
        <w:rPr>
          <w:rFonts w:ascii="PT Sans" w:hAnsi="PT Sans" w:cstheme="minorHAnsi"/>
          <w:i/>
        </w:rPr>
        <w:t>r</w:t>
      </w:r>
      <w:r w:rsidRPr="0044382F">
        <w:rPr>
          <w:rFonts w:ascii="Calibri" w:hAnsi="Calibri" w:cs="Calibri"/>
          <w:i/>
        </w:rPr>
        <w:t>ọ</w:t>
      </w:r>
      <w:r w:rsidRPr="0044382F">
        <w:rPr>
          <w:rFonts w:ascii="PT Sans" w:hAnsi="PT Sans" w:cstheme="minorHAnsi"/>
          <w:i/>
        </w:rPr>
        <w:t>! Ebe itip itip, ñwan itip itip</w:t>
      </w:r>
    </w:p>
    <w:p w14:paraId="3C1C50D9" w14:textId="753CFE3C" w:rsidR="00C51679" w:rsidRPr="0044382F" w:rsidRDefault="00C51679" w:rsidP="00273DD1">
      <w:pPr>
        <w:ind w:left="567" w:firstLine="284"/>
        <w:rPr>
          <w:rFonts w:ascii="PT Sans" w:hAnsi="PT Sans" w:cstheme="minorHAnsi"/>
          <w:i/>
        </w:rPr>
      </w:pPr>
      <w:r w:rsidRPr="0044382F">
        <w:rPr>
          <w:rFonts w:ascii="PT Sans" w:hAnsi="PT Sans" w:cstheme="minorHAnsi"/>
          <w:i/>
        </w:rPr>
        <w:t>Itip itip iba idiaha ñkp</w:t>
      </w:r>
      <w:r w:rsidRPr="0044382F">
        <w:rPr>
          <w:rFonts w:ascii="Calibri" w:hAnsi="Calibri" w:cs="Calibri"/>
          <w:i/>
        </w:rPr>
        <w:t>ọ</w:t>
      </w:r>
      <w:r w:rsidRPr="0044382F">
        <w:rPr>
          <w:rFonts w:ascii="PT Sans" w:hAnsi="PT Sans" w:cstheme="minorHAnsi"/>
          <w:i/>
        </w:rPr>
        <w:t xml:space="preserve"> eny</w:t>
      </w:r>
      <w:r w:rsidRPr="0044382F">
        <w:rPr>
          <w:rFonts w:ascii="Calibri" w:hAnsi="Calibri" w:cs="Calibri"/>
          <w:i/>
        </w:rPr>
        <w:t>ọ</w:t>
      </w:r>
      <w:r w:rsidRPr="0044382F">
        <w:rPr>
          <w:rFonts w:ascii="PT Sans" w:hAnsi="PT Sans" w:cstheme="minorHAnsi"/>
          <w:i/>
        </w:rPr>
        <w:t>ñ utañ</w:t>
      </w:r>
    </w:p>
    <w:p w14:paraId="5D75F58F" w14:textId="216A762A" w:rsidR="00C51679" w:rsidRPr="0044382F" w:rsidRDefault="008B5D36" w:rsidP="00F65492">
      <w:pPr>
        <w:rPr>
          <w:rFonts w:ascii="PT Sans" w:hAnsi="PT Sans" w:cstheme="minorHAnsi"/>
        </w:rPr>
      </w:pPr>
      <w:r w:rsidRPr="0044382F">
        <w:rPr>
          <w:rFonts w:ascii="PT Sans" w:hAnsi="PT Sans" w:cstheme="minorHAnsi"/>
        </w:rPr>
        <w:t>At a certain place, deep within the grove, they would descend into a wide valley obscured by dense cloud. On this day, the cloud would lift, revealing a vast termite moun</w:t>
      </w:r>
      <w:r w:rsidR="006C75D0" w:rsidRPr="0044382F">
        <w:rPr>
          <w:rFonts w:ascii="PT Sans" w:hAnsi="PT Sans" w:cstheme="minorHAnsi"/>
        </w:rPr>
        <w:t>tain</w:t>
      </w:r>
      <w:r w:rsidRPr="0044382F">
        <w:rPr>
          <w:rFonts w:ascii="PT Sans" w:hAnsi="PT Sans" w:cstheme="minorHAnsi"/>
        </w:rPr>
        <w:t xml:space="preserve"> rising from the forest, its upper reaches too </w:t>
      </w:r>
      <w:r w:rsidR="002F0470" w:rsidRPr="0044382F">
        <w:rPr>
          <w:rFonts w:ascii="PT Sans" w:hAnsi="PT Sans" w:cstheme="minorHAnsi"/>
        </w:rPr>
        <w:t>distant to see, its flanks tawny brown and deepening to darkness in the mists at its summit.</w:t>
      </w:r>
    </w:p>
    <w:p w14:paraId="3F48CB17" w14:textId="37827CDC" w:rsidR="002F0470" w:rsidRPr="0044382F" w:rsidRDefault="006C75D0" w:rsidP="00F65492">
      <w:pPr>
        <w:rPr>
          <w:rFonts w:ascii="PT Sans" w:hAnsi="PT Sans" w:cstheme="minorHAnsi"/>
        </w:rPr>
      </w:pPr>
      <w:r w:rsidRPr="0044382F">
        <w:rPr>
          <w:rFonts w:ascii="PT Sans" w:hAnsi="PT Sans" w:cstheme="minorHAnsi"/>
        </w:rPr>
        <w:t>Toward noon, timed so that the sun would be directly behind the</w:t>
      </w:r>
      <w:r w:rsidR="00D6547B" w:rsidRPr="0044382F">
        <w:rPr>
          <w:rFonts w:ascii="PT Sans" w:hAnsi="PT Sans" w:cstheme="minorHAnsi"/>
        </w:rPr>
        <w:t xml:space="preserve"> peak of the</w:t>
      </w:r>
      <w:r w:rsidRPr="0044382F">
        <w:rPr>
          <w:rFonts w:ascii="PT Sans" w:hAnsi="PT Sans" w:cstheme="minorHAnsi"/>
        </w:rPr>
        <w:t xml:space="preserve"> termite mountain, the procession would reach the entrance to the shrine </w:t>
      </w:r>
      <w:r w:rsidR="00D6547B" w:rsidRPr="0044382F">
        <w:rPr>
          <w:rFonts w:ascii="PT Sans" w:hAnsi="PT Sans" w:cstheme="minorHAnsi"/>
        </w:rPr>
        <w:t>hidden within a folded passageway</w:t>
      </w:r>
      <w:r w:rsidRPr="0044382F">
        <w:rPr>
          <w:rFonts w:ascii="PT Sans" w:hAnsi="PT Sans" w:cstheme="minorHAnsi"/>
        </w:rPr>
        <w:t xml:space="preserve">. The small round entry would be veiled in a living </w:t>
      </w:r>
      <w:r w:rsidR="00950AB6" w:rsidRPr="0044382F">
        <w:rPr>
          <w:rFonts w:ascii="PT Sans" w:hAnsi="PT Sans" w:cstheme="minorHAnsi"/>
        </w:rPr>
        <w:t>fabric</w:t>
      </w:r>
      <w:r w:rsidRPr="0044382F">
        <w:rPr>
          <w:rFonts w:ascii="PT Sans" w:hAnsi="PT Sans" w:cstheme="minorHAnsi"/>
        </w:rPr>
        <w:t>; termites anchoring themselves to the edges of the walls and then thousands more gripping on to each other.</w:t>
      </w:r>
    </w:p>
    <w:p w14:paraId="6DE1F025" w14:textId="3E703BAD" w:rsidR="006C75D0" w:rsidRPr="0044382F" w:rsidRDefault="006C75D0" w:rsidP="00F65492">
      <w:pPr>
        <w:rPr>
          <w:rFonts w:ascii="PT Sans" w:hAnsi="PT Sans" w:cstheme="minorHAnsi"/>
        </w:rPr>
      </w:pPr>
      <w:r w:rsidRPr="0044382F">
        <w:rPr>
          <w:rFonts w:ascii="PT Sans" w:hAnsi="PT Sans" w:cstheme="minorHAnsi"/>
        </w:rPr>
        <w:t>The lead girl would take up her sword and strike once at the termites, slicing open the entrance. The procession would then continue, bow</w:t>
      </w:r>
      <w:r w:rsidR="00123C25" w:rsidRPr="0044382F">
        <w:rPr>
          <w:rFonts w:ascii="PT Sans" w:hAnsi="PT Sans" w:cstheme="minorHAnsi"/>
        </w:rPr>
        <w:t>ing</w:t>
      </w:r>
      <w:r w:rsidRPr="0044382F">
        <w:rPr>
          <w:rFonts w:ascii="PT Sans" w:hAnsi="PT Sans" w:cstheme="minorHAnsi"/>
        </w:rPr>
        <w:t xml:space="preserve"> down </w:t>
      </w:r>
      <w:r w:rsidR="00123C25" w:rsidRPr="0044382F">
        <w:rPr>
          <w:rFonts w:ascii="PT Sans" w:hAnsi="PT Sans" w:cstheme="minorHAnsi"/>
        </w:rPr>
        <w:t>within the low</w:t>
      </w:r>
      <w:r w:rsidRPr="0044382F">
        <w:rPr>
          <w:rFonts w:ascii="PT Sans" w:hAnsi="PT Sans" w:cstheme="minorHAnsi"/>
        </w:rPr>
        <w:t xml:space="preserve"> tunnel, into the depths of the termite mountain.</w:t>
      </w:r>
    </w:p>
    <w:p w14:paraId="7CFABAE3" w14:textId="192EF7B6" w:rsidR="006C75D0" w:rsidRPr="0044382F" w:rsidRDefault="006C75D0" w:rsidP="00F65492">
      <w:pPr>
        <w:rPr>
          <w:rFonts w:ascii="PT Sans" w:hAnsi="PT Sans" w:cstheme="minorHAnsi"/>
        </w:rPr>
      </w:pPr>
      <w:r w:rsidRPr="0044382F">
        <w:rPr>
          <w:rFonts w:ascii="PT Sans" w:hAnsi="PT Sans" w:cstheme="minorHAnsi"/>
        </w:rPr>
        <w:t>There, eventually, to arrive in the cathedral of Usan Abasi.</w:t>
      </w:r>
    </w:p>
    <w:p w14:paraId="39E1CF58" w14:textId="36622864" w:rsidR="006C75D0" w:rsidRPr="0044382F" w:rsidRDefault="006C75D0" w:rsidP="00F65492">
      <w:pPr>
        <w:rPr>
          <w:rFonts w:ascii="PT Sans" w:hAnsi="PT Sans" w:cstheme="minorHAnsi"/>
        </w:rPr>
      </w:pPr>
      <w:r w:rsidRPr="0044382F">
        <w:rPr>
          <w:rFonts w:ascii="PT Sans" w:hAnsi="PT Sans" w:cstheme="minorHAnsi"/>
        </w:rPr>
        <w:t xml:space="preserve">A moment of silence as the youths, only </w:t>
      </w:r>
      <w:r w:rsidR="00692F91" w:rsidRPr="0044382F">
        <w:rPr>
          <w:rFonts w:ascii="PT Sans" w:hAnsi="PT Sans" w:cstheme="minorHAnsi"/>
        </w:rPr>
        <w:t xml:space="preserve">ever visiting </w:t>
      </w:r>
      <w:r w:rsidRPr="0044382F">
        <w:rPr>
          <w:rFonts w:ascii="PT Sans" w:hAnsi="PT Sans" w:cstheme="minorHAnsi"/>
        </w:rPr>
        <w:t xml:space="preserve">once, </w:t>
      </w:r>
      <w:proofErr w:type="gramStart"/>
      <w:r w:rsidRPr="0044382F">
        <w:rPr>
          <w:rFonts w:ascii="PT Sans" w:hAnsi="PT Sans" w:cstheme="minorHAnsi"/>
        </w:rPr>
        <w:t>sighed</w:t>
      </w:r>
      <w:proofErr w:type="gramEnd"/>
      <w:r w:rsidRPr="0044382F">
        <w:rPr>
          <w:rFonts w:ascii="PT Sans" w:hAnsi="PT Sans" w:cstheme="minorHAnsi"/>
        </w:rPr>
        <w:t xml:space="preserve"> or gasped at the enormity of an open space lit in a tapestry of fluorescent termites, their abdomens glowing blue and white against the </w:t>
      </w:r>
      <w:r w:rsidR="00040287" w:rsidRPr="0044382F">
        <w:rPr>
          <w:rFonts w:ascii="PT Sans" w:hAnsi="PT Sans" w:cstheme="minorHAnsi"/>
        </w:rPr>
        <w:t>cool</w:t>
      </w:r>
      <w:r w:rsidR="00AB1932" w:rsidRPr="0044382F">
        <w:rPr>
          <w:rFonts w:ascii="PT Sans" w:hAnsi="PT Sans" w:cstheme="minorHAnsi"/>
        </w:rPr>
        <w:t xml:space="preserve"> moist </w:t>
      </w:r>
      <w:r w:rsidRPr="0044382F">
        <w:rPr>
          <w:rFonts w:ascii="PT Sans" w:hAnsi="PT Sans" w:cstheme="minorHAnsi"/>
        </w:rPr>
        <w:t>darkness of the earthen walls. The silence of the interior broken only by the gentle rustling of hundreds of thousands of worker termites bringing nectar to those which fluoresce</w:t>
      </w:r>
      <w:r w:rsidR="00786FD6" w:rsidRPr="0044382F">
        <w:rPr>
          <w:rFonts w:ascii="PT Sans" w:hAnsi="PT Sans" w:cstheme="minorHAnsi"/>
        </w:rPr>
        <w:t>,</w:t>
      </w:r>
      <w:r w:rsidRPr="0044382F">
        <w:rPr>
          <w:rFonts w:ascii="PT Sans" w:hAnsi="PT Sans" w:cstheme="minorHAnsi"/>
        </w:rPr>
        <w:t xml:space="preserve"> to sustain them during the ardours of the ceremony.</w:t>
      </w:r>
    </w:p>
    <w:p w14:paraId="136FE026" w14:textId="7522718F" w:rsidR="0068677C" w:rsidRPr="0044382F" w:rsidRDefault="0068677C" w:rsidP="00F65492">
      <w:pPr>
        <w:rPr>
          <w:rFonts w:ascii="PT Sans" w:hAnsi="PT Sans" w:cstheme="minorHAnsi"/>
        </w:rPr>
      </w:pPr>
      <w:r w:rsidRPr="0044382F">
        <w:rPr>
          <w:rFonts w:ascii="PT Sans" w:hAnsi="PT Sans" w:cstheme="minorHAnsi"/>
        </w:rPr>
        <w:t>The high priest would be joined by the high priestess and they would lead the procession to the alt</w:t>
      </w:r>
      <w:r w:rsidR="00223BA1" w:rsidRPr="0044382F">
        <w:rPr>
          <w:rFonts w:ascii="PT Sans" w:hAnsi="PT Sans" w:cstheme="minorHAnsi"/>
        </w:rPr>
        <w:t>a</w:t>
      </w:r>
      <w:r w:rsidRPr="0044382F">
        <w:rPr>
          <w:rFonts w:ascii="PT Sans" w:hAnsi="PT Sans" w:cstheme="minorHAnsi"/>
        </w:rPr>
        <w:t xml:space="preserve">r at the far end of the cathedral. Behind the </w:t>
      </w:r>
      <w:r w:rsidR="00223BA1" w:rsidRPr="0044382F">
        <w:rPr>
          <w:rFonts w:ascii="PT Sans" w:hAnsi="PT Sans" w:cstheme="minorHAnsi"/>
        </w:rPr>
        <w:t>altar</w:t>
      </w:r>
      <w:r w:rsidRPr="0044382F">
        <w:rPr>
          <w:rFonts w:ascii="PT Sans" w:hAnsi="PT Sans" w:cstheme="minorHAnsi"/>
        </w:rPr>
        <w:t xml:space="preserve"> </w:t>
      </w:r>
      <w:r w:rsidR="00B6372C" w:rsidRPr="0044382F">
        <w:rPr>
          <w:rFonts w:ascii="PT Sans" w:hAnsi="PT Sans" w:cstheme="minorHAnsi"/>
        </w:rPr>
        <w:t>was</w:t>
      </w:r>
      <w:r w:rsidRPr="0044382F">
        <w:rPr>
          <w:rFonts w:ascii="PT Sans" w:hAnsi="PT Sans" w:cstheme="minorHAnsi"/>
        </w:rPr>
        <w:t xml:space="preserve"> an enormous spreading oboti tree, pink flowers emerging from amongst large green leaves.</w:t>
      </w:r>
      <w:r w:rsidR="00C9682A" w:rsidRPr="0044382F">
        <w:rPr>
          <w:rFonts w:ascii="PT Sans" w:hAnsi="PT Sans" w:cstheme="minorHAnsi"/>
        </w:rPr>
        <w:t xml:space="preserve"> Upon the </w:t>
      </w:r>
      <w:r w:rsidR="00223BA1" w:rsidRPr="0044382F">
        <w:rPr>
          <w:rFonts w:ascii="PT Sans" w:hAnsi="PT Sans" w:cstheme="minorHAnsi"/>
        </w:rPr>
        <w:t>altar</w:t>
      </w:r>
      <w:r w:rsidR="00C9682A" w:rsidRPr="0044382F">
        <w:rPr>
          <w:rFonts w:ascii="PT Sans" w:hAnsi="PT Sans" w:cstheme="minorHAnsi"/>
        </w:rPr>
        <w:t xml:space="preserve"> </w:t>
      </w:r>
      <w:r w:rsidR="00B6372C" w:rsidRPr="0044382F">
        <w:rPr>
          <w:rFonts w:ascii="PT Sans" w:hAnsi="PT Sans" w:cstheme="minorHAnsi"/>
        </w:rPr>
        <w:t>was</w:t>
      </w:r>
      <w:r w:rsidR="00C9682A" w:rsidRPr="0044382F">
        <w:rPr>
          <w:rFonts w:ascii="PT Sans" w:hAnsi="PT Sans" w:cstheme="minorHAnsi"/>
        </w:rPr>
        <w:t xml:space="preserve"> a glowing brass bowl.</w:t>
      </w:r>
    </w:p>
    <w:p w14:paraId="5B88A6C0" w14:textId="3C166A1C" w:rsidR="00C9682A" w:rsidRPr="0044382F" w:rsidRDefault="00223BA1" w:rsidP="00F65492">
      <w:pPr>
        <w:rPr>
          <w:rFonts w:ascii="PT Sans" w:hAnsi="PT Sans" w:cstheme="minorHAnsi"/>
        </w:rPr>
      </w:pPr>
      <w:r w:rsidRPr="0044382F">
        <w:rPr>
          <w:rFonts w:ascii="PT Sans" w:hAnsi="PT Sans" w:cstheme="minorHAnsi"/>
        </w:rPr>
        <w:t>The high priest</w:t>
      </w:r>
      <w:r w:rsidR="006643D9" w:rsidRPr="0044382F">
        <w:rPr>
          <w:rFonts w:ascii="PT Sans" w:hAnsi="PT Sans" w:cstheme="minorHAnsi"/>
        </w:rPr>
        <w:t>e</w:t>
      </w:r>
      <w:r w:rsidR="006954AE" w:rsidRPr="0044382F">
        <w:rPr>
          <w:rFonts w:ascii="PT Sans" w:hAnsi="PT Sans" w:cstheme="minorHAnsi"/>
        </w:rPr>
        <w:t>ss</w:t>
      </w:r>
      <w:r w:rsidRPr="0044382F">
        <w:rPr>
          <w:rFonts w:ascii="PT Sans" w:hAnsi="PT Sans" w:cstheme="minorHAnsi"/>
        </w:rPr>
        <w:t xml:space="preserve"> would bring forth a jug of water collected from the Enwang </w:t>
      </w:r>
      <w:proofErr w:type="gramStart"/>
      <w:r w:rsidRPr="0044382F">
        <w:rPr>
          <w:rFonts w:ascii="PT Sans" w:hAnsi="PT Sans" w:cstheme="minorHAnsi"/>
        </w:rPr>
        <w:t>spring, and</w:t>
      </w:r>
      <w:proofErr w:type="gramEnd"/>
      <w:r w:rsidRPr="0044382F">
        <w:rPr>
          <w:rFonts w:ascii="PT Sans" w:hAnsi="PT Sans" w:cstheme="minorHAnsi"/>
        </w:rPr>
        <w:t xml:space="preserve"> pour it into the bowl. A pad of grass would be placed at the bottom of the bowl and the chalk-bearers would form up at the corners </w:t>
      </w:r>
      <w:r w:rsidR="0086147A" w:rsidRPr="0044382F">
        <w:rPr>
          <w:rFonts w:ascii="PT Sans" w:hAnsi="PT Sans" w:cstheme="minorHAnsi"/>
        </w:rPr>
        <w:t>of</w:t>
      </w:r>
      <w:r w:rsidRPr="0044382F">
        <w:rPr>
          <w:rFonts w:ascii="PT Sans" w:hAnsi="PT Sans" w:cstheme="minorHAnsi"/>
        </w:rPr>
        <w:t xml:space="preserve"> the altar.</w:t>
      </w:r>
    </w:p>
    <w:p w14:paraId="6488DC13" w14:textId="35A40023" w:rsidR="00223BA1" w:rsidRPr="0044382F" w:rsidRDefault="00223BA1" w:rsidP="00F65492">
      <w:pPr>
        <w:rPr>
          <w:rFonts w:ascii="PT Sans" w:hAnsi="PT Sans" w:cstheme="minorHAnsi"/>
        </w:rPr>
      </w:pPr>
      <w:r w:rsidRPr="0044382F">
        <w:rPr>
          <w:rFonts w:ascii="PT Sans" w:hAnsi="PT Sans" w:cstheme="minorHAnsi"/>
        </w:rPr>
        <w:t xml:space="preserve">Only once he was certain all was correct, and the singing had reached a perfect tone, would the high priest </w:t>
      </w:r>
      <w:r w:rsidR="00E20DAA" w:rsidRPr="0044382F">
        <w:rPr>
          <w:rFonts w:ascii="PT Sans" w:hAnsi="PT Sans" w:cstheme="minorHAnsi"/>
        </w:rPr>
        <w:t>r</w:t>
      </w:r>
      <w:r w:rsidR="003A7EAF" w:rsidRPr="0044382F">
        <w:rPr>
          <w:rFonts w:ascii="PT Sans" w:hAnsi="PT Sans" w:cstheme="minorHAnsi"/>
        </w:rPr>
        <w:t>aise</w:t>
      </w:r>
      <w:r w:rsidRPr="0044382F">
        <w:rPr>
          <w:rFonts w:ascii="PT Sans" w:hAnsi="PT Sans" w:cstheme="minorHAnsi"/>
        </w:rPr>
        <w:t xml:space="preserve"> the egg-stone, tap it seven times against the edge of the bowl and place it on the pad of grass within the waters of Enwang.</w:t>
      </w:r>
    </w:p>
    <w:p w14:paraId="139DC94A" w14:textId="2445B0CB" w:rsidR="00223BA1" w:rsidRPr="0044382F" w:rsidRDefault="00223BA1" w:rsidP="00F65492">
      <w:pPr>
        <w:rPr>
          <w:rFonts w:ascii="PT Sans" w:hAnsi="PT Sans" w:cstheme="minorHAnsi"/>
        </w:rPr>
      </w:pPr>
      <w:r w:rsidRPr="0044382F">
        <w:rPr>
          <w:rFonts w:ascii="PT Sans" w:hAnsi="PT Sans" w:cstheme="minorHAnsi"/>
        </w:rPr>
        <w:t xml:space="preserve">Then, if all had been done as required, the termites </w:t>
      </w:r>
      <w:r w:rsidR="002F5A6F" w:rsidRPr="0044382F">
        <w:rPr>
          <w:rFonts w:ascii="PT Sans" w:hAnsi="PT Sans" w:cstheme="minorHAnsi"/>
        </w:rPr>
        <w:t>would take up the tone of the singers and the</w:t>
      </w:r>
      <w:r w:rsidR="009F5369" w:rsidRPr="0044382F">
        <w:rPr>
          <w:rFonts w:ascii="PT Sans" w:hAnsi="PT Sans" w:cstheme="minorHAnsi"/>
        </w:rPr>
        <w:t>ir</w:t>
      </w:r>
      <w:r w:rsidR="002F5A6F" w:rsidRPr="0044382F">
        <w:rPr>
          <w:rFonts w:ascii="PT Sans" w:hAnsi="PT Sans" w:cstheme="minorHAnsi"/>
        </w:rPr>
        <w:t xml:space="preserve"> song would rise into the very heights of the mountain. The fluorescent tapestry would shift, now white, now blue, now purple, red, and back to white.</w:t>
      </w:r>
    </w:p>
    <w:p w14:paraId="701EBBBC" w14:textId="3515CE56" w:rsidR="002F5A6F" w:rsidRPr="0044382F" w:rsidRDefault="002F5A6F" w:rsidP="00F65492">
      <w:pPr>
        <w:rPr>
          <w:rFonts w:ascii="PT Sans" w:hAnsi="PT Sans" w:cstheme="minorHAnsi"/>
        </w:rPr>
      </w:pPr>
      <w:r w:rsidRPr="0044382F">
        <w:rPr>
          <w:rFonts w:ascii="PT Sans" w:hAnsi="PT Sans" w:cstheme="minorHAnsi"/>
        </w:rPr>
        <w:t>And the egg-stone would open in seven concentric layers, releasing a clear fluid which floated to the top of the water in the bowl.</w:t>
      </w:r>
    </w:p>
    <w:p w14:paraId="20997796" w14:textId="4859848E" w:rsidR="002F5A6F" w:rsidRPr="0044382F" w:rsidRDefault="002F5A6F" w:rsidP="00F65492">
      <w:pPr>
        <w:rPr>
          <w:rFonts w:ascii="PT Sans" w:hAnsi="PT Sans" w:cstheme="minorHAnsi"/>
        </w:rPr>
      </w:pPr>
      <w:r w:rsidRPr="0044382F">
        <w:rPr>
          <w:rFonts w:ascii="PT Sans" w:hAnsi="PT Sans" w:cstheme="minorHAnsi"/>
        </w:rPr>
        <w:t>One by one, each of the chalk-bearers would offer their chalk to the high priest; first the white, then the blue, then purple, and last red. He would crumble each to powder and add it to the bowl. Then they sang and waited for the colour to change.</w:t>
      </w:r>
    </w:p>
    <w:p w14:paraId="69CC9C31" w14:textId="4729877A" w:rsidR="00343150" w:rsidRPr="0044382F" w:rsidRDefault="002F5A6F" w:rsidP="00F65492">
      <w:pPr>
        <w:rPr>
          <w:rFonts w:ascii="PT Sans" w:hAnsi="PT Sans" w:cstheme="minorHAnsi"/>
        </w:rPr>
      </w:pPr>
      <w:r w:rsidRPr="0044382F">
        <w:rPr>
          <w:rFonts w:ascii="PT Sans" w:hAnsi="PT Sans" w:cstheme="minorHAnsi"/>
        </w:rPr>
        <w:t>If their offer</w:t>
      </w:r>
      <w:r w:rsidR="00101B8E" w:rsidRPr="0044382F">
        <w:rPr>
          <w:rFonts w:ascii="PT Sans" w:hAnsi="PT Sans" w:cstheme="minorHAnsi"/>
        </w:rPr>
        <w:t>ing</w:t>
      </w:r>
      <w:r w:rsidRPr="0044382F">
        <w:rPr>
          <w:rFonts w:ascii="PT Sans" w:hAnsi="PT Sans" w:cstheme="minorHAnsi"/>
        </w:rPr>
        <w:t xml:space="preserve"> </w:t>
      </w:r>
      <w:proofErr w:type="gramStart"/>
      <w:r w:rsidRPr="0044382F">
        <w:rPr>
          <w:rFonts w:ascii="PT Sans" w:hAnsi="PT Sans" w:cstheme="minorHAnsi"/>
        </w:rPr>
        <w:t>was</w:t>
      </w:r>
      <w:proofErr w:type="gramEnd"/>
      <w:r w:rsidRPr="0044382F">
        <w:rPr>
          <w:rFonts w:ascii="PT Sans" w:hAnsi="PT Sans" w:cstheme="minorHAnsi"/>
        </w:rPr>
        <w:t xml:space="preserve"> accepted, and the </w:t>
      </w:r>
      <w:r w:rsidR="00BD3BC0" w:rsidRPr="0044382F">
        <w:rPr>
          <w:rFonts w:ascii="PT Sans" w:hAnsi="PT Sans" w:cstheme="minorHAnsi"/>
        </w:rPr>
        <w:t>ceremony complete, the liquid would turn a rich yellow</w:t>
      </w:r>
      <w:r w:rsidR="007D078B" w:rsidRPr="0044382F">
        <w:rPr>
          <w:rFonts w:ascii="PT Sans" w:hAnsi="PT Sans" w:cstheme="minorHAnsi"/>
        </w:rPr>
        <w:t xml:space="preserve"> as if of the yolk of an egg</w:t>
      </w:r>
      <w:r w:rsidR="00BD3BC0" w:rsidRPr="0044382F">
        <w:rPr>
          <w:rFonts w:ascii="PT Sans" w:hAnsi="PT Sans" w:cstheme="minorHAnsi"/>
        </w:rPr>
        <w:t xml:space="preserve">. </w:t>
      </w:r>
    </w:p>
    <w:p w14:paraId="2D3F2157" w14:textId="66C5AB97" w:rsidR="002F5A6F" w:rsidRPr="0044382F" w:rsidRDefault="00BD3BC0" w:rsidP="00F65492">
      <w:pPr>
        <w:rPr>
          <w:rFonts w:ascii="PT Sans" w:hAnsi="PT Sans" w:cstheme="minorHAnsi"/>
        </w:rPr>
      </w:pPr>
      <w:r w:rsidRPr="0044382F">
        <w:rPr>
          <w:rFonts w:ascii="PT Sans" w:hAnsi="PT Sans" w:cstheme="minorHAnsi"/>
        </w:rPr>
        <w:t xml:space="preserve">Each of the </w:t>
      </w:r>
      <w:r w:rsidR="00343150" w:rsidRPr="0044382F">
        <w:rPr>
          <w:rFonts w:ascii="PT Sans" w:hAnsi="PT Sans" w:cstheme="minorHAnsi"/>
        </w:rPr>
        <w:t>ceremony participants</w:t>
      </w:r>
      <w:r w:rsidRPr="0044382F">
        <w:rPr>
          <w:rFonts w:ascii="PT Sans" w:hAnsi="PT Sans" w:cstheme="minorHAnsi"/>
        </w:rPr>
        <w:t xml:space="preserve"> would take </w:t>
      </w:r>
      <w:r w:rsidR="00343150" w:rsidRPr="0044382F">
        <w:rPr>
          <w:rFonts w:ascii="PT Sans" w:hAnsi="PT Sans" w:cstheme="minorHAnsi"/>
        </w:rPr>
        <w:t>a small brass spoon and dip it once in the bowl and</w:t>
      </w:r>
      <w:r w:rsidRPr="0044382F">
        <w:rPr>
          <w:rFonts w:ascii="PT Sans" w:hAnsi="PT Sans" w:cstheme="minorHAnsi"/>
        </w:rPr>
        <w:t xml:space="preserve"> sip </w:t>
      </w:r>
      <w:r w:rsidR="00343150" w:rsidRPr="0044382F">
        <w:rPr>
          <w:rFonts w:ascii="PT Sans" w:hAnsi="PT Sans" w:cstheme="minorHAnsi"/>
        </w:rPr>
        <w:t>of the yellow liquid</w:t>
      </w:r>
      <w:r w:rsidRPr="0044382F">
        <w:rPr>
          <w:rFonts w:ascii="PT Sans" w:hAnsi="PT Sans" w:cstheme="minorHAnsi"/>
        </w:rPr>
        <w:t>.</w:t>
      </w:r>
    </w:p>
    <w:p w14:paraId="2D8D2667" w14:textId="7E03524F" w:rsidR="00BD3BC0" w:rsidRPr="0044382F" w:rsidRDefault="00BD3BC0" w:rsidP="00F65492">
      <w:pPr>
        <w:rPr>
          <w:rFonts w:ascii="PT Sans" w:hAnsi="PT Sans" w:cstheme="minorHAnsi"/>
        </w:rPr>
      </w:pPr>
      <w:r w:rsidRPr="0044382F">
        <w:rPr>
          <w:rFonts w:ascii="PT Sans" w:hAnsi="PT Sans" w:cstheme="minorHAnsi"/>
        </w:rPr>
        <w:t>Once all had drunk, the termites would come down from the walls and form four columns, transferring the remaining contents of the bowl out into the vast chambers beneath the mountain where they live</w:t>
      </w:r>
      <w:r w:rsidR="006F21D1" w:rsidRPr="0044382F">
        <w:rPr>
          <w:rFonts w:ascii="PT Sans" w:hAnsi="PT Sans" w:cstheme="minorHAnsi"/>
        </w:rPr>
        <w:t>d</w:t>
      </w:r>
      <w:r w:rsidRPr="0044382F">
        <w:rPr>
          <w:rFonts w:ascii="PT Sans" w:hAnsi="PT Sans" w:cstheme="minorHAnsi"/>
        </w:rPr>
        <w:t>.</w:t>
      </w:r>
    </w:p>
    <w:p w14:paraId="6109182C" w14:textId="43A2CE7B" w:rsidR="00BD3BC0" w:rsidRPr="0044382F" w:rsidRDefault="00BD3BC0" w:rsidP="00F65492">
      <w:pPr>
        <w:rPr>
          <w:rFonts w:ascii="PT Sans" w:hAnsi="PT Sans" w:cstheme="minorHAnsi"/>
        </w:rPr>
      </w:pPr>
      <w:r w:rsidRPr="0044382F">
        <w:rPr>
          <w:rFonts w:ascii="PT Sans" w:hAnsi="PT Sans" w:cstheme="minorHAnsi"/>
        </w:rPr>
        <w:t>As the bowl dried, the egg-stone would reform, hardening once more. Unbreakable until the next ceremony a year hence.</w:t>
      </w:r>
    </w:p>
    <w:p w14:paraId="57D82C88" w14:textId="46FCDD04" w:rsidR="00BD3BC0" w:rsidRPr="0044382F" w:rsidRDefault="007D078B" w:rsidP="00F65492">
      <w:pPr>
        <w:rPr>
          <w:rFonts w:ascii="PT Sans" w:hAnsi="PT Sans" w:cstheme="minorHAnsi"/>
        </w:rPr>
      </w:pPr>
      <w:r w:rsidRPr="0044382F">
        <w:rPr>
          <w:rFonts w:ascii="PT Sans" w:hAnsi="PT Sans" w:cstheme="minorHAnsi"/>
        </w:rPr>
        <w:t xml:space="preserve">The liquid </w:t>
      </w:r>
      <w:r w:rsidR="003B187C" w:rsidRPr="0044382F">
        <w:rPr>
          <w:rFonts w:ascii="PT Sans" w:hAnsi="PT Sans" w:cstheme="minorHAnsi"/>
        </w:rPr>
        <w:t>formed during the ceremony for</w:t>
      </w:r>
      <w:r w:rsidRPr="0044382F">
        <w:rPr>
          <w:rFonts w:ascii="PT Sans" w:hAnsi="PT Sans" w:cstheme="minorHAnsi"/>
        </w:rPr>
        <w:t xml:space="preserve"> Usan Abasi offers a gift of foretelling</w:t>
      </w:r>
      <w:r w:rsidR="00F73D02" w:rsidRPr="0044382F">
        <w:rPr>
          <w:rFonts w:ascii="PT Sans" w:hAnsi="PT Sans" w:cstheme="minorHAnsi"/>
        </w:rPr>
        <w:t>,</w:t>
      </w:r>
      <w:r w:rsidRPr="0044382F">
        <w:rPr>
          <w:rFonts w:ascii="PT Sans" w:hAnsi="PT Sans" w:cstheme="minorHAnsi"/>
        </w:rPr>
        <w:t xml:space="preserve"> and each of the participants would feel warmth fill their hearts and minds. There is no single moment of knowledge, merely an awareness </w:t>
      </w:r>
      <w:r w:rsidR="00706AF3" w:rsidRPr="0044382F">
        <w:rPr>
          <w:rFonts w:ascii="PT Sans" w:hAnsi="PT Sans" w:cstheme="minorHAnsi"/>
        </w:rPr>
        <w:t xml:space="preserve">which would last for many years, guiding </w:t>
      </w:r>
      <w:r w:rsidR="00F73D02" w:rsidRPr="0044382F">
        <w:rPr>
          <w:rFonts w:ascii="PT Sans" w:hAnsi="PT Sans" w:cstheme="minorHAnsi"/>
        </w:rPr>
        <w:t>each</w:t>
      </w:r>
      <w:r w:rsidR="00706AF3" w:rsidRPr="0044382F">
        <w:rPr>
          <w:rFonts w:ascii="PT Sans" w:hAnsi="PT Sans" w:cstheme="minorHAnsi"/>
        </w:rPr>
        <w:t xml:space="preserve"> towards the</w:t>
      </w:r>
      <w:r w:rsidRPr="0044382F">
        <w:rPr>
          <w:rFonts w:ascii="PT Sans" w:hAnsi="PT Sans" w:cstheme="minorHAnsi"/>
        </w:rPr>
        <w:t xml:space="preserve"> appropriate decision under any circumstance.</w:t>
      </w:r>
    </w:p>
    <w:p w14:paraId="69CD2570" w14:textId="0411F5F3" w:rsidR="00706AF3" w:rsidRPr="0044382F" w:rsidRDefault="006E624B" w:rsidP="00F65492">
      <w:pPr>
        <w:rPr>
          <w:rFonts w:ascii="PT Sans" w:hAnsi="PT Sans" w:cstheme="minorHAnsi"/>
        </w:rPr>
      </w:pPr>
      <w:r w:rsidRPr="0044382F">
        <w:rPr>
          <w:rFonts w:ascii="PT Sans" w:hAnsi="PT Sans" w:cstheme="minorHAnsi"/>
        </w:rPr>
        <w:t>It was during this period that Calabar became a prosperous and enlight</w:t>
      </w:r>
      <w:r w:rsidR="00706AF3" w:rsidRPr="0044382F">
        <w:rPr>
          <w:rFonts w:ascii="PT Sans" w:hAnsi="PT Sans" w:cstheme="minorHAnsi"/>
        </w:rPr>
        <w:t>ened city.</w:t>
      </w:r>
    </w:p>
    <w:p w14:paraId="4470C8B7" w14:textId="17FA40E5" w:rsidR="006E624B" w:rsidRPr="0044382F" w:rsidRDefault="006E624B" w:rsidP="00F65492">
      <w:pPr>
        <w:rPr>
          <w:rFonts w:ascii="PT Sans" w:hAnsi="PT Sans" w:cstheme="minorHAnsi"/>
        </w:rPr>
      </w:pPr>
      <w:r w:rsidRPr="0044382F">
        <w:rPr>
          <w:rFonts w:ascii="PT Sans" w:hAnsi="PT Sans" w:cstheme="minorHAnsi"/>
        </w:rPr>
        <w:t xml:space="preserve">But the curse of Usan Abasi was soon upon them, for it happened that a young man – jealous of his brother winning </w:t>
      </w:r>
      <w:r w:rsidR="00706AF3" w:rsidRPr="0044382F">
        <w:rPr>
          <w:rFonts w:ascii="PT Sans" w:hAnsi="PT Sans" w:cstheme="minorHAnsi"/>
        </w:rPr>
        <w:t>the opportunity</w:t>
      </w:r>
      <w:r w:rsidRPr="0044382F">
        <w:rPr>
          <w:rFonts w:ascii="PT Sans" w:hAnsi="PT Sans" w:cstheme="minorHAnsi"/>
        </w:rPr>
        <w:t xml:space="preserve"> to participate in the ceremony – slew him and took his place.</w:t>
      </w:r>
    </w:p>
    <w:p w14:paraId="3413B005" w14:textId="4A0E97EA" w:rsidR="006E624B" w:rsidRPr="0044382F" w:rsidRDefault="006E624B" w:rsidP="00F65492">
      <w:pPr>
        <w:rPr>
          <w:rFonts w:ascii="PT Sans" w:hAnsi="PT Sans" w:cstheme="minorHAnsi"/>
        </w:rPr>
      </w:pPr>
      <w:r w:rsidRPr="0044382F">
        <w:rPr>
          <w:rFonts w:ascii="PT Sans" w:hAnsi="PT Sans" w:cstheme="minorHAnsi"/>
        </w:rPr>
        <w:t xml:space="preserve">On that day, the waters in the bowl of Usan Abasi turned red and the high priest began to wail in </w:t>
      </w:r>
      <w:r w:rsidR="003E62E7" w:rsidRPr="0044382F">
        <w:rPr>
          <w:rFonts w:ascii="PT Sans" w:hAnsi="PT Sans" w:cstheme="minorHAnsi"/>
        </w:rPr>
        <w:t>terror</w:t>
      </w:r>
      <w:r w:rsidRPr="0044382F">
        <w:rPr>
          <w:rFonts w:ascii="PT Sans" w:hAnsi="PT Sans" w:cstheme="minorHAnsi"/>
        </w:rPr>
        <w:t>, for he knew then that all would be lost.</w:t>
      </w:r>
    </w:p>
    <w:p w14:paraId="56D64E1A" w14:textId="306A411F" w:rsidR="006E624B" w:rsidRPr="0044382F" w:rsidRDefault="00E5218A" w:rsidP="00F65492">
      <w:pPr>
        <w:rPr>
          <w:rFonts w:ascii="PT Sans" w:hAnsi="PT Sans" w:cstheme="minorHAnsi"/>
        </w:rPr>
      </w:pPr>
      <w:r w:rsidRPr="0044382F">
        <w:rPr>
          <w:rFonts w:ascii="PT Sans" w:hAnsi="PT Sans" w:cstheme="minorHAnsi"/>
        </w:rPr>
        <w:t>In the ceremony t</w:t>
      </w:r>
      <w:r w:rsidR="006E624B" w:rsidRPr="0044382F">
        <w:rPr>
          <w:rFonts w:ascii="PT Sans" w:hAnsi="PT Sans" w:cstheme="minorHAnsi"/>
        </w:rPr>
        <w:t>he year after, the egg-stone failed to open.</w:t>
      </w:r>
    </w:p>
    <w:p w14:paraId="1C16A6E8" w14:textId="77777777" w:rsidR="00E333FA" w:rsidRPr="0044382F" w:rsidRDefault="006E624B" w:rsidP="00F65492">
      <w:pPr>
        <w:rPr>
          <w:rFonts w:ascii="PT Sans" w:hAnsi="PT Sans" w:cstheme="minorHAnsi"/>
        </w:rPr>
      </w:pPr>
      <w:r w:rsidRPr="0044382F">
        <w:rPr>
          <w:rFonts w:ascii="PT Sans" w:hAnsi="PT Sans" w:cstheme="minorHAnsi"/>
        </w:rPr>
        <w:t>And times were dark in Calabar</w:t>
      </w:r>
      <w:r w:rsidR="00E5218A" w:rsidRPr="0044382F">
        <w:rPr>
          <w:rFonts w:ascii="PT Sans" w:hAnsi="PT Sans" w:cstheme="minorHAnsi"/>
        </w:rPr>
        <w:t xml:space="preserve"> as order fell and the </w:t>
      </w:r>
      <w:r w:rsidR="00784078" w:rsidRPr="0044382F">
        <w:rPr>
          <w:rFonts w:ascii="PT Sans" w:hAnsi="PT Sans" w:cstheme="minorHAnsi"/>
        </w:rPr>
        <w:t>Awbong</w:t>
      </w:r>
      <w:r w:rsidR="00E5218A" w:rsidRPr="0044382F">
        <w:rPr>
          <w:rFonts w:ascii="PT Sans" w:hAnsi="PT Sans" w:cstheme="minorHAnsi"/>
        </w:rPr>
        <w:t xml:space="preserve">, with their </w:t>
      </w:r>
      <w:r w:rsidR="00784078" w:rsidRPr="0044382F">
        <w:rPr>
          <w:rFonts w:ascii="PT Sans" w:hAnsi="PT Sans" w:cstheme="minorHAnsi"/>
        </w:rPr>
        <w:t>machets</w:t>
      </w:r>
      <w:r w:rsidR="00E5218A" w:rsidRPr="0044382F">
        <w:rPr>
          <w:rFonts w:ascii="PT Sans" w:hAnsi="PT Sans" w:cstheme="minorHAnsi"/>
        </w:rPr>
        <w:t xml:space="preserve"> and violence, fought for control of </w:t>
      </w:r>
      <w:r w:rsidR="009A37D4" w:rsidRPr="0044382F">
        <w:rPr>
          <w:rFonts w:ascii="PT Sans" w:hAnsi="PT Sans" w:cstheme="minorHAnsi"/>
        </w:rPr>
        <w:t xml:space="preserve">the </w:t>
      </w:r>
      <w:r w:rsidR="00E5218A" w:rsidRPr="0044382F">
        <w:rPr>
          <w:rFonts w:ascii="PT Sans" w:hAnsi="PT Sans" w:cstheme="minorHAnsi"/>
        </w:rPr>
        <w:t xml:space="preserve">towns </w:t>
      </w:r>
      <w:r w:rsidR="005B0252" w:rsidRPr="0044382F">
        <w:rPr>
          <w:rFonts w:ascii="PT Sans" w:hAnsi="PT Sans" w:cstheme="minorHAnsi"/>
        </w:rPr>
        <w:t>within the city</w:t>
      </w:r>
      <w:r w:rsidR="00E5218A" w:rsidRPr="0044382F">
        <w:rPr>
          <w:rFonts w:ascii="PT Sans" w:hAnsi="PT Sans" w:cstheme="minorHAnsi"/>
        </w:rPr>
        <w:t>.</w:t>
      </w:r>
    </w:p>
    <w:p w14:paraId="557009B2" w14:textId="25572AEE" w:rsidR="006E624B" w:rsidRPr="0044382F" w:rsidRDefault="00E5218A" w:rsidP="00F65492">
      <w:pPr>
        <w:rPr>
          <w:rFonts w:ascii="PT Sans" w:hAnsi="PT Sans" w:cstheme="minorHAnsi"/>
        </w:rPr>
      </w:pPr>
      <w:r w:rsidRPr="0044382F">
        <w:rPr>
          <w:rFonts w:ascii="PT Sans" w:hAnsi="PT Sans" w:cstheme="minorHAnsi"/>
        </w:rPr>
        <w:t>S</w:t>
      </w:r>
      <w:r w:rsidR="006E624B" w:rsidRPr="0044382F">
        <w:rPr>
          <w:rFonts w:ascii="PT Sans" w:hAnsi="PT Sans" w:cstheme="minorHAnsi"/>
        </w:rPr>
        <w:t xml:space="preserve">till the high priest kept up the tradition of </w:t>
      </w:r>
      <w:r w:rsidR="006567F3" w:rsidRPr="0044382F">
        <w:rPr>
          <w:rFonts w:ascii="PT Sans" w:hAnsi="PT Sans" w:cstheme="minorHAnsi"/>
        </w:rPr>
        <w:t>setting</w:t>
      </w:r>
      <w:r w:rsidR="006E624B" w:rsidRPr="0044382F">
        <w:rPr>
          <w:rFonts w:ascii="PT Sans" w:hAnsi="PT Sans" w:cstheme="minorHAnsi"/>
        </w:rPr>
        <w:t xml:space="preserve"> out to perform the </w:t>
      </w:r>
      <w:r w:rsidRPr="0044382F">
        <w:rPr>
          <w:rFonts w:ascii="PT Sans" w:hAnsi="PT Sans" w:cstheme="minorHAnsi"/>
        </w:rPr>
        <w:t>ritual</w:t>
      </w:r>
      <w:r w:rsidR="006E624B" w:rsidRPr="0044382F">
        <w:rPr>
          <w:rFonts w:ascii="PT Sans" w:hAnsi="PT Sans" w:cstheme="minorHAnsi"/>
        </w:rPr>
        <w:t>.</w:t>
      </w:r>
      <w:r w:rsidR="006567F3" w:rsidRPr="0044382F">
        <w:rPr>
          <w:rFonts w:ascii="PT Sans" w:hAnsi="PT Sans" w:cstheme="minorHAnsi"/>
        </w:rPr>
        <w:t xml:space="preserve"> But the egg-stone never opened and, on his death, the memory of the ceremony and of its importance was lost.</w:t>
      </w:r>
    </w:p>
    <w:p w14:paraId="1393FAC2" w14:textId="76562792" w:rsidR="00E719B3" w:rsidRPr="0044382F" w:rsidRDefault="00E719B3" w:rsidP="00F65492">
      <w:pPr>
        <w:rPr>
          <w:rFonts w:ascii="PT Sans" w:hAnsi="PT Sans" w:cstheme="minorHAnsi"/>
        </w:rPr>
      </w:pPr>
      <w:r w:rsidRPr="0044382F">
        <w:rPr>
          <w:rFonts w:ascii="PT Sans" w:hAnsi="PT Sans" w:cstheme="minorHAnsi"/>
        </w:rPr>
        <w:t>Deep in the termite mountain, the termite matrix-mind trembled as the last of the precious yellow fluid ran out.</w:t>
      </w:r>
    </w:p>
    <w:p w14:paraId="597E1CB1" w14:textId="7757C526" w:rsidR="006567F3" w:rsidRPr="0044382F" w:rsidRDefault="006567F3" w:rsidP="00F65492">
      <w:pPr>
        <w:rPr>
          <w:rFonts w:ascii="PT Sans" w:hAnsi="PT Sans" w:cstheme="minorHAnsi"/>
        </w:rPr>
      </w:pPr>
      <w:r w:rsidRPr="0044382F">
        <w:rPr>
          <w:rFonts w:ascii="PT Sans" w:hAnsi="PT Sans" w:cstheme="minorHAnsi"/>
        </w:rPr>
        <w:t xml:space="preserve">For Usan Abasi </w:t>
      </w:r>
      <w:r w:rsidR="000A2E21" w:rsidRPr="0044382F">
        <w:rPr>
          <w:rFonts w:ascii="PT Sans" w:hAnsi="PT Sans" w:cstheme="minorHAnsi"/>
        </w:rPr>
        <w:t>was</w:t>
      </w:r>
      <w:r w:rsidR="00F95ACF" w:rsidRPr="0044382F">
        <w:rPr>
          <w:rFonts w:ascii="PT Sans" w:hAnsi="PT Sans" w:cstheme="minorHAnsi"/>
        </w:rPr>
        <w:t xml:space="preserve"> no ordinary </w:t>
      </w:r>
      <w:r w:rsidR="00F95ACF" w:rsidRPr="0044382F">
        <w:rPr>
          <w:rFonts w:ascii="PT Sans" w:hAnsi="PT Sans" w:cstheme="minorHAnsi"/>
          <w:i/>
        </w:rPr>
        <w:t>ndem</w:t>
      </w:r>
      <w:r w:rsidR="00F95ACF" w:rsidRPr="0044382F">
        <w:rPr>
          <w:rFonts w:ascii="PT Sans" w:hAnsi="PT Sans" w:cstheme="minorHAnsi"/>
        </w:rPr>
        <w:t xml:space="preserve">. He was the servant of the Sky God, Abasi, who thought to challenge his power and was cursed for it, transformed into a </w:t>
      </w:r>
      <w:r w:rsidR="00071AAB" w:rsidRPr="0044382F">
        <w:rPr>
          <w:rFonts w:ascii="PT Sans" w:hAnsi="PT Sans" w:cstheme="minorHAnsi"/>
        </w:rPr>
        <w:t>brass</w:t>
      </w:r>
      <w:r w:rsidR="00F95ACF" w:rsidRPr="0044382F">
        <w:rPr>
          <w:rFonts w:ascii="PT Sans" w:hAnsi="PT Sans" w:cstheme="minorHAnsi"/>
        </w:rPr>
        <w:t xml:space="preserve"> </w:t>
      </w:r>
      <w:proofErr w:type="gramStart"/>
      <w:r w:rsidR="00F95ACF" w:rsidRPr="0044382F">
        <w:rPr>
          <w:rFonts w:ascii="PT Sans" w:hAnsi="PT Sans" w:cstheme="minorHAnsi"/>
        </w:rPr>
        <w:t>bowl</w:t>
      </w:r>
      <w:proofErr w:type="gramEnd"/>
      <w:r w:rsidR="00F95ACF" w:rsidRPr="0044382F">
        <w:rPr>
          <w:rFonts w:ascii="PT Sans" w:hAnsi="PT Sans" w:cstheme="minorHAnsi"/>
        </w:rPr>
        <w:t xml:space="preserve"> and placed as a prisoner within the termite mountain, to be tended by them forever.</w:t>
      </w:r>
    </w:p>
    <w:p w14:paraId="619EB8C2" w14:textId="2645F479" w:rsidR="005428B7" w:rsidRPr="0044382F" w:rsidRDefault="00071AAB" w:rsidP="00F65492">
      <w:pPr>
        <w:rPr>
          <w:rFonts w:ascii="PT Sans" w:hAnsi="PT Sans" w:cstheme="minorHAnsi"/>
        </w:rPr>
      </w:pPr>
      <w:r w:rsidRPr="0044382F">
        <w:rPr>
          <w:rFonts w:ascii="PT Sans" w:hAnsi="PT Sans" w:cstheme="minorHAnsi"/>
        </w:rPr>
        <w:t xml:space="preserve">It is the yellow yolk of the egg-stone which permits the termites to maintain their control over Usan Abasi </w:t>
      </w:r>
      <w:r w:rsidR="00E57B9F" w:rsidRPr="0044382F">
        <w:rPr>
          <w:rFonts w:ascii="PT Sans" w:hAnsi="PT Sans" w:cstheme="minorHAnsi"/>
        </w:rPr>
        <w:t>– to</w:t>
      </w:r>
      <w:r w:rsidR="005428B7" w:rsidRPr="0044382F">
        <w:rPr>
          <w:rFonts w:ascii="PT Sans" w:hAnsi="PT Sans" w:cstheme="minorHAnsi"/>
        </w:rPr>
        <w:t xml:space="preserve"> </w:t>
      </w:r>
      <w:r w:rsidR="00425E16" w:rsidRPr="0044382F">
        <w:rPr>
          <w:rFonts w:ascii="PT Sans" w:hAnsi="PT Sans" w:cstheme="minorHAnsi"/>
        </w:rPr>
        <w:t xml:space="preserve">daily </w:t>
      </w:r>
      <w:r w:rsidR="005428B7" w:rsidRPr="0044382F">
        <w:rPr>
          <w:rFonts w:ascii="PT Sans" w:hAnsi="PT Sans" w:cstheme="minorHAnsi"/>
        </w:rPr>
        <w:t>polish the vessel and</w:t>
      </w:r>
      <w:r w:rsidR="00E57B9F" w:rsidRPr="0044382F">
        <w:rPr>
          <w:rFonts w:ascii="PT Sans" w:hAnsi="PT Sans" w:cstheme="minorHAnsi"/>
        </w:rPr>
        <w:t xml:space="preserve"> keep him wrapped in slumber – </w:t>
      </w:r>
      <w:r w:rsidRPr="0044382F">
        <w:rPr>
          <w:rFonts w:ascii="PT Sans" w:hAnsi="PT Sans" w:cstheme="minorHAnsi"/>
        </w:rPr>
        <w:t>and, without this, the brass began to tarnish</w:t>
      </w:r>
      <w:r w:rsidR="005428B7" w:rsidRPr="0044382F">
        <w:rPr>
          <w:rFonts w:ascii="PT Sans" w:hAnsi="PT Sans" w:cstheme="minorHAnsi"/>
        </w:rPr>
        <w:t>.</w:t>
      </w:r>
    </w:p>
    <w:p w14:paraId="071A1431" w14:textId="795F8C85" w:rsidR="00071AAB" w:rsidRPr="0044382F" w:rsidRDefault="00071AAB" w:rsidP="00F65492">
      <w:pPr>
        <w:rPr>
          <w:rFonts w:ascii="PT Sans" w:hAnsi="PT Sans" w:cstheme="minorHAnsi"/>
        </w:rPr>
      </w:pPr>
      <w:r w:rsidRPr="0044382F">
        <w:rPr>
          <w:rFonts w:ascii="PT Sans" w:hAnsi="PT Sans" w:cstheme="minorHAnsi"/>
        </w:rPr>
        <w:t>Gradually, Usan Abasi began to stir.</w:t>
      </w:r>
    </w:p>
    <w:p w14:paraId="404A02A1" w14:textId="14B57B6B" w:rsidR="00071AAB" w:rsidRPr="0044382F" w:rsidRDefault="00071AAB" w:rsidP="00F65492">
      <w:pPr>
        <w:rPr>
          <w:rFonts w:ascii="PT Sans" w:hAnsi="PT Sans" w:cstheme="minorHAnsi"/>
        </w:rPr>
      </w:pPr>
      <w:r w:rsidRPr="0044382F">
        <w:rPr>
          <w:rFonts w:ascii="PT Sans" w:hAnsi="PT Sans" w:cstheme="minorHAnsi"/>
        </w:rPr>
        <w:t>And, one day, almost a century after the last successful ceremony, U</w:t>
      </w:r>
      <w:r w:rsidR="00232D02" w:rsidRPr="0044382F">
        <w:rPr>
          <w:rFonts w:ascii="PT Sans" w:hAnsi="PT Sans" w:cstheme="minorHAnsi"/>
        </w:rPr>
        <w:t>s</w:t>
      </w:r>
      <w:r w:rsidRPr="0044382F">
        <w:rPr>
          <w:rFonts w:ascii="PT Sans" w:hAnsi="PT Sans" w:cstheme="minorHAnsi"/>
        </w:rPr>
        <w:t>an Abasi awoke.</w:t>
      </w:r>
    </w:p>
    <w:p w14:paraId="490B12F9" w14:textId="0CA1B76C" w:rsidR="00071AAB" w:rsidRPr="0044382F" w:rsidRDefault="00E57B9F" w:rsidP="00F65492">
      <w:pPr>
        <w:rPr>
          <w:rFonts w:ascii="PT Sans" w:hAnsi="PT Sans" w:cstheme="minorHAnsi"/>
        </w:rPr>
      </w:pPr>
      <w:r w:rsidRPr="0044382F">
        <w:rPr>
          <w:rFonts w:ascii="PT Sans" w:hAnsi="PT Sans" w:cstheme="minorHAnsi"/>
        </w:rPr>
        <w:t>He sat on the edge of the altar, looking about his cathedral, listening to the quiet rustle of the working termites, and consider</w:t>
      </w:r>
      <w:r w:rsidR="006F023E" w:rsidRPr="0044382F">
        <w:rPr>
          <w:rFonts w:ascii="PT Sans" w:hAnsi="PT Sans" w:cstheme="minorHAnsi"/>
        </w:rPr>
        <w:t>ing</w:t>
      </w:r>
      <w:r w:rsidRPr="0044382F">
        <w:rPr>
          <w:rFonts w:ascii="PT Sans" w:hAnsi="PT Sans" w:cstheme="minorHAnsi"/>
        </w:rPr>
        <w:t xml:space="preserve"> his options.</w:t>
      </w:r>
    </w:p>
    <w:p w14:paraId="33065073" w14:textId="10970427" w:rsidR="00077763" w:rsidRPr="0044382F" w:rsidRDefault="00077763" w:rsidP="00F65492">
      <w:pPr>
        <w:rPr>
          <w:rFonts w:ascii="PT Sans" w:hAnsi="PT Sans" w:cstheme="minorHAnsi"/>
        </w:rPr>
      </w:pPr>
      <w:r w:rsidRPr="0044382F">
        <w:rPr>
          <w:rFonts w:ascii="PT Sans" w:hAnsi="PT Sans" w:cstheme="minorHAnsi"/>
        </w:rPr>
        <w:t>‘For one,’ he said, his voice brassy in the blue-white light from the nervous fluorescent termites, ‘I cannot go outside for I have no wish for the Sky God to notice my presence.</w:t>
      </w:r>
    </w:p>
    <w:p w14:paraId="17509268" w14:textId="77777777" w:rsidR="00CB381B" w:rsidRPr="0044382F" w:rsidRDefault="00077763" w:rsidP="00F65492">
      <w:pPr>
        <w:rPr>
          <w:rFonts w:ascii="PT Sans" w:hAnsi="PT Sans" w:cstheme="minorHAnsi"/>
        </w:rPr>
      </w:pPr>
      <w:r w:rsidRPr="0044382F">
        <w:rPr>
          <w:rFonts w:ascii="PT Sans" w:hAnsi="PT Sans" w:cstheme="minorHAnsi"/>
        </w:rPr>
        <w:t xml:space="preserve">‘For two, I am </w:t>
      </w:r>
      <w:r w:rsidR="00CB381B" w:rsidRPr="0044382F">
        <w:rPr>
          <w:rFonts w:ascii="PT Sans" w:hAnsi="PT Sans" w:cstheme="minorHAnsi"/>
        </w:rPr>
        <w:t>cold.</w:t>
      </w:r>
    </w:p>
    <w:p w14:paraId="0C86F3A9" w14:textId="7E9FCF00" w:rsidR="00077763" w:rsidRPr="0044382F" w:rsidRDefault="00CB381B" w:rsidP="00F65492">
      <w:pPr>
        <w:rPr>
          <w:rFonts w:ascii="PT Sans" w:hAnsi="PT Sans" w:cstheme="minorHAnsi"/>
        </w:rPr>
      </w:pPr>
      <w:r w:rsidRPr="0044382F">
        <w:rPr>
          <w:rFonts w:ascii="PT Sans" w:hAnsi="PT Sans" w:cstheme="minorHAnsi"/>
        </w:rPr>
        <w:t xml:space="preserve">‘For three, I am </w:t>
      </w:r>
      <w:r w:rsidR="00077763" w:rsidRPr="0044382F">
        <w:rPr>
          <w:rFonts w:ascii="PT Sans" w:hAnsi="PT Sans" w:cstheme="minorHAnsi"/>
        </w:rPr>
        <w:t>hungry.’</w:t>
      </w:r>
    </w:p>
    <w:p w14:paraId="6C6A9FFE" w14:textId="4DB9C338" w:rsidR="00E80389" w:rsidRPr="0044382F" w:rsidRDefault="00E80389" w:rsidP="00F65492">
      <w:pPr>
        <w:rPr>
          <w:rFonts w:ascii="PT Sans" w:hAnsi="PT Sans" w:cstheme="minorHAnsi"/>
        </w:rPr>
      </w:pPr>
      <w:r w:rsidRPr="0044382F">
        <w:rPr>
          <w:rFonts w:ascii="PT Sans" w:hAnsi="PT Sans" w:cstheme="minorHAnsi"/>
        </w:rPr>
        <w:t>He set the termites to collect food for him, carrying fruit and meat raw from the jungle and laying it upon his altar. He wrinkled his nose at having to eat uncooked flesh but, his stomach gurgling, he overcame his resistance.</w:t>
      </w:r>
    </w:p>
    <w:p w14:paraId="18F185FD" w14:textId="61BF7FA5" w:rsidR="00F07BA0" w:rsidRPr="0044382F" w:rsidRDefault="00F07BA0" w:rsidP="00F65492">
      <w:pPr>
        <w:rPr>
          <w:rFonts w:ascii="PT Sans" w:hAnsi="PT Sans" w:cstheme="minorHAnsi"/>
        </w:rPr>
      </w:pPr>
      <w:r w:rsidRPr="0044382F">
        <w:rPr>
          <w:rFonts w:ascii="PT Sans" w:hAnsi="PT Sans" w:cstheme="minorHAnsi"/>
        </w:rPr>
        <w:t>His cold, however, they could do nothing for. One such as Usan Abasi is raised in the blazing presence of the Sky God</w:t>
      </w:r>
      <w:r w:rsidR="00425E16" w:rsidRPr="0044382F">
        <w:rPr>
          <w:rFonts w:ascii="PT Sans" w:hAnsi="PT Sans" w:cstheme="minorHAnsi"/>
        </w:rPr>
        <w:t>,</w:t>
      </w:r>
      <w:r w:rsidRPr="0044382F">
        <w:rPr>
          <w:rFonts w:ascii="PT Sans" w:hAnsi="PT Sans" w:cstheme="minorHAnsi"/>
        </w:rPr>
        <w:t xml:space="preserve"> and the earth – even within the warmth of a termite mountain – is a cold place.</w:t>
      </w:r>
    </w:p>
    <w:p w14:paraId="6A8324E0" w14:textId="6E71BBD0" w:rsidR="00F07BA0" w:rsidRPr="0044382F" w:rsidRDefault="00F07BA0" w:rsidP="00F65492">
      <w:pPr>
        <w:rPr>
          <w:rFonts w:ascii="PT Sans" w:hAnsi="PT Sans" w:cstheme="minorHAnsi"/>
        </w:rPr>
      </w:pPr>
      <w:r w:rsidRPr="0044382F">
        <w:rPr>
          <w:rFonts w:ascii="PT Sans" w:hAnsi="PT Sans" w:cstheme="minorHAnsi"/>
        </w:rPr>
        <w:t>Usan Abasi shivered, swaddled in animal pelts</w:t>
      </w:r>
      <w:r w:rsidR="001C1383" w:rsidRPr="0044382F">
        <w:rPr>
          <w:rFonts w:ascii="PT Sans" w:hAnsi="PT Sans" w:cstheme="minorHAnsi"/>
        </w:rPr>
        <w:t>. He</w:t>
      </w:r>
      <w:r w:rsidRPr="0044382F">
        <w:rPr>
          <w:rFonts w:ascii="PT Sans" w:hAnsi="PT Sans" w:cstheme="minorHAnsi"/>
        </w:rPr>
        <w:t xml:space="preserve"> blocked</w:t>
      </w:r>
      <w:r w:rsidR="001C1383" w:rsidRPr="0044382F">
        <w:rPr>
          <w:rFonts w:ascii="PT Sans" w:hAnsi="PT Sans" w:cstheme="minorHAnsi"/>
        </w:rPr>
        <w:t xml:space="preserve"> the chimneys at the peak of the mountain with animal bones and skulls</w:t>
      </w:r>
      <w:r w:rsidRPr="0044382F">
        <w:rPr>
          <w:rFonts w:ascii="PT Sans" w:hAnsi="PT Sans" w:cstheme="minorHAnsi"/>
        </w:rPr>
        <w:t>. He begged for hot soups, but to no avail, for the termites have no cooking fires.</w:t>
      </w:r>
    </w:p>
    <w:p w14:paraId="1F0A8E34" w14:textId="1FFF0926" w:rsidR="00F85A4C" w:rsidRPr="0044382F" w:rsidRDefault="005C7DF7" w:rsidP="00F65492">
      <w:pPr>
        <w:rPr>
          <w:rFonts w:ascii="PT Sans" w:hAnsi="PT Sans" w:cstheme="minorHAnsi"/>
        </w:rPr>
      </w:pPr>
      <w:r w:rsidRPr="0044382F">
        <w:rPr>
          <w:rFonts w:ascii="PT Sans" w:hAnsi="PT Sans" w:cstheme="minorHAnsi"/>
        </w:rPr>
        <w:t xml:space="preserve">He </w:t>
      </w:r>
      <w:r w:rsidR="004A4B05" w:rsidRPr="0044382F">
        <w:rPr>
          <w:rFonts w:ascii="PT Sans" w:hAnsi="PT Sans" w:cstheme="minorHAnsi"/>
        </w:rPr>
        <w:t xml:space="preserve">tried distracting himself, </w:t>
      </w:r>
      <w:r w:rsidRPr="0044382F">
        <w:rPr>
          <w:rFonts w:ascii="PT Sans" w:hAnsi="PT Sans" w:cstheme="minorHAnsi"/>
        </w:rPr>
        <w:t>wander</w:t>
      </w:r>
      <w:r w:rsidR="004A4B05" w:rsidRPr="0044382F">
        <w:rPr>
          <w:rFonts w:ascii="PT Sans" w:hAnsi="PT Sans" w:cstheme="minorHAnsi"/>
        </w:rPr>
        <w:t>ing</w:t>
      </w:r>
      <w:r w:rsidRPr="0044382F">
        <w:rPr>
          <w:rFonts w:ascii="PT Sans" w:hAnsi="PT Sans" w:cstheme="minorHAnsi"/>
        </w:rPr>
        <w:t xml:space="preserve"> the depths of the chambers where the termites lived, </w:t>
      </w:r>
      <w:r w:rsidR="00F85A4C" w:rsidRPr="0044382F">
        <w:rPr>
          <w:rFonts w:ascii="PT Sans" w:hAnsi="PT Sans" w:cstheme="minorHAnsi"/>
        </w:rPr>
        <w:t xml:space="preserve">staring at the endless </w:t>
      </w:r>
      <w:r w:rsidR="00E00520" w:rsidRPr="0044382F">
        <w:rPr>
          <w:rFonts w:ascii="PT Sans" w:hAnsi="PT Sans" w:cstheme="minorHAnsi"/>
        </w:rPr>
        <w:t xml:space="preserve">fungal </w:t>
      </w:r>
      <w:r w:rsidR="00F85A4C" w:rsidRPr="0044382F">
        <w:rPr>
          <w:rFonts w:ascii="PT Sans" w:hAnsi="PT Sans" w:cstheme="minorHAnsi"/>
        </w:rPr>
        <w:t xml:space="preserve">farms where they tended their crops, the processing chambers where </w:t>
      </w:r>
      <w:r w:rsidR="002E51EC" w:rsidRPr="0044382F">
        <w:rPr>
          <w:rFonts w:ascii="PT Sans" w:hAnsi="PT Sans" w:cstheme="minorHAnsi"/>
        </w:rPr>
        <w:t>their harvest</w:t>
      </w:r>
      <w:r w:rsidR="00F85A4C" w:rsidRPr="0044382F">
        <w:rPr>
          <w:rFonts w:ascii="PT Sans" w:hAnsi="PT Sans" w:cstheme="minorHAnsi"/>
        </w:rPr>
        <w:t xml:space="preserve"> was chewed into a rich paste, the nursery where workers tended the next generation,</w:t>
      </w:r>
      <w:r w:rsidRPr="0044382F">
        <w:rPr>
          <w:rFonts w:ascii="PT Sans" w:hAnsi="PT Sans" w:cstheme="minorHAnsi"/>
        </w:rPr>
        <w:t xml:space="preserve"> and returning to his cathedral where he sat,</w:t>
      </w:r>
      <w:r w:rsidR="002353A2" w:rsidRPr="0044382F">
        <w:rPr>
          <w:rFonts w:ascii="PT Sans" w:hAnsi="PT Sans" w:cstheme="minorHAnsi"/>
        </w:rPr>
        <w:t xml:space="preserve"> </w:t>
      </w:r>
      <w:proofErr w:type="gramStart"/>
      <w:r w:rsidR="002353A2" w:rsidRPr="0044382F">
        <w:rPr>
          <w:rFonts w:ascii="PT Sans" w:hAnsi="PT Sans" w:cstheme="minorHAnsi"/>
        </w:rPr>
        <w:t>shivering</w:t>
      </w:r>
      <w:proofErr w:type="gramEnd"/>
      <w:r w:rsidR="002353A2" w:rsidRPr="0044382F">
        <w:rPr>
          <w:rFonts w:ascii="PT Sans" w:hAnsi="PT Sans" w:cstheme="minorHAnsi"/>
        </w:rPr>
        <w:t xml:space="preserve"> and</w:t>
      </w:r>
      <w:r w:rsidRPr="0044382F">
        <w:rPr>
          <w:rFonts w:ascii="PT Sans" w:hAnsi="PT Sans" w:cstheme="minorHAnsi"/>
        </w:rPr>
        <w:t xml:space="preserve"> growing bored with his prison and his meals.</w:t>
      </w:r>
    </w:p>
    <w:p w14:paraId="3B66C3DD" w14:textId="400942E3" w:rsidR="005C7DF7" w:rsidRPr="0044382F" w:rsidRDefault="00BA4244" w:rsidP="00F65492">
      <w:pPr>
        <w:rPr>
          <w:rFonts w:ascii="PT Sans" w:hAnsi="PT Sans" w:cstheme="minorHAnsi"/>
        </w:rPr>
      </w:pPr>
      <w:r w:rsidRPr="0044382F">
        <w:rPr>
          <w:rFonts w:ascii="PT Sans" w:hAnsi="PT Sans" w:cstheme="minorHAnsi"/>
        </w:rPr>
        <w:t xml:space="preserve">He sighed and rubbed his belly as he remembered the soups of his youth; of </w:t>
      </w:r>
      <w:r w:rsidRPr="0044382F">
        <w:rPr>
          <w:rFonts w:ascii="PT Sans" w:hAnsi="PT Sans" w:cstheme="minorHAnsi"/>
          <w:i/>
        </w:rPr>
        <w:t>egusi</w:t>
      </w:r>
      <w:r w:rsidRPr="0044382F">
        <w:rPr>
          <w:rFonts w:ascii="PT Sans" w:hAnsi="PT Sans" w:cstheme="minorHAnsi"/>
        </w:rPr>
        <w:t xml:space="preserve">, </w:t>
      </w:r>
      <w:r w:rsidR="0056677A" w:rsidRPr="0044382F">
        <w:rPr>
          <w:rFonts w:ascii="PT Sans" w:hAnsi="PT Sans" w:cstheme="minorHAnsi"/>
        </w:rPr>
        <w:t xml:space="preserve">catfish </w:t>
      </w:r>
      <w:r w:rsidRPr="0044382F">
        <w:rPr>
          <w:rFonts w:ascii="PT Sans" w:hAnsi="PT Sans" w:cstheme="minorHAnsi"/>
        </w:rPr>
        <w:t xml:space="preserve">pepper soup, or </w:t>
      </w:r>
      <w:r w:rsidRPr="0044382F">
        <w:rPr>
          <w:rFonts w:ascii="PT Sans" w:hAnsi="PT Sans" w:cstheme="minorHAnsi"/>
          <w:i/>
        </w:rPr>
        <w:t>miyan kuka</w:t>
      </w:r>
      <w:r w:rsidRPr="0044382F">
        <w:rPr>
          <w:rFonts w:ascii="PT Sans" w:hAnsi="PT Sans" w:cstheme="minorHAnsi"/>
        </w:rPr>
        <w:t xml:space="preserve"> made from the leaves of the baobab.</w:t>
      </w:r>
      <w:r w:rsidR="00FA4DDE" w:rsidRPr="0044382F">
        <w:rPr>
          <w:rFonts w:ascii="PT Sans" w:hAnsi="PT Sans" w:cstheme="minorHAnsi"/>
        </w:rPr>
        <w:t xml:space="preserve"> Oh, the feasts he enjoyed when he sat in the court of the Sky God.</w:t>
      </w:r>
    </w:p>
    <w:p w14:paraId="4D4CE3FB" w14:textId="540CD6DA" w:rsidR="005C7DF7" w:rsidRPr="0044382F" w:rsidRDefault="005C7DF7" w:rsidP="00F65492">
      <w:pPr>
        <w:rPr>
          <w:rFonts w:ascii="PT Sans" w:hAnsi="PT Sans" w:cstheme="minorHAnsi"/>
        </w:rPr>
      </w:pPr>
      <w:r w:rsidRPr="0044382F">
        <w:rPr>
          <w:rFonts w:ascii="PT Sans" w:hAnsi="PT Sans" w:cstheme="minorHAnsi"/>
        </w:rPr>
        <w:t>‘There is nothing for it,’ he said</w:t>
      </w:r>
      <w:r w:rsidR="00BA4244" w:rsidRPr="0044382F">
        <w:rPr>
          <w:rFonts w:ascii="PT Sans" w:hAnsi="PT Sans" w:cstheme="minorHAnsi"/>
        </w:rPr>
        <w:t xml:space="preserve"> when he could bear </w:t>
      </w:r>
      <w:r w:rsidR="006506AE" w:rsidRPr="0044382F">
        <w:rPr>
          <w:rFonts w:ascii="PT Sans" w:hAnsi="PT Sans" w:cstheme="minorHAnsi"/>
        </w:rPr>
        <w:t>his</w:t>
      </w:r>
      <w:r w:rsidR="002353A2" w:rsidRPr="0044382F">
        <w:rPr>
          <w:rFonts w:ascii="PT Sans" w:hAnsi="PT Sans" w:cstheme="minorHAnsi"/>
        </w:rPr>
        <w:t xml:space="preserve"> cold and his</w:t>
      </w:r>
      <w:r w:rsidR="006506AE" w:rsidRPr="0044382F">
        <w:rPr>
          <w:rFonts w:ascii="PT Sans" w:hAnsi="PT Sans" w:cstheme="minorHAnsi"/>
        </w:rPr>
        <w:t xml:space="preserve"> salivating</w:t>
      </w:r>
      <w:r w:rsidR="00BA4244" w:rsidRPr="0044382F">
        <w:rPr>
          <w:rFonts w:ascii="PT Sans" w:hAnsi="PT Sans" w:cstheme="minorHAnsi"/>
        </w:rPr>
        <w:t xml:space="preserve"> agony no longer</w:t>
      </w:r>
      <w:r w:rsidRPr="0044382F">
        <w:rPr>
          <w:rFonts w:ascii="PT Sans" w:hAnsi="PT Sans" w:cstheme="minorHAnsi"/>
        </w:rPr>
        <w:t>. ‘I shall have to teach them the secret of fire.’</w:t>
      </w:r>
    </w:p>
    <w:p w14:paraId="68D08374" w14:textId="3B31B25C" w:rsidR="00461262" w:rsidRPr="0044382F" w:rsidRDefault="00461262" w:rsidP="00F65492">
      <w:pPr>
        <w:rPr>
          <w:rFonts w:ascii="PT Sans" w:hAnsi="PT Sans" w:cstheme="minorHAnsi"/>
        </w:rPr>
      </w:pPr>
      <w:r w:rsidRPr="0044382F">
        <w:rPr>
          <w:rFonts w:ascii="PT Sans" w:hAnsi="PT Sans" w:cstheme="minorHAnsi"/>
        </w:rPr>
        <w:t xml:space="preserve">He called out to the billions of termites, to the matrix-mind formed by the interactions of </w:t>
      </w:r>
      <w:r w:rsidR="00BA4244" w:rsidRPr="0044382F">
        <w:rPr>
          <w:rFonts w:ascii="PT Sans" w:hAnsi="PT Sans" w:cstheme="minorHAnsi"/>
        </w:rPr>
        <w:t>a</w:t>
      </w:r>
      <w:r w:rsidRPr="0044382F">
        <w:rPr>
          <w:rFonts w:ascii="PT Sans" w:hAnsi="PT Sans" w:cstheme="minorHAnsi"/>
        </w:rPr>
        <w:t xml:space="preserve"> special cast</w:t>
      </w:r>
      <w:r w:rsidR="00BA4244" w:rsidRPr="0044382F">
        <w:rPr>
          <w:rFonts w:ascii="PT Sans" w:hAnsi="PT Sans" w:cstheme="minorHAnsi"/>
        </w:rPr>
        <w:t xml:space="preserve"> of workers</w:t>
      </w:r>
      <w:r w:rsidRPr="0044382F">
        <w:rPr>
          <w:rFonts w:ascii="PT Sans" w:hAnsi="PT Sans" w:cstheme="minorHAnsi"/>
        </w:rPr>
        <w:t>, demanding they attend his lessons.</w:t>
      </w:r>
    </w:p>
    <w:p w14:paraId="7C9436EE" w14:textId="75A46943" w:rsidR="00E87E03" w:rsidRPr="0044382F" w:rsidRDefault="00E87E03" w:rsidP="00F65492">
      <w:pPr>
        <w:rPr>
          <w:rFonts w:ascii="PT Sans" w:hAnsi="PT Sans" w:cstheme="minorHAnsi"/>
        </w:rPr>
      </w:pPr>
      <w:r w:rsidRPr="0044382F">
        <w:rPr>
          <w:rFonts w:ascii="PT Sans" w:hAnsi="PT Sans" w:cstheme="minorHAnsi"/>
        </w:rPr>
        <w:t>The matrix-mind of the termite mountain is not like the mind of people or even of ndem. It is static and laboured. Perfect for maintaining order and ensuring the patterns of a thousand years are maintained exactly, but slow to absorb new ideas or adapt to change.</w:t>
      </w:r>
    </w:p>
    <w:p w14:paraId="3F673862" w14:textId="319E604E" w:rsidR="00E87E03" w:rsidRPr="0044382F" w:rsidRDefault="00E87E03" w:rsidP="00F65492">
      <w:pPr>
        <w:rPr>
          <w:rFonts w:ascii="PT Sans" w:hAnsi="PT Sans" w:cstheme="minorHAnsi"/>
        </w:rPr>
      </w:pPr>
      <w:r w:rsidRPr="0044382F">
        <w:rPr>
          <w:rFonts w:ascii="PT Sans" w:hAnsi="PT Sans" w:cstheme="minorHAnsi"/>
        </w:rPr>
        <w:t>Even as the yellow liquid from the last ceremony had run out, the matrix-mind had directed workers to continue polish</w:t>
      </w:r>
      <w:r w:rsidR="00970964" w:rsidRPr="0044382F">
        <w:rPr>
          <w:rFonts w:ascii="PT Sans" w:hAnsi="PT Sans" w:cstheme="minorHAnsi"/>
        </w:rPr>
        <w:t>ing</w:t>
      </w:r>
      <w:r w:rsidRPr="0044382F">
        <w:rPr>
          <w:rFonts w:ascii="PT Sans" w:hAnsi="PT Sans" w:cstheme="minorHAnsi"/>
        </w:rPr>
        <w:t xml:space="preserve"> the bowl of Usan Abasi. Somewhere was the knowledge that this was their single purpose, but there was no understanding of what to do should a ceremony fail.</w:t>
      </w:r>
    </w:p>
    <w:p w14:paraId="23E14EAE" w14:textId="6143DE8A" w:rsidR="00970964" w:rsidRPr="0044382F" w:rsidRDefault="00970964" w:rsidP="00F65492">
      <w:pPr>
        <w:rPr>
          <w:rFonts w:ascii="PT Sans" w:hAnsi="PT Sans" w:cstheme="minorHAnsi"/>
        </w:rPr>
      </w:pPr>
      <w:r w:rsidRPr="0044382F">
        <w:rPr>
          <w:rFonts w:ascii="PT Sans" w:hAnsi="PT Sans" w:cstheme="minorHAnsi"/>
        </w:rPr>
        <w:t xml:space="preserve">Now that Usan Abasi </w:t>
      </w:r>
      <w:r w:rsidR="005C3BD9" w:rsidRPr="0044382F">
        <w:rPr>
          <w:rFonts w:ascii="PT Sans" w:hAnsi="PT Sans" w:cstheme="minorHAnsi"/>
        </w:rPr>
        <w:t>had been</w:t>
      </w:r>
      <w:r w:rsidRPr="0044382F">
        <w:rPr>
          <w:rFonts w:ascii="PT Sans" w:hAnsi="PT Sans" w:cstheme="minorHAnsi"/>
        </w:rPr>
        <w:t xml:space="preserve"> released, the termites </w:t>
      </w:r>
      <w:r w:rsidR="005C3BD9" w:rsidRPr="0044382F">
        <w:rPr>
          <w:rFonts w:ascii="PT Sans" w:hAnsi="PT Sans" w:cstheme="minorHAnsi"/>
        </w:rPr>
        <w:t>were</w:t>
      </w:r>
      <w:r w:rsidRPr="0044382F">
        <w:rPr>
          <w:rFonts w:ascii="PT Sans" w:hAnsi="PT Sans" w:cstheme="minorHAnsi"/>
        </w:rPr>
        <w:t xml:space="preserve"> directionless and yield</w:t>
      </w:r>
      <w:r w:rsidR="005C3BD9" w:rsidRPr="0044382F">
        <w:rPr>
          <w:rFonts w:ascii="PT Sans" w:hAnsi="PT Sans" w:cstheme="minorHAnsi"/>
        </w:rPr>
        <w:t>ed</w:t>
      </w:r>
      <w:r w:rsidRPr="0044382F">
        <w:rPr>
          <w:rFonts w:ascii="PT Sans" w:hAnsi="PT Sans" w:cstheme="minorHAnsi"/>
        </w:rPr>
        <w:t xml:space="preserve"> </w:t>
      </w:r>
      <w:r w:rsidR="001826A2" w:rsidRPr="0044382F">
        <w:rPr>
          <w:rFonts w:ascii="PT Sans" w:hAnsi="PT Sans" w:cstheme="minorHAnsi"/>
        </w:rPr>
        <w:t xml:space="preserve">easily </w:t>
      </w:r>
      <w:r w:rsidRPr="0044382F">
        <w:rPr>
          <w:rFonts w:ascii="PT Sans" w:hAnsi="PT Sans" w:cstheme="minorHAnsi"/>
        </w:rPr>
        <w:t>to his demands.</w:t>
      </w:r>
      <w:r w:rsidR="007774A2" w:rsidRPr="0044382F">
        <w:rPr>
          <w:rFonts w:ascii="PT Sans" w:hAnsi="PT Sans" w:cstheme="minorHAnsi"/>
        </w:rPr>
        <w:t xml:space="preserve"> </w:t>
      </w:r>
      <w:proofErr w:type="gramStart"/>
      <w:r w:rsidR="007774A2" w:rsidRPr="0044382F">
        <w:rPr>
          <w:rFonts w:ascii="PT Sans" w:hAnsi="PT Sans" w:cstheme="minorHAnsi"/>
        </w:rPr>
        <w:t>As long as</w:t>
      </w:r>
      <w:proofErr w:type="gramEnd"/>
      <w:r w:rsidR="007774A2" w:rsidRPr="0044382F">
        <w:rPr>
          <w:rFonts w:ascii="PT Sans" w:hAnsi="PT Sans" w:cstheme="minorHAnsi"/>
        </w:rPr>
        <w:t xml:space="preserve"> these demands remain</w:t>
      </w:r>
      <w:r w:rsidR="005C3BD9" w:rsidRPr="0044382F">
        <w:rPr>
          <w:rFonts w:ascii="PT Sans" w:hAnsi="PT Sans" w:cstheme="minorHAnsi"/>
        </w:rPr>
        <w:t>ed</w:t>
      </w:r>
      <w:r w:rsidR="007774A2" w:rsidRPr="0044382F">
        <w:rPr>
          <w:rFonts w:ascii="PT Sans" w:hAnsi="PT Sans" w:cstheme="minorHAnsi"/>
        </w:rPr>
        <w:t xml:space="preserve"> simple, that is.</w:t>
      </w:r>
    </w:p>
    <w:p w14:paraId="214C4724" w14:textId="0D47AEA1" w:rsidR="007774A2" w:rsidRPr="0044382F" w:rsidRDefault="007774A2" w:rsidP="00F65492">
      <w:pPr>
        <w:rPr>
          <w:rFonts w:ascii="PT Sans" w:hAnsi="PT Sans" w:cstheme="minorHAnsi"/>
        </w:rPr>
      </w:pPr>
      <w:r w:rsidRPr="0044382F">
        <w:rPr>
          <w:rFonts w:ascii="PT Sans" w:hAnsi="PT Sans" w:cstheme="minorHAnsi"/>
        </w:rPr>
        <w:t xml:space="preserve">To fetch something </w:t>
      </w:r>
      <w:r w:rsidR="005C3BD9" w:rsidRPr="0044382F">
        <w:rPr>
          <w:rFonts w:ascii="PT Sans" w:hAnsi="PT Sans" w:cstheme="minorHAnsi"/>
        </w:rPr>
        <w:t>was</w:t>
      </w:r>
      <w:r w:rsidRPr="0044382F">
        <w:rPr>
          <w:rFonts w:ascii="PT Sans" w:hAnsi="PT Sans" w:cstheme="minorHAnsi"/>
        </w:rPr>
        <w:t xml:space="preserve"> </w:t>
      </w:r>
      <w:r w:rsidR="001826A2" w:rsidRPr="0044382F">
        <w:rPr>
          <w:rFonts w:ascii="PT Sans" w:hAnsi="PT Sans" w:cstheme="minorHAnsi"/>
        </w:rPr>
        <w:t>straightforward</w:t>
      </w:r>
      <w:r w:rsidRPr="0044382F">
        <w:rPr>
          <w:rFonts w:ascii="PT Sans" w:hAnsi="PT Sans" w:cstheme="minorHAnsi"/>
        </w:rPr>
        <w:t xml:space="preserve">. To rebuild parts of the </w:t>
      </w:r>
      <w:r w:rsidR="0094173C" w:rsidRPr="0044382F">
        <w:rPr>
          <w:rFonts w:ascii="PT Sans" w:hAnsi="PT Sans" w:cstheme="minorHAnsi"/>
        </w:rPr>
        <w:t>cathedral</w:t>
      </w:r>
      <w:r w:rsidRPr="0044382F">
        <w:rPr>
          <w:rFonts w:ascii="PT Sans" w:hAnsi="PT Sans" w:cstheme="minorHAnsi"/>
        </w:rPr>
        <w:t xml:space="preserve"> so that Usan Abasi may have furniture</w:t>
      </w:r>
      <w:r w:rsidR="003E209E" w:rsidRPr="0044382F">
        <w:rPr>
          <w:rFonts w:ascii="PT Sans" w:hAnsi="PT Sans" w:cstheme="minorHAnsi"/>
        </w:rPr>
        <w:t>,</w:t>
      </w:r>
      <w:r w:rsidRPr="0044382F">
        <w:rPr>
          <w:rFonts w:ascii="PT Sans" w:hAnsi="PT Sans" w:cstheme="minorHAnsi"/>
        </w:rPr>
        <w:t xml:space="preserve"> trivial. Carrying water, drop-by-drop, </w:t>
      </w:r>
      <w:r w:rsidR="005C3BD9" w:rsidRPr="0044382F">
        <w:rPr>
          <w:rFonts w:ascii="PT Sans" w:hAnsi="PT Sans" w:cstheme="minorHAnsi"/>
        </w:rPr>
        <w:t>was</w:t>
      </w:r>
      <w:r w:rsidRPr="0044382F">
        <w:rPr>
          <w:rFonts w:ascii="PT Sans" w:hAnsi="PT Sans" w:cstheme="minorHAnsi"/>
        </w:rPr>
        <w:t xml:space="preserve"> no great challenge for a workforce numbering in the billions.</w:t>
      </w:r>
    </w:p>
    <w:p w14:paraId="2679193E" w14:textId="41B38BEA" w:rsidR="005A5A7F" w:rsidRPr="0044382F" w:rsidRDefault="005A5A7F" w:rsidP="00F65492">
      <w:pPr>
        <w:rPr>
          <w:rFonts w:ascii="PT Sans" w:hAnsi="PT Sans" w:cstheme="minorHAnsi"/>
        </w:rPr>
      </w:pPr>
      <w:r w:rsidRPr="0044382F">
        <w:rPr>
          <w:rFonts w:ascii="PT Sans" w:hAnsi="PT Sans" w:cstheme="minorHAnsi"/>
        </w:rPr>
        <w:t>But fire . . . Ah, that is where the matrix-mind of the termites struggled.</w:t>
      </w:r>
    </w:p>
    <w:p w14:paraId="200B55D8" w14:textId="1862EA6A" w:rsidR="005A5A7F" w:rsidRPr="0044382F" w:rsidRDefault="005A5A7F" w:rsidP="00F65492">
      <w:pPr>
        <w:rPr>
          <w:rFonts w:ascii="PT Sans" w:hAnsi="PT Sans" w:cstheme="minorHAnsi"/>
        </w:rPr>
      </w:pPr>
      <w:r w:rsidRPr="0044382F">
        <w:rPr>
          <w:rFonts w:ascii="PT Sans" w:hAnsi="PT Sans" w:cstheme="minorHAnsi"/>
        </w:rPr>
        <w:t>In vain did Usan Abasi explain the nature of oxidation</w:t>
      </w:r>
      <w:r w:rsidR="0001201A" w:rsidRPr="0044382F">
        <w:rPr>
          <w:rFonts w:ascii="PT Sans" w:hAnsi="PT Sans" w:cstheme="minorHAnsi"/>
        </w:rPr>
        <w:t xml:space="preserve">, of </w:t>
      </w:r>
      <w:r w:rsidR="00960190" w:rsidRPr="0044382F">
        <w:rPr>
          <w:rFonts w:ascii="PT Sans" w:hAnsi="PT Sans" w:cstheme="minorHAnsi"/>
        </w:rPr>
        <w:t>the process that</w:t>
      </w:r>
      <w:r w:rsidR="0001201A" w:rsidRPr="0044382F">
        <w:rPr>
          <w:rFonts w:ascii="PT Sans" w:hAnsi="PT Sans" w:cstheme="minorHAnsi"/>
        </w:rPr>
        <w:t xml:space="preserve"> occurs when </w:t>
      </w:r>
      <w:r w:rsidR="00F03E79" w:rsidRPr="0044382F">
        <w:rPr>
          <w:rFonts w:ascii="PT Sans" w:hAnsi="PT Sans" w:cstheme="minorHAnsi"/>
        </w:rPr>
        <w:t>a combustible fuel undergoes a chain reaction in combination with oxygen and heat. He described the need for convection to ensure a steady supply of oxygen and the removal of combustion by-products so that the flame may continue burning. He sketched in the dust on the floor of the cathedral, drawing for them a series of chambers where they could</w:t>
      </w:r>
      <w:r w:rsidR="00E65FA5" w:rsidRPr="0044382F">
        <w:rPr>
          <w:rFonts w:ascii="PT Sans" w:hAnsi="PT Sans" w:cstheme="minorHAnsi"/>
        </w:rPr>
        <w:t xml:space="preserve"> safely gather the methane produced during the endless conversion of fungi into paste by the workers. </w:t>
      </w:r>
      <w:r w:rsidR="00F03E79" w:rsidRPr="0044382F">
        <w:rPr>
          <w:rFonts w:ascii="PT Sans" w:hAnsi="PT Sans" w:cstheme="minorHAnsi"/>
        </w:rPr>
        <w:t xml:space="preserve"> </w:t>
      </w:r>
      <w:r w:rsidR="00E65FA5" w:rsidRPr="0044382F">
        <w:rPr>
          <w:rFonts w:ascii="PT Sans" w:hAnsi="PT Sans" w:cstheme="minorHAnsi"/>
        </w:rPr>
        <w:t>He drew</w:t>
      </w:r>
      <w:r w:rsidR="00F03E79" w:rsidRPr="0044382F">
        <w:rPr>
          <w:rFonts w:ascii="PT Sans" w:hAnsi="PT Sans" w:cstheme="minorHAnsi"/>
        </w:rPr>
        <w:t xml:space="preserve"> channel</w:t>
      </w:r>
      <w:r w:rsidR="00E65FA5" w:rsidRPr="0044382F">
        <w:rPr>
          <w:rFonts w:ascii="PT Sans" w:hAnsi="PT Sans" w:cstheme="minorHAnsi"/>
        </w:rPr>
        <w:t>s, leading gas</w:t>
      </w:r>
      <w:r w:rsidR="00F03E79" w:rsidRPr="0044382F">
        <w:rPr>
          <w:rFonts w:ascii="PT Sans" w:hAnsi="PT Sans" w:cstheme="minorHAnsi"/>
        </w:rPr>
        <w:t xml:space="preserve"> to his chambers </w:t>
      </w:r>
      <w:r w:rsidR="00E65FA5" w:rsidRPr="0044382F">
        <w:rPr>
          <w:rFonts w:ascii="PT Sans" w:hAnsi="PT Sans" w:cstheme="minorHAnsi"/>
        </w:rPr>
        <w:t>where it would be lit</w:t>
      </w:r>
      <w:r w:rsidR="00F03E79" w:rsidRPr="0044382F">
        <w:rPr>
          <w:rFonts w:ascii="PT Sans" w:hAnsi="PT Sans" w:cstheme="minorHAnsi"/>
        </w:rPr>
        <w:t xml:space="preserve"> to produce heat.</w:t>
      </w:r>
      <w:r w:rsidR="006950FA" w:rsidRPr="0044382F">
        <w:rPr>
          <w:rFonts w:ascii="PT Sans" w:hAnsi="PT Sans" w:cstheme="minorHAnsi"/>
        </w:rPr>
        <w:t xml:space="preserve"> He explained the need for safety, for fire is volatile, and a termite mountain has vast stores of methane.</w:t>
      </w:r>
      <w:r w:rsidR="00471121" w:rsidRPr="0044382F">
        <w:rPr>
          <w:rFonts w:ascii="PT Sans" w:hAnsi="PT Sans" w:cstheme="minorHAnsi"/>
        </w:rPr>
        <w:t xml:space="preserve"> </w:t>
      </w:r>
      <w:r w:rsidR="00DA0FDC" w:rsidRPr="0044382F">
        <w:rPr>
          <w:rFonts w:ascii="PT Sans" w:hAnsi="PT Sans" w:cstheme="minorHAnsi"/>
        </w:rPr>
        <w:t xml:space="preserve">He shivered as he pointed at the </w:t>
      </w:r>
      <w:proofErr w:type="gramStart"/>
      <w:r w:rsidR="00DA0FDC" w:rsidRPr="0044382F">
        <w:rPr>
          <w:rFonts w:ascii="PT Sans" w:hAnsi="PT Sans" w:cstheme="minorHAnsi"/>
        </w:rPr>
        <w:t>bath</w:t>
      </w:r>
      <w:proofErr w:type="gramEnd"/>
      <w:r w:rsidR="00DA0FDC" w:rsidRPr="0044382F">
        <w:rPr>
          <w:rFonts w:ascii="PT Sans" w:hAnsi="PT Sans" w:cstheme="minorHAnsi"/>
        </w:rPr>
        <w:t xml:space="preserve"> they had made for him, filled with cold water. </w:t>
      </w:r>
      <w:r w:rsidR="00471121" w:rsidRPr="0044382F">
        <w:rPr>
          <w:rFonts w:ascii="PT Sans" w:hAnsi="PT Sans" w:cstheme="minorHAnsi"/>
        </w:rPr>
        <w:t>He sobbed as he recited his favourite recipes, his stomach churning in pain, his body bowed low in exhaustion.</w:t>
      </w:r>
    </w:p>
    <w:p w14:paraId="5968CA45" w14:textId="16C1BCEC" w:rsidR="006950FA" w:rsidRPr="0044382F" w:rsidRDefault="006950FA" w:rsidP="00F65492">
      <w:pPr>
        <w:rPr>
          <w:rFonts w:ascii="PT Sans" w:hAnsi="PT Sans" w:cstheme="minorHAnsi"/>
        </w:rPr>
      </w:pPr>
      <w:r w:rsidRPr="0044382F">
        <w:rPr>
          <w:rFonts w:ascii="PT Sans" w:hAnsi="PT Sans" w:cstheme="minorHAnsi"/>
        </w:rPr>
        <w:t xml:space="preserve">He wore his voice hoarse, speaking long into the days and nights, repeating endlessly the pattern of fire </w:t>
      </w:r>
      <w:r w:rsidR="00471121" w:rsidRPr="0044382F">
        <w:rPr>
          <w:rFonts w:ascii="PT Sans" w:hAnsi="PT Sans" w:cstheme="minorHAnsi"/>
        </w:rPr>
        <w:t>and food</w:t>
      </w:r>
      <w:r w:rsidR="00AF6E7D" w:rsidRPr="0044382F">
        <w:rPr>
          <w:rFonts w:ascii="PT Sans" w:hAnsi="PT Sans" w:cstheme="minorHAnsi"/>
        </w:rPr>
        <w:t xml:space="preserve"> and heat</w:t>
      </w:r>
      <w:r w:rsidR="00471121" w:rsidRPr="0044382F">
        <w:rPr>
          <w:rFonts w:ascii="PT Sans" w:hAnsi="PT Sans" w:cstheme="minorHAnsi"/>
        </w:rPr>
        <w:t xml:space="preserve"> </w:t>
      </w:r>
      <w:r w:rsidRPr="0044382F">
        <w:rPr>
          <w:rFonts w:ascii="PT Sans" w:hAnsi="PT Sans" w:cstheme="minorHAnsi"/>
        </w:rPr>
        <w:t>until he was certain this was some new torture devised by the Sky God to ensure his suffering.</w:t>
      </w:r>
    </w:p>
    <w:p w14:paraId="0AC509B7" w14:textId="53EF09DC" w:rsidR="00B57FF2" w:rsidRPr="0044382F" w:rsidRDefault="00D7498E" w:rsidP="00F65492">
      <w:pPr>
        <w:rPr>
          <w:rFonts w:ascii="PT Sans" w:hAnsi="PT Sans" w:cstheme="minorHAnsi"/>
        </w:rPr>
      </w:pPr>
      <w:r w:rsidRPr="0044382F">
        <w:rPr>
          <w:rFonts w:ascii="PT Sans" w:hAnsi="PT Sans" w:cstheme="minorHAnsi"/>
        </w:rPr>
        <w:t>One particularly cold day, as he sat near the entrance to his cathedral, looking wistfully at the rain falling and running in rivers from amongst the trees outside, he heard a faint rumbling and stirring from the bow</w:t>
      </w:r>
      <w:r w:rsidR="00F013B2" w:rsidRPr="0044382F">
        <w:rPr>
          <w:rFonts w:ascii="PT Sans" w:hAnsi="PT Sans" w:cstheme="minorHAnsi"/>
        </w:rPr>
        <w:t>e</w:t>
      </w:r>
      <w:r w:rsidRPr="0044382F">
        <w:rPr>
          <w:rFonts w:ascii="PT Sans" w:hAnsi="PT Sans" w:cstheme="minorHAnsi"/>
        </w:rPr>
        <w:t>ls of the termite mountain.</w:t>
      </w:r>
    </w:p>
    <w:p w14:paraId="11080B02" w14:textId="2779F053" w:rsidR="00B57FF2" w:rsidRPr="0044382F" w:rsidRDefault="00B57FF2" w:rsidP="00F65492">
      <w:pPr>
        <w:rPr>
          <w:rFonts w:ascii="PT Sans" w:hAnsi="PT Sans" w:cstheme="minorHAnsi"/>
        </w:rPr>
      </w:pPr>
      <w:r w:rsidRPr="0044382F">
        <w:rPr>
          <w:rFonts w:ascii="PT Sans" w:hAnsi="PT Sans" w:cstheme="minorHAnsi"/>
        </w:rPr>
        <w:t>He flinched away from the entrance, terrified that the Sky God may have caught a glimpse of him and come to exact further revenge. Once inside, though, he felt a strange sensation. Something which plucked and ruffled the fur and feathers of his mane and made his skin pucker.</w:t>
      </w:r>
    </w:p>
    <w:p w14:paraId="69241209" w14:textId="6928432B" w:rsidR="00B57FF2" w:rsidRPr="0044382F" w:rsidRDefault="00B57FF2" w:rsidP="00F65492">
      <w:pPr>
        <w:rPr>
          <w:rFonts w:ascii="PT Sans" w:hAnsi="PT Sans" w:cstheme="minorHAnsi"/>
        </w:rPr>
      </w:pPr>
      <w:r w:rsidRPr="0044382F">
        <w:rPr>
          <w:rFonts w:ascii="PT Sans" w:hAnsi="PT Sans" w:cstheme="minorHAnsi"/>
        </w:rPr>
        <w:t>It was warmth!</w:t>
      </w:r>
      <w:r w:rsidR="00755C1F" w:rsidRPr="0044382F">
        <w:rPr>
          <w:rFonts w:ascii="PT Sans" w:hAnsi="PT Sans" w:cstheme="minorHAnsi"/>
        </w:rPr>
        <w:t xml:space="preserve"> Tepid, certainly, but warmth!</w:t>
      </w:r>
    </w:p>
    <w:p w14:paraId="2179623C" w14:textId="2DB20B52" w:rsidR="00D7498E" w:rsidRPr="0044382F" w:rsidRDefault="00B57FF2" w:rsidP="00F65492">
      <w:pPr>
        <w:rPr>
          <w:rFonts w:ascii="PT Sans" w:hAnsi="PT Sans" w:cstheme="minorHAnsi"/>
        </w:rPr>
      </w:pPr>
      <w:r w:rsidRPr="0044382F">
        <w:rPr>
          <w:rFonts w:ascii="PT Sans" w:hAnsi="PT Sans" w:cstheme="minorHAnsi"/>
        </w:rPr>
        <w:t xml:space="preserve">He scrambled back towards his altar, jets of flame burning around the edges of the cathedral walls. Upon the altar was a bowl of rich pepper soup, </w:t>
      </w:r>
      <w:r w:rsidR="002F722D" w:rsidRPr="0044382F">
        <w:rPr>
          <w:rFonts w:ascii="PT Sans" w:hAnsi="PT Sans" w:cstheme="minorHAnsi"/>
        </w:rPr>
        <w:t>steaming</w:t>
      </w:r>
      <w:r w:rsidRPr="0044382F">
        <w:rPr>
          <w:rFonts w:ascii="PT Sans" w:hAnsi="PT Sans" w:cstheme="minorHAnsi"/>
        </w:rPr>
        <w:t xml:space="preserve"> hot and waiting for him. Around the bath, flames burned, </w:t>
      </w:r>
      <w:r w:rsidR="00F46E91" w:rsidRPr="0044382F">
        <w:rPr>
          <w:rFonts w:ascii="PT Sans" w:hAnsi="PT Sans" w:cstheme="minorHAnsi"/>
        </w:rPr>
        <w:t>heating</w:t>
      </w:r>
      <w:r w:rsidRPr="0044382F">
        <w:rPr>
          <w:rFonts w:ascii="PT Sans" w:hAnsi="PT Sans" w:cstheme="minorHAnsi"/>
        </w:rPr>
        <w:t xml:space="preserve"> the water within.</w:t>
      </w:r>
    </w:p>
    <w:p w14:paraId="728DFFBA" w14:textId="49CBD599" w:rsidR="00B57FF2" w:rsidRPr="0044382F" w:rsidRDefault="00B57FF2" w:rsidP="00F65492">
      <w:pPr>
        <w:rPr>
          <w:rFonts w:ascii="PT Sans" w:hAnsi="PT Sans" w:cstheme="minorHAnsi"/>
        </w:rPr>
      </w:pPr>
      <w:r w:rsidRPr="0044382F">
        <w:rPr>
          <w:rFonts w:ascii="PT Sans" w:hAnsi="PT Sans" w:cstheme="minorHAnsi"/>
        </w:rPr>
        <w:t>“Hotter! Hotter!” he cried, thrilling that – finally – he would make of his prison a home.</w:t>
      </w:r>
    </w:p>
    <w:p w14:paraId="2BCE2341" w14:textId="0B6B30E5" w:rsidR="00B57FF2" w:rsidRPr="0044382F" w:rsidRDefault="00AA4C95" w:rsidP="00F65492">
      <w:pPr>
        <w:rPr>
          <w:rFonts w:ascii="PT Sans" w:hAnsi="PT Sans" w:cstheme="minorHAnsi"/>
        </w:rPr>
      </w:pPr>
      <w:r w:rsidRPr="0044382F">
        <w:rPr>
          <w:rFonts w:ascii="PT Sans" w:hAnsi="PT Sans" w:cstheme="minorHAnsi"/>
        </w:rPr>
        <w:t xml:space="preserve">He devoured the soup, dabbing at the bath with a paw, willing it to </w:t>
      </w:r>
      <w:r w:rsidR="00961E4C" w:rsidRPr="0044382F">
        <w:rPr>
          <w:rFonts w:ascii="PT Sans" w:hAnsi="PT Sans" w:cstheme="minorHAnsi"/>
        </w:rPr>
        <w:t>warm</w:t>
      </w:r>
      <w:r w:rsidRPr="0044382F">
        <w:rPr>
          <w:rFonts w:ascii="PT Sans" w:hAnsi="PT Sans" w:cstheme="minorHAnsi"/>
        </w:rPr>
        <w:t xml:space="preserve"> faster.</w:t>
      </w:r>
    </w:p>
    <w:p w14:paraId="4F31A6D2" w14:textId="3DB3A89A" w:rsidR="00AA4C95" w:rsidRPr="0044382F" w:rsidRDefault="00AA4C95" w:rsidP="00F65492">
      <w:pPr>
        <w:rPr>
          <w:rFonts w:ascii="PT Sans" w:hAnsi="PT Sans" w:cstheme="minorHAnsi"/>
        </w:rPr>
      </w:pPr>
      <w:r w:rsidRPr="0044382F">
        <w:rPr>
          <w:rFonts w:ascii="PT Sans" w:hAnsi="PT Sans" w:cstheme="minorHAnsi"/>
        </w:rPr>
        <w:t xml:space="preserve">Eventually, as the waters boiled and steam rose, he delicately stepped into </w:t>
      </w:r>
      <w:r w:rsidR="00381F86" w:rsidRPr="0044382F">
        <w:rPr>
          <w:rFonts w:ascii="PT Sans" w:hAnsi="PT Sans" w:cstheme="minorHAnsi"/>
        </w:rPr>
        <w:t>his</w:t>
      </w:r>
      <w:r w:rsidRPr="0044382F">
        <w:rPr>
          <w:rFonts w:ascii="PT Sans" w:hAnsi="PT Sans" w:cstheme="minorHAnsi"/>
        </w:rPr>
        <w:t xml:space="preserve"> </w:t>
      </w:r>
      <w:r w:rsidR="0010546B" w:rsidRPr="0044382F">
        <w:rPr>
          <w:rFonts w:ascii="PT Sans" w:hAnsi="PT Sans" w:cstheme="minorHAnsi"/>
        </w:rPr>
        <w:t>bath</w:t>
      </w:r>
      <w:r w:rsidRPr="0044382F">
        <w:rPr>
          <w:rFonts w:ascii="PT Sans" w:hAnsi="PT Sans" w:cstheme="minorHAnsi"/>
        </w:rPr>
        <w:t>.</w:t>
      </w:r>
    </w:p>
    <w:p w14:paraId="38CDA899" w14:textId="3F98C5C7" w:rsidR="00AA4C95" w:rsidRPr="0044382F" w:rsidRDefault="00AA4C95" w:rsidP="00F65492">
      <w:pPr>
        <w:rPr>
          <w:rFonts w:ascii="PT Sans" w:hAnsi="PT Sans" w:cstheme="minorHAnsi"/>
        </w:rPr>
      </w:pPr>
      <w:r w:rsidRPr="0044382F">
        <w:rPr>
          <w:rFonts w:ascii="PT Sans" w:hAnsi="PT Sans" w:cstheme="minorHAnsi"/>
        </w:rPr>
        <w:t>And was filled with disappointment. For the water was still too cold for him.</w:t>
      </w:r>
    </w:p>
    <w:p w14:paraId="62E84838" w14:textId="67BC74C9" w:rsidR="00FD6F15" w:rsidRPr="0044382F" w:rsidRDefault="00FD6F15" w:rsidP="00F65492">
      <w:pPr>
        <w:rPr>
          <w:rFonts w:ascii="PT Sans" w:hAnsi="PT Sans" w:cstheme="minorHAnsi"/>
        </w:rPr>
      </w:pPr>
      <w:r w:rsidRPr="0044382F">
        <w:rPr>
          <w:rFonts w:ascii="PT Sans" w:hAnsi="PT Sans" w:cstheme="minorHAnsi"/>
        </w:rPr>
        <w:t>Cold food is one thing, but a cold bath?</w:t>
      </w:r>
    </w:p>
    <w:p w14:paraId="43D93C7A" w14:textId="1B560C01" w:rsidR="00FD6F15" w:rsidRPr="0044382F" w:rsidRDefault="00FD6F15" w:rsidP="00F65492">
      <w:pPr>
        <w:rPr>
          <w:rFonts w:ascii="PT Sans" w:hAnsi="PT Sans" w:cstheme="minorHAnsi"/>
        </w:rPr>
      </w:pPr>
      <w:r w:rsidRPr="0044382F">
        <w:rPr>
          <w:rFonts w:ascii="PT Sans" w:hAnsi="PT Sans" w:cstheme="minorHAnsi"/>
        </w:rPr>
        <w:t>He howled long into the night.</w:t>
      </w:r>
    </w:p>
    <w:p w14:paraId="5DC2216F" w14:textId="6357C221" w:rsidR="002E72E1" w:rsidRPr="0044382F" w:rsidRDefault="002E72E1" w:rsidP="00F65492">
      <w:pPr>
        <w:rPr>
          <w:rFonts w:ascii="PT Sans" w:hAnsi="PT Sans" w:cstheme="minorHAnsi"/>
        </w:rPr>
      </w:pPr>
      <w:r w:rsidRPr="0044382F">
        <w:rPr>
          <w:rFonts w:ascii="PT Sans" w:hAnsi="PT Sans" w:cstheme="minorHAnsi"/>
        </w:rPr>
        <w:t xml:space="preserve">When he was calm once more, he captured </w:t>
      </w:r>
      <w:r w:rsidR="00A10CA3" w:rsidRPr="0044382F">
        <w:rPr>
          <w:rFonts w:ascii="PT Sans" w:hAnsi="PT Sans" w:cstheme="minorHAnsi"/>
        </w:rPr>
        <w:t xml:space="preserve">a </w:t>
      </w:r>
      <w:r w:rsidRPr="0044382F">
        <w:rPr>
          <w:rFonts w:ascii="PT Sans" w:hAnsi="PT Sans" w:cstheme="minorHAnsi"/>
        </w:rPr>
        <w:t>methane molecule in his paws and stared deeply at the energy bound within</w:t>
      </w:r>
      <w:r w:rsidR="00A10CA3" w:rsidRPr="0044382F">
        <w:rPr>
          <w:rFonts w:ascii="PT Sans" w:hAnsi="PT Sans" w:cstheme="minorHAnsi"/>
        </w:rPr>
        <w:t xml:space="preserve"> its atomic bonds</w:t>
      </w:r>
      <w:r w:rsidRPr="0044382F">
        <w:rPr>
          <w:rFonts w:ascii="PT Sans" w:hAnsi="PT Sans" w:cstheme="minorHAnsi"/>
        </w:rPr>
        <w:t xml:space="preserve">. He drew diagrams in the dust, calculating chemical transformations, </w:t>
      </w:r>
      <w:r w:rsidR="0033582D" w:rsidRPr="0044382F">
        <w:rPr>
          <w:rFonts w:ascii="PT Sans" w:hAnsi="PT Sans" w:cstheme="minorHAnsi"/>
        </w:rPr>
        <w:t xml:space="preserve">the need for containment and storage, </w:t>
      </w:r>
      <w:r w:rsidRPr="0044382F">
        <w:rPr>
          <w:rFonts w:ascii="PT Sans" w:hAnsi="PT Sans" w:cstheme="minorHAnsi"/>
        </w:rPr>
        <w:t>and devising distillation and condensation techniques.</w:t>
      </w:r>
    </w:p>
    <w:p w14:paraId="39AA15BA" w14:textId="77777777" w:rsidR="00B54239" w:rsidRPr="0044382F" w:rsidRDefault="002E72E1" w:rsidP="00F65492">
      <w:pPr>
        <w:rPr>
          <w:rFonts w:ascii="PT Sans" w:hAnsi="PT Sans" w:cstheme="minorHAnsi"/>
        </w:rPr>
      </w:pPr>
      <w:r w:rsidRPr="0044382F">
        <w:rPr>
          <w:rFonts w:ascii="PT Sans" w:hAnsi="PT Sans" w:cstheme="minorHAnsi"/>
        </w:rPr>
        <w:t>Resting his buttocks on a jet of flame to keep warm, his tail plumes flicking above his ears, he kept at his task until he felt ready to call forth the termite matrix-mind once more.</w:t>
      </w:r>
    </w:p>
    <w:p w14:paraId="5EB57850" w14:textId="77777777" w:rsidR="00FC61E7" w:rsidRPr="0044382F" w:rsidRDefault="00B54239" w:rsidP="00F65492">
      <w:pPr>
        <w:rPr>
          <w:rFonts w:ascii="PT Sans" w:hAnsi="PT Sans" w:cstheme="minorHAnsi"/>
        </w:rPr>
      </w:pPr>
      <w:r w:rsidRPr="0044382F">
        <w:rPr>
          <w:rFonts w:ascii="PT Sans" w:hAnsi="PT Sans" w:cstheme="minorHAnsi"/>
        </w:rPr>
        <w:t xml:space="preserve">He began in patience, knowing that it would be a slow process. He felt confident, though, that if the termites could grasp fire, they </w:t>
      </w:r>
      <w:r w:rsidR="00332FCC" w:rsidRPr="0044382F">
        <w:rPr>
          <w:rFonts w:ascii="PT Sans" w:hAnsi="PT Sans" w:cstheme="minorHAnsi"/>
        </w:rPr>
        <w:t>w</w:t>
      </w:r>
      <w:r w:rsidRPr="0044382F">
        <w:rPr>
          <w:rFonts w:ascii="PT Sans" w:hAnsi="PT Sans" w:cstheme="minorHAnsi"/>
        </w:rPr>
        <w:t>ould</w:t>
      </w:r>
      <w:r w:rsidR="00332FCC" w:rsidRPr="0044382F">
        <w:rPr>
          <w:rFonts w:ascii="PT Sans" w:hAnsi="PT Sans" w:cstheme="minorHAnsi"/>
        </w:rPr>
        <w:t xml:space="preserve"> eventually</w:t>
      </w:r>
      <w:r w:rsidRPr="0044382F">
        <w:rPr>
          <w:rFonts w:ascii="PT Sans" w:hAnsi="PT Sans" w:cstheme="minorHAnsi"/>
        </w:rPr>
        <w:t xml:space="preserve"> grasp the mechanism of converting m</w:t>
      </w:r>
      <w:r w:rsidR="00FC61E7" w:rsidRPr="0044382F">
        <w:rPr>
          <w:rFonts w:ascii="PT Sans" w:hAnsi="PT Sans" w:cstheme="minorHAnsi"/>
        </w:rPr>
        <w:t>ethane into liquid rocket fuel.</w:t>
      </w:r>
    </w:p>
    <w:p w14:paraId="3B354AFB" w14:textId="14CB84E1" w:rsidR="00B54239" w:rsidRPr="0044382F" w:rsidRDefault="00B54239" w:rsidP="00F65492">
      <w:pPr>
        <w:rPr>
          <w:rFonts w:ascii="PT Sans" w:hAnsi="PT Sans" w:cstheme="minorHAnsi"/>
        </w:rPr>
      </w:pPr>
      <w:r w:rsidRPr="0044382F">
        <w:rPr>
          <w:rFonts w:ascii="PT Sans" w:hAnsi="PT Sans" w:cstheme="minorHAnsi"/>
        </w:rPr>
        <w:t>He could not know how slow.</w:t>
      </w:r>
    </w:p>
    <w:p w14:paraId="4EDC400C" w14:textId="77777777" w:rsidR="00F4017B" w:rsidRPr="0044382F" w:rsidRDefault="00B54239" w:rsidP="00F65492">
      <w:pPr>
        <w:rPr>
          <w:rFonts w:ascii="PT Sans" w:hAnsi="PT Sans" w:cstheme="minorHAnsi"/>
        </w:rPr>
      </w:pPr>
      <w:r w:rsidRPr="0044382F">
        <w:rPr>
          <w:rFonts w:ascii="PT Sans" w:hAnsi="PT Sans" w:cstheme="minorHAnsi"/>
        </w:rPr>
        <w:t xml:space="preserve">Years passed and Usan Abasi </w:t>
      </w:r>
      <w:r w:rsidR="00A44F72" w:rsidRPr="0044382F">
        <w:rPr>
          <w:rFonts w:ascii="PT Sans" w:hAnsi="PT Sans" w:cstheme="minorHAnsi"/>
        </w:rPr>
        <w:t xml:space="preserve">kept at his task. His voice crumbled, becoming a mere whisper. His feathers faded and his fur became matted. He shivered even amidst the </w:t>
      </w:r>
      <w:r w:rsidR="00F4017B" w:rsidRPr="0044382F">
        <w:rPr>
          <w:rFonts w:ascii="PT Sans" w:hAnsi="PT Sans" w:cstheme="minorHAnsi"/>
        </w:rPr>
        <w:t>flames jetting from his altar.</w:t>
      </w:r>
    </w:p>
    <w:p w14:paraId="4F173EFB" w14:textId="29FFA150" w:rsidR="00FD6F15" w:rsidRPr="0044382F" w:rsidRDefault="00A44F72" w:rsidP="00F65492">
      <w:pPr>
        <w:rPr>
          <w:rFonts w:ascii="PT Sans" w:hAnsi="PT Sans" w:cstheme="minorHAnsi"/>
        </w:rPr>
      </w:pPr>
      <w:r w:rsidRPr="0044382F">
        <w:rPr>
          <w:rFonts w:ascii="PT Sans" w:hAnsi="PT Sans" w:cstheme="minorHAnsi"/>
        </w:rPr>
        <w:t>He persisted.</w:t>
      </w:r>
    </w:p>
    <w:p w14:paraId="12E0D63F" w14:textId="31B1ED31" w:rsidR="00546F54" w:rsidRPr="0044382F" w:rsidRDefault="00546F54" w:rsidP="00546F54">
      <w:pPr>
        <w:rPr>
          <w:rFonts w:ascii="PT Sans" w:hAnsi="PT Sans" w:cstheme="minorHAnsi"/>
        </w:rPr>
      </w:pPr>
      <w:r w:rsidRPr="0044382F">
        <w:rPr>
          <w:rFonts w:ascii="PT Sans" w:hAnsi="PT Sans" w:cstheme="minorHAnsi"/>
        </w:rPr>
        <w:t>On a particular morning, as he lay in troubled rest, the termite matrix-mind came before him, greatly excited.</w:t>
      </w:r>
    </w:p>
    <w:p w14:paraId="11E53D88" w14:textId="67365A8F" w:rsidR="00546F54" w:rsidRPr="0044382F" w:rsidRDefault="00546F54" w:rsidP="00546F54">
      <w:pPr>
        <w:rPr>
          <w:rFonts w:ascii="PT Sans" w:hAnsi="PT Sans" w:cstheme="minorHAnsi"/>
        </w:rPr>
      </w:pPr>
      <w:r w:rsidRPr="0044382F">
        <w:rPr>
          <w:rFonts w:ascii="PT Sans" w:hAnsi="PT Sans" w:cstheme="minorHAnsi"/>
        </w:rPr>
        <w:t>‘What is it?’ he whispered.</w:t>
      </w:r>
    </w:p>
    <w:p w14:paraId="2B3D0B19" w14:textId="6B55F41E" w:rsidR="00546F54" w:rsidRPr="0044382F" w:rsidRDefault="00546F54" w:rsidP="00546F54">
      <w:pPr>
        <w:rPr>
          <w:rFonts w:ascii="PT Sans" w:hAnsi="PT Sans" w:cstheme="minorHAnsi"/>
        </w:rPr>
      </w:pPr>
      <w:r w:rsidRPr="0044382F">
        <w:rPr>
          <w:rFonts w:ascii="PT Sans" w:hAnsi="PT Sans" w:cstheme="minorHAnsi"/>
        </w:rPr>
        <w:t>A mound of termites churned in the dust at his feet, a capped spout emerging in their midst. As Usan Abasi watched, a tiny specialist glowing termite walked to the top of the cap and waited there. Termites gathered around it and bit into the spout, breaking the cap.</w:t>
      </w:r>
    </w:p>
    <w:p w14:paraId="5B83219A" w14:textId="7867824E" w:rsidR="00546F54" w:rsidRPr="0044382F" w:rsidRDefault="00546F54" w:rsidP="00546F54">
      <w:pPr>
        <w:rPr>
          <w:rFonts w:ascii="PT Sans" w:hAnsi="PT Sans" w:cstheme="minorHAnsi"/>
        </w:rPr>
      </w:pPr>
      <w:r w:rsidRPr="0044382F">
        <w:rPr>
          <w:rFonts w:ascii="PT Sans" w:hAnsi="PT Sans" w:cstheme="minorHAnsi"/>
        </w:rPr>
        <w:t>The glowing termite expanded and exploded.</w:t>
      </w:r>
    </w:p>
    <w:p w14:paraId="35FED99C" w14:textId="3BC9B1F9" w:rsidR="00546F54" w:rsidRPr="0044382F" w:rsidRDefault="00546F54" w:rsidP="00546F54">
      <w:pPr>
        <w:rPr>
          <w:rFonts w:ascii="PT Sans" w:hAnsi="PT Sans" w:cstheme="minorHAnsi"/>
        </w:rPr>
      </w:pPr>
      <w:r w:rsidRPr="0044382F">
        <w:rPr>
          <w:rFonts w:ascii="PT Sans" w:hAnsi="PT Sans" w:cstheme="minorHAnsi"/>
        </w:rPr>
        <w:t>A jet of pure blue flame burned like a pale sun from the spout.</w:t>
      </w:r>
    </w:p>
    <w:p w14:paraId="43BD786C" w14:textId="388AAA36" w:rsidR="00546F54" w:rsidRPr="0044382F" w:rsidRDefault="00546F54" w:rsidP="00546F54">
      <w:pPr>
        <w:rPr>
          <w:rFonts w:ascii="PT Sans" w:hAnsi="PT Sans" w:cstheme="minorHAnsi"/>
        </w:rPr>
      </w:pPr>
      <w:r w:rsidRPr="0044382F">
        <w:rPr>
          <w:rFonts w:ascii="PT Sans" w:hAnsi="PT Sans" w:cstheme="minorHAnsi"/>
        </w:rPr>
        <w:t>And Usan Abasi knew</w:t>
      </w:r>
      <w:r w:rsidR="00A553B3" w:rsidRPr="0044382F">
        <w:rPr>
          <w:rFonts w:ascii="PT Sans" w:hAnsi="PT Sans" w:cstheme="minorHAnsi"/>
        </w:rPr>
        <w:t xml:space="preserve"> real</w:t>
      </w:r>
      <w:r w:rsidRPr="0044382F">
        <w:rPr>
          <w:rFonts w:ascii="PT Sans" w:hAnsi="PT Sans" w:cstheme="minorHAnsi"/>
        </w:rPr>
        <w:t xml:space="preserve"> warmth.</w:t>
      </w:r>
    </w:p>
    <w:p w14:paraId="6B585701" w14:textId="53D4E382" w:rsidR="001A4CB2" w:rsidRPr="0044382F" w:rsidRDefault="001A4CB2" w:rsidP="00546F54">
      <w:pPr>
        <w:rPr>
          <w:rFonts w:ascii="PT Sans" w:hAnsi="PT Sans" w:cstheme="minorHAnsi"/>
        </w:rPr>
      </w:pPr>
      <w:r w:rsidRPr="0044382F">
        <w:rPr>
          <w:rFonts w:ascii="PT Sans" w:hAnsi="PT Sans" w:cstheme="minorHAnsi"/>
        </w:rPr>
        <w:t>He nodded, feeling utter</w:t>
      </w:r>
      <w:r w:rsidR="00F4017B" w:rsidRPr="0044382F">
        <w:rPr>
          <w:rFonts w:ascii="PT Sans" w:hAnsi="PT Sans" w:cstheme="minorHAnsi"/>
        </w:rPr>
        <w:t>ly</w:t>
      </w:r>
      <w:r w:rsidRPr="0044382F">
        <w:rPr>
          <w:rFonts w:ascii="PT Sans" w:hAnsi="PT Sans" w:cstheme="minorHAnsi"/>
        </w:rPr>
        <w:t xml:space="preserve"> </w:t>
      </w:r>
      <w:r w:rsidR="00CC2132" w:rsidRPr="0044382F">
        <w:rPr>
          <w:rFonts w:ascii="PT Sans" w:hAnsi="PT Sans" w:cstheme="minorHAnsi"/>
        </w:rPr>
        <w:t>weary</w:t>
      </w:r>
      <w:r w:rsidRPr="0044382F">
        <w:rPr>
          <w:rFonts w:ascii="PT Sans" w:hAnsi="PT Sans" w:cstheme="minorHAnsi"/>
        </w:rPr>
        <w:t xml:space="preserve">. He collapsed to the floor and curled his body around the spout, feeling heat enter his </w:t>
      </w:r>
      <w:r w:rsidR="00F4017B" w:rsidRPr="0044382F">
        <w:rPr>
          <w:rFonts w:ascii="PT Sans" w:hAnsi="PT Sans" w:cstheme="minorHAnsi"/>
        </w:rPr>
        <w:t>bones</w:t>
      </w:r>
      <w:r w:rsidRPr="0044382F">
        <w:rPr>
          <w:rFonts w:ascii="PT Sans" w:hAnsi="PT Sans" w:cstheme="minorHAnsi"/>
        </w:rPr>
        <w:t>, restoring his well-being.</w:t>
      </w:r>
    </w:p>
    <w:p w14:paraId="1736B65E" w14:textId="15524284" w:rsidR="001A4CB2" w:rsidRPr="0044382F" w:rsidRDefault="00816CBA" w:rsidP="00546F54">
      <w:pPr>
        <w:rPr>
          <w:rFonts w:ascii="PT Sans" w:hAnsi="PT Sans" w:cstheme="minorHAnsi"/>
        </w:rPr>
      </w:pPr>
      <w:r w:rsidRPr="0044382F">
        <w:rPr>
          <w:rFonts w:ascii="PT Sans" w:hAnsi="PT Sans" w:cstheme="minorHAnsi"/>
        </w:rPr>
        <w:t xml:space="preserve">Usan Abasi fell into </w:t>
      </w:r>
      <w:r w:rsidR="00597868" w:rsidRPr="0044382F">
        <w:rPr>
          <w:rFonts w:ascii="PT Sans" w:hAnsi="PT Sans" w:cstheme="minorHAnsi"/>
        </w:rPr>
        <w:t>the</w:t>
      </w:r>
      <w:r w:rsidRPr="0044382F">
        <w:rPr>
          <w:rFonts w:ascii="PT Sans" w:hAnsi="PT Sans" w:cstheme="minorHAnsi"/>
        </w:rPr>
        <w:t xml:space="preserve"> deep </w:t>
      </w:r>
      <w:r w:rsidR="00174826" w:rsidRPr="0044382F">
        <w:rPr>
          <w:rFonts w:ascii="PT Sans" w:hAnsi="PT Sans" w:cstheme="minorHAnsi"/>
        </w:rPr>
        <w:t>rest</w:t>
      </w:r>
      <w:r w:rsidRPr="0044382F">
        <w:rPr>
          <w:rFonts w:ascii="PT Sans" w:hAnsi="PT Sans" w:cstheme="minorHAnsi"/>
        </w:rPr>
        <w:t xml:space="preserve"> of </w:t>
      </w:r>
      <w:r w:rsidR="00174826" w:rsidRPr="0044382F">
        <w:rPr>
          <w:rFonts w:ascii="PT Sans" w:hAnsi="PT Sans" w:cstheme="minorHAnsi"/>
        </w:rPr>
        <w:t>complete</w:t>
      </w:r>
      <w:r w:rsidRPr="0044382F">
        <w:rPr>
          <w:rFonts w:ascii="PT Sans" w:hAnsi="PT Sans" w:cstheme="minorHAnsi"/>
        </w:rPr>
        <w:t xml:space="preserve"> contentment.</w:t>
      </w:r>
    </w:p>
    <w:p w14:paraId="6C9909EF" w14:textId="1E6E4CC0" w:rsidR="00816CBA" w:rsidRPr="0044382F" w:rsidRDefault="002975A7" w:rsidP="00546F54">
      <w:pPr>
        <w:rPr>
          <w:rFonts w:ascii="PT Sans" w:hAnsi="PT Sans" w:cstheme="minorHAnsi"/>
        </w:rPr>
      </w:pPr>
      <w:r w:rsidRPr="0044382F">
        <w:rPr>
          <w:rFonts w:ascii="PT Sans" w:hAnsi="PT Sans" w:cstheme="minorHAnsi"/>
        </w:rPr>
        <w:t>When he awoke, there were flames. All around him.</w:t>
      </w:r>
    </w:p>
    <w:p w14:paraId="512A5CB3" w14:textId="63C2FB61" w:rsidR="002975A7" w:rsidRPr="0044382F" w:rsidRDefault="002975A7" w:rsidP="00546F54">
      <w:pPr>
        <w:rPr>
          <w:rFonts w:ascii="PT Sans" w:hAnsi="PT Sans" w:cstheme="minorHAnsi"/>
        </w:rPr>
      </w:pPr>
      <w:r w:rsidRPr="0044382F">
        <w:rPr>
          <w:rFonts w:ascii="PT Sans" w:hAnsi="PT Sans" w:cstheme="minorHAnsi"/>
        </w:rPr>
        <w:t>The ground tremored. The walls shook. Termites ran about randomly, scrambling to maintain purchase. The floor seemed to glow and steam.</w:t>
      </w:r>
    </w:p>
    <w:p w14:paraId="4A32B704" w14:textId="50E1E056" w:rsidR="002975A7" w:rsidRPr="0044382F" w:rsidRDefault="00910379" w:rsidP="00546F54">
      <w:pPr>
        <w:rPr>
          <w:rFonts w:ascii="PT Sans" w:hAnsi="PT Sans" w:cstheme="minorHAnsi"/>
        </w:rPr>
      </w:pPr>
      <w:r w:rsidRPr="0044382F">
        <w:rPr>
          <w:rFonts w:ascii="PT Sans" w:hAnsi="PT Sans" w:cstheme="minorHAnsi"/>
        </w:rPr>
        <w:t>‘No, no, no!’ shouted Usan Abasi, his voice unheard beneath the grinding and shifting of the mountain.</w:t>
      </w:r>
    </w:p>
    <w:p w14:paraId="04683549" w14:textId="0C25C19C" w:rsidR="00713F82" w:rsidRPr="0044382F" w:rsidRDefault="00713F82" w:rsidP="00546F54">
      <w:pPr>
        <w:rPr>
          <w:rFonts w:ascii="PT Sans" w:hAnsi="PT Sans" w:cstheme="minorHAnsi"/>
        </w:rPr>
      </w:pPr>
      <w:r w:rsidRPr="0044382F">
        <w:rPr>
          <w:rFonts w:ascii="PT Sans" w:hAnsi="PT Sans" w:cstheme="minorHAnsi"/>
        </w:rPr>
        <w:t xml:space="preserve">Somewhere, something had failed. The flame had leapt back down into the depths where the liquid methane was </w:t>
      </w:r>
      <w:r w:rsidR="00E764FA" w:rsidRPr="0044382F">
        <w:rPr>
          <w:rFonts w:ascii="PT Sans" w:hAnsi="PT Sans" w:cstheme="minorHAnsi"/>
        </w:rPr>
        <w:t>stored</w:t>
      </w:r>
      <w:r w:rsidRPr="0044382F">
        <w:rPr>
          <w:rFonts w:ascii="PT Sans" w:hAnsi="PT Sans" w:cstheme="minorHAnsi"/>
        </w:rPr>
        <w:t>. Walls had cracked under pressures too vast to contain. Air and expanding liquid mixed. The volatile mixture contacting the flames further up, boiling and melting passages and chambers into a seething molten fluid.</w:t>
      </w:r>
    </w:p>
    <w:p w14:paraId="0CABDB43" w14:textId="7D839FB5" w:rsidR="00713F82" w:rsidRPr="0044382F" w:rsidRDefault="00713F82" w:rsidP="00546F54">
      <w:pPr>
        <w:rPr>
          <w:rFonts w:ascii="PT Sans" w:hAnsi="PT Sans" w:cstheme="minorHAnsi"/>
        </w:rPr>
      </w:pPr>
      <w:r w:rsidRPr="0044382F">
        <w:rPr>
          <w:rFonts w:ascii="PT Sans" w:hAnsi="PT Sans" w:cstheme="minorHAnsi"/>
        </w:rPr>
        <w:t>Pressure continued building until, with a final furnace howl, the top of the termite m</w:t>
      </w:r>
      <w:r w:rsidR="00174826" w:rsidRPr="0044382F">
        <w:rPr>
          <w:rFonts w:ascii="PT Sans" w:hAnsi="PT Sans" w:cstheme="minorHAnsi"/>
        </w:rPr>
        <w:t xml:space="preserve">ountain exploded, shattering it, </w:t>
      </w:r>
      <w:r w:rsidRPr="0044382F">
        <w:rPr>
          <w:rFonts w:ascii="PT Sans" w:hAnsi="PT Sans" w:cstheme="minorHAnsi"/>
        </w:rPr>
        <w:t xml:space="preserve">hurling magma across the </w:t>
      </w:r>
      <w:r w:rsidR="00174826" w:rsidRPr="0044382F">
        <w:rPr>
          <w:rFonts w:ascii="PT Sans" w:hAnsi="PT Sans" w:cstheme="minorHAnsi"/>
        </w:rPr>
        <w:t xml:space="preserve">sacred </w:t>
      </w:r>
      <w:proofErr w:type="gramStart"/>
      <w:r w:rsidR="00174826" w:rsidRPr="0044382F">
        <w:rPr>
          <w:rFonts w:ascii="PT Sans" w:hAnsi="PT Sans" w:cstheme="minorHAnsi"/>
        </w:rPr>
        <w:t>grove</w:t>
      </w:r>
      <w:proofErr w:type="gramEnd"/>
      <w:r w:rsidR="00174826" w:rsidRPr="0044382F">
        <w:rPr>
          <w:rFonts w:ascii="PT Sans" w:hAnsi="PT Sans" w:cstheme="minorHAnsi"/>
        </w:rPr>
        <w:t xml:space="preserve"> and driving smoke and flame almost to the edge of space.</w:t>
      </w:r>
    </w:p>
    <w:p w14:paraId="2A2841F4" w14:textId="334D9C61" w:rsidR="00713F82" w:rsidRPr="0044382F" w:rsidRDefault="00F709F3" w:rsidP="00546F54">
      <w:pPr>
        <w:rPr>
          <w:rFonts w:ascii="PT Sans" w:hAnsi="PT Sans" w:cstheme="minorHAnsi"/>
        </w:rPr>
      </w:pPr>
      <w:r w:rsidRPr="0044382F">
        <w:rPr>
          <w:rFonts w:ascii="PT Sans" w:hAnsi="PT Sans" w:cstheme="minorHAnsi"/>
        </w:rPr>
        <w:t>The eruption was so enormous</w:t>
      </w:r>
      <w:r w:rsidR="00713F82" w:rsidRPr="0044382F">
        <w:rPr>
          <w:rFonts w:ascii="PT Sans" w:hAnsi="PT Sans" w:cstheme="minorHAnsi"/>
        </w:rPr>
        <w:t xml:space="preserve"> it flung termites high into the sky and distribut</w:t>
      </w:r>
      <w:r w:rsidR="0033582D" w:rsidRPr="0044382F">
        <w:rPr>
          <w:rFonts w:ascii="PT Sans" w:hAnsi="PT Sans" w:cstheme="minorHAnsi"/>
        </w:rPr>
        <w:t>ed</w:t>
      </w:r>
      <w:r w:rsidR="00713F82" w:rsidRPr="0044382F">
        <w:rPr>
          <w:rFonts w:ascii="PT Sans" w:hAnsi="PT Sans" w:cstheme="minorHAnsi"/>
        </w:rPr>
        <w:t xml:space="preserve"> them across the great plains of the continent.</w:t>
      </w:r>
    </w:p>
    <w:p w14:paraId="1AA1952E" w14:textId="77777777" w:rsidR="00DA7FC3" w:rsidRPr="0044382F" w:rsidRDefault="00BA5BFA" w:rsidP="00546F54">
      <w:pPr>
        <w:rPr>
          <w:rFonts w:ascii="PT Sans" w:hAnsi="PT Sans" w:cstheme="minorHAnsi"/>
        </w:rPr>
      </w:pPr>
      <w:r w:rsidRPr="0044382F">
        <w:rPr>
          <w:rFonts w:ascii="PT Sans" w:hAnsi="PT Sans" w:cstheme="minorHAnsi"/>
        </w:rPr>
        <w:t>The termite matrix-mind was destroyed</w:t>
      </w:r>
      <w:r w:rsidR="0094642B" w:rsidRPr="0044382F">
        <w:rPr>
          <w:rFonts w:ascii="PT Sans" w:hAnsi="PT Sans" w:cstheme="minorHAnsi"/>
        </w:rPr>
        <w:t>,</w:t>
      </w:r>
      <w:r w:rsidRPr="0044382F">
        <w:rPr>
          <w:rFonts w:ascii="PT Sans" w:hAnsi="PT Sans" w:cstheme="minorHAnsi"/>
        </w:rPr>
        <w:t xml:space="preserve"> leaving only the remnants of a memory; of the need to build a mountain and chambers within. Never again would so vast a co</w:t>
      </w:r>
      <w:r w:rsidR="0094642B" w:rsidRPr="0044382F">
        <w:rPr>
          <w:rFonts w:ascii="PT Sans" w:hAnsi="PT Sans" w:cstheme="minorHAnsi"/>
        </w:rPr>
        <w:t xml:space="preserve">lony come together in one place. </w:t>
      </w:r>
    </w:p>
    <w:p w14:paraId="7F4087BC" w14:textId="07607628" w:rsidR="00BA5BFA" w:rsidRPr="0044382F" w:rsidRDefault="0094642B" w:rsidP="00546F54">
      <w:pPr>
        <w:rPr>
          <w:rFonts w:ascii="PT Sans" w:hAnsi="PT Sans" w:cstheme="minorHAnsi"/>
        </w:rPr>
      </w:pPr>
      <w:r w:rsidRPr="0044382F">
        <w:rPr>
          <w:rFonts w:ascii="PT Sans" w:hAnsi="PT Sans" w:cstheme="minorHAnsi"/>
        </w:rPr>
        <w:t xml:space="preserve">Tiny earthen mounds rose </w:t>
      </w:r>
      <w:proofErr w:type="gramStart"/>
      <w:r w:rsidRPr="0044382F">
        <w:rPr>
          <w:rFonts w:ascii="PT Sans" w:hAnsi="PT Sans" w:cstheme="minorHAnsi"/>
        </w:rPr>
        <w:t>all across</w:t>
      </w:r>
      <w:proofErr w:type="gramEnd"/>
      <w:r w:rsidRPr="0044382F">
        <w:rPr>
          <w:rFonts w:ascii="PT Sans" w:hAnsi="PT Sans" w:cstheme="minorHAnsi"/>
        </w:rPr>
        <w:t xml:space="preserve"> the grasslands as termites instinctively continued their mission.</w:t>
      </w:r>
    </w:p>
    <w:p w14:paraId="557A3BF9" w14:textId="3BA4B534" w:rsidR="0094642B" w:rsidRPr="0044382F" w:rsidRDefault="0094642B" w:rsidP="00546F54">
      <w:pPr>
        <w:rPr>
          <w:rFonts w:ascii="PT Sans" w:hAnsi="PT Sans" w:cstheme="minorHAnsi"/>
        </w:rPr>
      </w:pPr>
      <w:r w:rsidRPr="0044382F">
        <w:rPr>
          <w:rFonts w:ascii="PT Sans" w:hAnsi="PT Sans" w:cstheme="minorHAnsi"/>
        </w:rPr>
        <w:t>And Usan Abasi follows them</w:t>
      </w:r>
      <w:r w:rsidR="00DA7FC3" w:rsidRPr="0044382F">
        <w:rPr>
          <w:rFonts w:ascii="PT Sans" w:hAnsi="PT Sans" w:cstheme="minorHAnsi"/>
        </w:rPr>
        <w:t>, covering the mound flanks in animal skins and plugging the chimneys with bones and skulls</w:t>
      </w:r>
      <w:r w:rsidRPr="0044382F">
        <w:rPr>
          <w:rFonts w:ascii="PT Sans" w:hAnsi="PT Sans" w:cstheme="minorHAnsi"/>
        </w:rPr>
        <w:t>,</w:t>
      </w:r>
      <w:r w:rsidR="00DA7FC3" w:rsidRPr="0044382F">
        <w:rPr>
          <w:rFonts w:ascii="PT Sans" w:hAnsi="PT Sans" w:cstheme="minorHAnsi"/>
        </w:rPr>
        <w:t xml:space="preserve"> before</w:t>
      </w:r>
      <w:r w:rsidRPr="0044382F">
        <w:rPr>
          <w:rFonts w:ascii="PT Sans" w:hAnsi="PT Sans" w:cstheme="minorHAnsi"/>
        </w:rPr>
        <w:t xml:space="preserve"> burrowing </w:t>
      </w:r>
      <w:r w:rsidR="00DA7FC3" w:rsidRPr="0044382F">
        <w:rPr>
          <w:rFonts w:ascii="PT Sans" w:hAnsi="PT Sans" w:cstheme="minorHAnsi"/>
        </w:rPr>
        <w:t>inside</w:t>
      </w:r>
      <w:r w:rsidRPr="0044382F">
        <w:rPr>
          <w:rFonts w:ascii="PT Sans" w:hAnsi="PT Sans" w:cstheme="minorHAnsi"/>
        </w:rPr>
        <w:t xml:space="preserve"> so that he may hide from the Sky God</w:t>
      </w:r>
      <w:r w:rsidR="00DA7FC3" w:rsidRPr="0044382F">
        <w:rPr>
          <w:rFonts w:ascii="PT Sans" w:hAnsi="PT Sans" w:cstheme="minorHAnsi"/>
        </w:rPr>
        <w:t>,</w:t>
      </w:r>
      <w:r w:rsidRPr="0044382F">
        <w:rPr>
          <w:rFonts w:ascii="PT Sans" w:hAnsi="PT Sans" w:cstheme="minorHAnsi"/>
        </w:rPr>
        <w:t xml:space="preserve"> so that he may find warmth.</w:t>
      </w:r>
    </w:p>
    <w:p w14:paraId="38C86761" w14:textId="085FC4EE" w:rsidR="00185046" w:rsidRPr="0044382F" w:rsidRDefault="00185046" w:rsidP="00546F54">
      <w:pPr>
        <w:rPr>
          <w:rFonts w:ascii="PT Sans" w:hAnsi="PT Sans" w:cstheme="minorHAnsi"/>
        </w:rPr>
      </w:pPr>
    </w:p>
    <w:p w14:paraId="3259F5B3" w14:textId="77777777" w:rsidR="00185046" w:rsidRPr="0044382F" w:rsidRDefault="00185046">
      <w:pPr>
        <w:spacing w:after="200" w:line="276" w:lineRule="auto"/>
        <w:ind w:firstLine="0"/>
        <w:rPr>
          <w:rFonts w:cstheme="minorHAnsi"/>
        </w:rPr>
      </w:pPr>
      <w:r w:rsidRPr="0044382F">
        <w:rPr>
          <w:rFonts w:ascii="PT Sans" w:hAnsi="PT Sans" w:cstheme="minorHAnsi"/>
        </w:rPr>
        <w:br w:type="page"/>
      </w:r>
    </w:p>
    <w:p w14:paraId="39008206" w14:textId="34285099" w:rsidR="00185046" w:rsidRPr="0044382F" w:rsidRDefault="00185046" w:rsidP="00185046"/>
    <w:p w14:paraId="09A8CB10" w14:textId="48B05A23" w:rsidR="00185046" w:rsidRPr="0044382F" w:rsidRDefault="00185046" w:rsidP="00185046"/>
    <w:p w14:paraId="307ECF47" w14:textId="77777777" w:rsidR="00185046" w:rsidRPr="0044382F" w:rsidRDefault="00185046" w:rsidP="00185046"/>
    <w:p w14:paraId="5D128A71" w14:textId="56EC0ECC" w:rsidR="00185046" w:rsidRPr="0044382F" w:rsidRDefault="00185046" w:rsidP="00185046">
      <w:pPr>
        <w:pStyle w:val="Heading1"/>
      </w:pPr>
      <w:bookmarkStart w:id="2" w:name="_Toc483069089"/>
      <w:r w:rsidRPr="0044382F">
        <w:t>2</w:t>
      </w:r>
      <w:bookmarkEnd w:id="2"/>
    </w:p>
    <w:p w14:paraId="11BDF226" w14:textId="5CE22B72" w:rsidR="00185046" w:rsidRPr="0044382F" w:rsidRDefault="00185046" w:rsidP="00362170"/>
    <w:p w14:paraId="6BA9ABFF" w14:textId="1ABAE7F3" w:rsidR="00185046" w:rsidRPr="0044382F" w:rsidRDefault="00185046" w:rsidP="00362170"/>
    <w:p w14:paraId="0F6116FE" w14:textId="5112C2E3" w:rsidR="00185046" w:rsidRPr="0044382F" w:rsidRDefault="00185046" w:rsidP="00362170"/>
    <w:p w14:paraId="57CB6604" w14:textId="609E87D4" w:rsidR="00185046" w:rsidRPr="0044382F" w:rsidRDefault="0011741B" w:rsidP="00362170">
      <w:r w:rsidRPr="0044382F">
        <w:t>Joshua laughs.</w:t>
      </w:r>
      <w:r w:rsidR="00FF5B6B" w:rsidRPr="0044382F">
        <w:t xml:space="preserve"> ‘</w:t>
      </w:r>
      <w:r w:rsidR="006C2396" w:rsidRPr="0044382F">
        <w:t>T</w:t>
      </w:r>
      <w:r w:rsidR="00C64849" w:rsidRPr="0044382F">
        <w:t>hat is a good story, t</w:t>
      </w:r>
      <w:r w:rsidR="006C2396" w:rsidRPr="0044382F">
        <w:t>hank y</w:t>
      </w:r>
      <w:r w:rsidR="00C64849" w:rsidRPr="0044382F">
        <w:t>ou.</w:t>
      </w:r>
      <w:r w:rsidR="006C2396" w:rsidRPr="0044382F">
        <w:t xml:space="preserve">’ </w:t>
      </w:r>
      <w:r w:rsidR="00C64849" w:rsidRPr="0044382F">
        <w:t>S</w:t>
      </w:r>
      <w:r w:rsidR="006C2396" w:rsidRPr="0044382F">
        <w:t>haking his head, ‘but p</w:t>
      </w:r>
      <w:r w:rsidR="00FF5B6B" w:rsidRPr="0044382F">
        <w:t>oor Usan Abasi. You have made him</w:t>
      </w:r>
      <w:r w:rsidR="006C2396" w:rsidRPr="0044382F">
        <w:t xml:space="preserve"> so</w:t>
      </w:r>
      <w:r w:rsidR="00FF5B6B" w:rsidRPr="0044382F">
        <w:t xml:space="preserve"> small</w:t>
      </w:r>
      <w:r w:rsidR="00C64849" w:rsidRPr="0044382F">
        <w:t>.</w:t>
      </w:r>
      <w:r w:rsidR="00FF5B6B" w:rsidRPr="0044382F">
        <w:t>’</w:t>
      </w:r>
    </w:p>
    <w:p w14:paraId="420CE66F" w14:textId="5A63CD14" w:rsidR="00FF5B6B" w:rsidRPr="0044382F" w:rsidRDefault="00FF5B6B" w:rsidP="00362170">
      <w:r w:rsidRPr="0044382F">
        <w:t>‘We should never be in awe of our gods,’ says Isaiah.</w:t>
      </w:r>
    </w:p>
    <w:p w14:paraId="4EC5668A" w14:textId="7BCA8054" w:rsidR="006C2396" w:rsidRPr="0044382F" w:rsidRDefault="006C2396" w:rsidP="00362170">
      <w:r w:rsidRPr="0044382F">
        <w:t>‘Neither should we underestimate their dangers,’ smiles Joshua, squeezing his son’s hand. ‘You are set on this race?’</w:t>
      </w:r>
    </w:p>
    <w:p w14:paraId="22AA2050" w14:textId="7986F616" w:rsidR="00356B76" w:rsidRPr="0044382F" w:rsidRDefault="00356B76" w:rsidP="00362170">
      <w:r w:rsidRPr="0044382F">
        <w:t>‘Yes,’ nodding and looking towards where the sun is setting. ‘It will be a great adventure.’</w:t>
      </w:r>
    </w:p>
    <w:p w14:paraId="499BB057" w14:textId="6850F14D" w:rsidR="00356B76" w:rsidRPr="0044382F" w:rsidRDefault="00356B76" w:rsidP="00362170">
      <w:r w:rsidRPr="0044382F">
        <w:t>‘Will you see the Souls?’</w:t>
      </w:r>
    </w:p>
    <w:p w14:paraId="5BD04246" w14:textId="1F332713" w:rsidR="00356B76" w:rsidRPr="0044382F" w:rsidRDefault="00356B76" w:rsidP="00362170">
      <w:r w:rsidRPr="0044382F">
        <w:t>‘I hope so. Calisto swears that he can navigate us directly beneath each of them.’</w:t>
      </w:r>
    </w:p>
    <w:p w14:paraId="086ED2F5" w14:textId="302B5060" w:rsidR="00356B76" w:rsidRPr="0044382F" w:rsidRDefault="00356B76" w:rsidP="00362170">
      <w:r w:rsidRPr="0044382F">
        <w:t xml:space="preserve">‘Would that I </w:t>
      </w:r>
      <w:proofErr w:type="gramStart"/>
      <w:r w:rsidRPr="0044382F">
        <w:t>were</w:t>
      </w:r>
      <w:proofErr w:type="gramEnd"/>
      <w:r w:rsidRPr="0044382F">
        <w:t xml:space="preserve"> younger,’ says Joshua. ‘To be on the first Ewuru solar yacht, sailing so close to the sun —’ gripping Isaiah’s hand ‘— you promise you will be safe?’</w:t>
      </w:r>
    </w:p>
    <w:p w14:paraId="08B73BA2" w14:textId="1D187910" w:rsidR="00356B76" w:rsidRPr="0044382F" w:rsidRDefault="00356B76" w:rsidP="00362170">
      <w:r w:rsidRPr="0044382F">
        <w:t>‘Yes father,’ laughing. ‘We are taking the slowest, safest route between the Souls. We will be well.’</w:t>
      </w:r>
    </w:p>
    <w:p w14:paraId="4EE921FE" w14:textId="59CB24BC" w:rsidR="00BD575F" w:rsidRPr="0044382F" w:rsidRDefault="00BD575F" w:rsidP="00362170">
      <w:r w:rsidRPr="0044382F">
        <w:t>Joshua stares wistfully at the horizon.</w:t>
      </w:r>
    </w:p>
    <w:p w14:paraId="614D19FC" w14:textId="48396150" w:rsidR="00BD575F" w:rsidRPr="0044382F" w:rsidRDefault="00BD575F" w:rsidP="00362170">
      <w:r w:rsidRPr="0044382F">
        <w:t>‘You miss Samara?’ asks Isaiah.</w:t>
      </w:r>
    </w:p>
    <w:p w14:paraId="17A8CF11" w14:textId="03323E7F" w:rsidR="00362170" w:rsidRPr="0044382F" w:rsidRDefault="00BD575F" w:rsidP="00362170">
      <w:r w:rsidRPr="0044382F">
        <w:t>Joshua nods, smiling. ‘Everyone.’</w:t>
      </w:r>
    </w:p>
    <w:p w14:paraId="39944E0D" w14:textId="115776AA" w:rsidR="00362170" w:rsidRPr="0044382F" w:rsidRDefault="00362170" w:rsidP="00362170">
      <w:r w:rsidRPr="0044382F">
        <w:t>He makes as if to rise. ‘Come, shall we go?’</w:t>
      </w:r>
    </w:p>
    <w:p w14:paraId="63700516" w14:textId="6B25AD31" w:rsidR="00362170" w:rsidRPr="0044382F" w:rsidRDefault="00362170" w:rsidP="00362170">
      <w:r w:rsidRPr="0044382F">
        <w:t>‘</w:t>
      </w:r>
      <w:r w:rsidR="00475007" w:rsidRPr="0044382F">
        <w:t xml:space="preserve">There is no rush. </w:t>
      </w:r>
      <w:r w:rsidRPr="0044382F">
        <w:t>Shall we wait? Look, the sun is about to set,’ says Isaiah, holding his father’s hand.</w:t>
      </w:r>
    </w:p>
    <w:p w14:paraId="3EF536D8" w14:textId="512D2C1C" w:rsidR="00362170" w:rsidRPr="0044382F" w:rsidRDefault="00362170" w:rsidP="00362170">
      <w:r w:rsidRPr="0044382F">
        <w:t>And so, with their feet hanging over the edge and the song of the water below, they watch as the last embers</w:t>
      </w:r>
      <w:r w:rsidR="009D4BB7" w:rsidRPr="0044382F">
        <w:t xml:space="preserve"> of the day</w:t>
      </w:r>
      <w:r w:rsidRPr="0044382F">
        <w:t xml:space="preserve"> turn the horizon to purple and gold.</w:t>
      </w:r>
    </w:p>
    <w:p w14:paraId="26DAB6A6" w14:textId="77777777" w:rsidR="001B6B64" w:rsidRPr="0044382F" w:rsidRDefault="001B6B64" w:rsidP="00362170"/>
    <w:p w14:paraId="54436314" w14:textId="77777777" w:rsidR="001B6B64" w:rsidRPr="0044382F" w:rsidRDefault="001B6B64">
      <w:pPr>
        <w:spacing w:after="200" w:line="276" w:lineRule="auto"/>
        <w:ind w:firstLine="0"/>
      </w:pPr>
      <w:r w:rsidRPr="0044382F">
        <w:br w:type="page"/>
      </w:r>
    </w:p>
    <w:p w14:paraId="7C4B06E9" w14:textId="0A7E377A" w:rsidR="001B6B64" w:rsidRPr="0044382F" w:rsidRDefault="001B6B64" w:rsidP="001B6B64"/>
    <w:p w14:paraId="2722FA8B" w14:textId="6D60F529" w:rsidR="001B6B64" w:rsidRPr="0044382F" w:rsidRDefault="001B6B64" w:rsidP="001B6B64"/>
    <w:p w14:paraId="3BAA1E9B" w14:textId="77777777" w:rsidR="001B6B64" w:rsidRPr="0044382F" w:rsidRDefault="001B6B64" w:rsidP="001B6B64"/>
    <w:p w14:paraId="4D021AD1" w14:textId="6D554BD4" w:rsidR="001B6B64" w:rsidRPr="0044382F" w:rsidRDefault="001B6B64" w:rsidP="001B6B64">
      <w:pPr>
        <w:pStyle w:val="Heading1"/>
      </w:pPr>
      <w:bookmarkStart w:id="3" w:name="_Toc483069090"/>
      <w:r w:rsidRPr="0044382F">
        <w:t>Author’s note</w:t>
      </w:r>
      <w:bookmarkEnd w:id="3"/>
    </w:p>
    <w:p w14:paraId="12C47D90" w14:textId="2209D5DB" w:rsidR="001B6B64" w:rsidRPr="0044382F" w:rsidRDefault="001B6B64" w:rsidP="001B6B64"/>
    <w:p w14:paraId="6E5E0906" w14:textId="2A20C3F9" w:rsidR="001B6B64" w:rsidRPr="0044382F" w:rsidRDefault="001B6B64" w:rsidP="001B6B64"/>
    <w:p w14:paraId="460B0318" w14:textId="7ED46328" w:rsidR="001B6B64" w:rsidRPr="0044382F" w:rsidRDefault="001B6B64" w:rsidP="001B6B64"/>
    <w:p w14:paraId="34ECF73C" w14:textId="06185BBF" w:rsidR="001B6B64" w:rsidRPr="0044382F" w:rsidRDefault="00F548FC" w:rsidP="001B6B64">
      <w:r w:rsidRPr="0044382F">
        <w:t xml:space="preserve">I enjoyed revisiting </w:t>
      </w:r>
      <w:r w:rsidR="0064772F" w:rsidRPr="0044382F">
        <w:t xml:space="preserve">the world I explored in my first novel, </w:t>
      </w:r>
      <w:r w:rsidR="0064772F" w:rsidRPr="0044382F">
        <w:rPr>
          <w:i/>
        </w:rPr>
        <w:t>Lament for the Fallen</w:t>
      </w:r>
      <w:r w:rsidRPr="0044382F">
        <w:t>. Ewuru feels a very gentle place when set against the context of 2017.</w:t>
      </w:r>
    </w:p>
    <w:p w14:paraId="1A99C2A9" w14:textId="7EF4E30F" w:rsidR="00F548FC" w:rsidRPr="0044382F" w:rsidRDefault="00F548FC" w:rsidP="001B6B64">
      <w:r w:rsidRPr="0044382F">
        <w:t>This short story serves as both a stand-alone companion to the novel’s paperback release</w:t>
      </w:r>
      <w:r w:rsidR="0064772F" w:rsidRPr="0044382F">
        <w:t xml:space="preserve"> on 1 June 2017</w:t>
      </w:r>
      <w:r w:rsidRPr="0044382F">
        <w:t>, and as a bridge between</w:t>
      </w:r>
      <w:r w:rsidR="001552E2" w:rsidRPr="0044382F">
        <w:t xml:space="preserve"> my first and third novels. No prizes for what that story will be about.</w:t>
      </w:r>
    </w:p>
    <w:p w14:paraId="3B5019C5" w14:textId="744E3C6A" w:rsidR="001552E2" w:rsidRPr="0044382F" w:rsidRDefault="001552E2" w:rsidP="001B6B64">
      <w:r w:rsidRPr="0044382F">
        <w:t xml:space="preserve">If you wish to learn more about ndem-worship in Efik culture, you should visit the Efik Eburutu website at </w:t>
      </w:r>
      <w:hyperlink r:id="rId8" w:history="1">
        <w:r w:rsidRPr="0044382F">
          <w:rPr>
            <w:rStyle w:val="Hyperlink"/>
          </w:rPr>
          <w:t>http://efikeburutu.org</w:t>
        </w:r>
      </w:hyperlink>
      <w:r w:rsidRPr="0044382F">
        <w:t xml:space="preserve"> where you will find a wealth of information on their traditions and history. The ceremony and song in </w:t>
      </w:r>
      <w:r w:rsidRPr="0044382F">
        <w:rPr>
          <w:i/>
        </w:rPr>
        <w:t>Usan Abasi’s Lament</w:t>
      </w:r>
      <w:r w:rsidR="0068379F" w:rsidRPr="0044382F">
        <w:t xml:space="preserve"> are </w:t>
      </w:r>
      <w:r w:rsidR="0044382F">
        <w:t>sourced</w:t>
      </w:r>
      <w:r w:rsidR="0068379F" w:rsidRPr="0044382F">
        <w:t xml:space="preserve"> from there.</w:t>
      </w:r>
    </w:p>
    <w:p w14:paraId="5AA53041" w14:textId="0E68FD8F" w:rsidR="00177E22" w:rsidRPr="0044382F" w:rsidRDefault="00177E22" w:rsidP="001B6B64">
      <w:r w:rsidRPr="0044382F">
        <w:t>And, as always, a song to complement the tale:</w:t>
      </w:r>
    </w:p>
    <w:p w14:paraId="6CD40FF8" w14:textId="4029AD98" w:rsidR="00177E22" w:rsidRPr="0044382F" w:rsidRDefault="00177E22" w:rsidP="00177E22">
      <w:pPr>
        <w:ind w:left="720" w:firstLine="720"/>
      </w:pPr>
      <w:r w:rsidRPr="0044382F">
        <w:t>‘Sirata’, Ma Ya – Habib Koité [</w:t>
      </w:r>
      <w:r w:rsidRPr="0044382F">
        <w:rPr>
          <w:i/>
        </w:rPr>
        <w:t>Usan Abasi’s Lament</w:t>
      </w:r>
      <w:r w:rsidRPr="0044382F">
        <w:t>]</w:t>
      </w:r>
    </w:p>
    <w:p w14:paraId="746B3EFA" w14:textId="5A06C90A" w:rsidR="0068379F" w:rsidRPr="0044382F" w:rsidRDefault="0068379F" w:rsidP="001B6B64">
      <w:r w:rsidRPr="0044382F">
        <w:t xml:space="preserve">You can find a list of my novels and </w:t>
      </w:r>
      <w:proofErr w:type="gramStart"/>
      <w:r w:rsidRPr="0044382F">
        <w:t>short-stories</w:t>
      </w:r>
      <w:proofErr w:type="gramEnd"/>
      <w:r w:rsidRPr="0044382F">
        <w:t xml:space="preserve"> on </w:t>
      </w:r>
      <w:hyperlink r:id="rId9" w:history="1">
        <w:r w:rsidRPr="0044382F">
          <w:rPr>
            <w:rStyle w:val="Hyperlink"/>
          </w:rPr>
          <w:t>https://gavinchait.com</w:t>
        </w:r>
      </w:hyperlink>
      <w:r w:rsidRPr="0044382F">
        <w:t>.</w:t>
      </w:r>
    </w:p>
    <w:p w14:paraId="7B0D9512" w14:textId="4A8D0BC0" w:rsidR="0068379F" w:rsidRPr="0044382F" w:rsidRDefault="0068379F" w:rsidP="001B6B64"/>
    <w:p w14:paraId="37E62221" w14:textId="7AC8F750" w:rsidR="0068379F" w:rsidRPr="0044382F" w:rsidRDefault="0068379F" w:rsidP="0068379F">
      <w:pPr>
        <w:jc w:val="right"/>
      </w:pPr>
      <w:r w:rsidRPr="0044382F">
        <w:t>@GavinChait</w:t>
      </w:r>
      <w:r w:rsidR="0044382F">
        <w:t xml:space="preserve">, </w:t>
      </w:r>
      <w:r w:rsidRPr="0044382F">
        <w:t>May 2017</w:t>
      </w:r>
    </w:p>
    <w:sectPr w:rsidR="0068379F" w:rsidRPr="0044382F" w:rsidSect="003D3EBC">
      <w:footerReference w:type="default" r:id="rId10"/>
      <w:pgSz w:w="11906" w:h="16838"/>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3613B" w14:textId="77777777" w:rsidR="00DA07A9" w:rsidRDefault="00DA07A9" w:rsidP="00FE1BB2">
      <w:r>
        <w:separator/>
      </w:r>
    </w:p>
  </w:endnote>
  <w:endnote w:type="continuationSeparator" w:id="0">
    <w:p w14:paraId="34B5946B" w14:textId="77777777" w:rsidR="00DA07A9" w:rsidRDefault="00DA07A9" w:rsidP="00FE1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T Serif">
    <w:panose1 w:val="020A0603040505020204"/>
    <w:charset w:val="00"/>
    <w:family w:val="roman"/>
    <w:pitch w:val="variable"/>
    <w:sig w:usb0="A00002EF" w:usb1="5000204B" w:usb2="00000000" w:usb3="00000000" w:csb0="00000097" w:csb1="00000000"/>
  </w:font>
  <w:font w:name="Tahoma">
    <w:panose1 w:val="020B0604030504040204"/>
    <w:charset w:val="00"/>
    <w:family w:val="swiss"/>
    <w:pitch w:val="variable"/>
    <w:sig w:usb0="E1002EFF" w:usb1="C000605B" w:usb2="00000029" w:usb3="00000000" w:csb0="000101FF" w:csb1="00000000"/>
  </w:font>
  <w:font w:name="Frutiger 45 Light">
    <w:panose1 w:val="00000000000000000000"/>
    <w:charset w:val="00"/>
    <w:family w:val="swiss"/>
    <w:notTrueType/>
    <w:pitch w:val="variable"/>
    <w:sig w:usb0="00000003" w:usb1="00000000" w:usb2="00000000" w:usb3="00000000" w:csb0="00000001" w:csb1="00000000"/>
  </w:font>
  <w:font w:name="PT Sans">
    <w:panose1 w:val="020B0503020203020204"/>
    <w:charset w:val="00"/>
    <w:family w:val="swiss"/>
    <w:pitch w:val="variable"/>
    <w:sig w:usb0="A00002EF" w:usb1="5000204B" w:usb2="00000020" w:usb3="00000000" w:csb0="00000097"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F604FD" w14:textId="26146000" w:rsidR="00ED20CD" w:rsidRDefault="00ED20CD">
    <w:pPr>
      <w:pStyle w:val="Footer"/>
      <w:jc w:val="right"/>
    </w:pPr>
  </w:p>
  <w:p w14:paraId="1A2A156F" w14:textId="77777777" w:rsidR="00ED20CD" w:rsidRDefault="00ED20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569CD4" w14:textId="77777777" w:rsidR="00DA07A9" w:rsidRDefault="00DA07A9" w:rsidP="00FE1BB2">
      <w:r>
        <w:separator/>
      </w:r>
    </w:p>
  </w:footnote>
  <w:footnote w:type="continuationSeparator" w:id="0">
    <w:p w14:paraId="0555322F" w14:textId="77777777" w:rsidR="00DA07A9" w:rsidRDefault="00DA07A9" w:rsidP="00FE1BB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2.5pt;height:22.5pt;visibility:visible;mso-wrap-style:square" o:bullet="t">
        <v:imagedata r:id="rId1" o:title=""/>
      </v:shape>
    </w:pict>
  </w:numPicBullet>
  <w:abstractNum w:abstractNumId="0" w15:restartNumberingAfterBreak="0">
    <w:nsid w:val="6281448F"/>
    <w:multiLevelType w:val="hybridMultilevel"/>
    <w:tmpl w:val="C2FE0B6A"/>
    <w:lvl w:ilvl="0" w:tplc="4E4C2F8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49428E0"/>
    <w:multiLevelType w:val="hybridMultilevel"/>
    <w:tmpl w:val="E0908008"/>
    <w:lvl w:ilvl="0" w:tplc="4E4C2F88">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54E9"/>
    <w:rsid w:val="000004A6"/>
    <w:rsid w:val="000010F4"/>
    <w:rsid w:val="00001549"/>
    <w:rsid w:val="000017D2"/>
    <w:rsid w:val="0000181A"/>
    <w:rsid w:val="00001D6E"/>
    <w:rsid w:val="000022DB"/>
    <w:rsid w:val="00002374"/>
    <w:rsid w:val="00002570"/>
    <w:rsid w:val="000025F5"/>
    <w:rsid w:val="00002866"/>
    <w:rsid w:val="000029FB"/>
    <w:rsid w:val="00003424"/>
    <w:rsid w:val="00003666"/>
    <w:rsid w:val="00003A88"/>
    <w:rsid w:val="00003D97"/>
    <w:rsid w:val="000040FC"/>
    <w:rsid w:val="00004485"/>
    <w:rsid w:val="0000461A"/>
    <w:rsid w:val="000047AF"/>
    <w:rsid w:val="00004ACA"/>
    <w:rsid w:val="00004DE6"/>
    <w:rsid w:val="00004F82"/>
    <w:rsid w:val="0000582B"/>
    <w:rsid w:val="00005BBF"/>
    <w:rsid w:val="00005FD4"/>
    <w:rsid w:val="0000618D"/>
    <w:rsid w:val="00006371"/>
    <w:rsid w:val="000063C9"/>
    <w:rsid w:val="000064B6"/>
    <w:rsid w:val="000065B0"/>
    <w:rsid w:val="00006AF2"/>
    <w:rsid w:val="00006D42"/>
    <w:rsid w:val="00006E8F"/>
    <w:rsid w:val="00006FB1"/>
    <w:rsid w:val="000070DB"/>
    <w:rsid w:val="000073BF"/>
    <w:rsid w:val="000077F1"/>
    <w:rsid w:val="0001078A"/>
    <w:rsid w:val="00010B7E"/>
    <w:rsid w:val="00010B9A"/>
    <w:rsid w:val="0001128A"/>
    <w:rsid w:val="00011816"/>
    <w:rsid w:val="00011D7A"/>
    <w:rsid w:val="0001201A"/>
    <w:rsid w:val="00012088"/>
    <w:rsid w:val="000125B2"/>
    <w:rsid w:val="0001330F"/>
    <w:rsid w:val="00013365"/>
    <w:rsid w:val="0001339D"/>
    <w:rsid w:val="0001346C"/>
    <w:rsid w:val="0001355A"/>
    <w:rsid w:val="00013741"/>
    <w:rsid w:val="000138B5"/>
    <w:rsid w:val="00014519"/>
    <w:rsid w:val="00014A95"/>
    <w:rsid w:val="00014CAE"/>
    <w:rsid w:val="00015682"/>
    <w:rsid w:val="000156A8"/>
    <w:rsid w:val="00015DD7"/>
    <w:rsid w:val="00015E4D"/>
    <w:rsid w:val="00016EC5"/>
    <w:rsid w:val="000170FA"/>
    <w:rsid w:val="00017512"/>
    <w:rsid w:val="00017ADC"/>
    <w:rsid w:val="00017B36"/>
    <w:rsid w:val="00017E95"/>
    <w:rsid w:val="0002078C"/>
    <w:rsid w:val="0002083E"/>
    <w:rsid w:val="00020E70"/>
    <w:rsid w:val="0002192A"/>
    <w:rsid w:val="00021D0D"/>
    <w:rsid w:val="00022748"/>
    <w:rsid w:val="00023587"/>
    <w:rsid w:val="00023CD3"/>
    <w:rsid w:val="00024379"/>
    <w:rsid w:val="000249EC"/>
    <w:rsid w:val="000249F5"/>
    <w:rsid w:val="00024D0A"/>
    <w:rsid w:val="0002516F"/>
    <w:rsid w:val="00025C0A"/>
    <w:rsid w:val="00026038"/>
    <w:rsid w:val="00026540"/>
    <w:rsid w:val="00026C6A"/>
    <w:rsid w:val="000273B2"/>
    <w:rsid w:val="00027766"/>
    <w:rsid w:val="000277B6"/>
    <w:rsid w:val="00030235"/>
    <w:rsid w:val="000307C2"/>
    <w:rsid w:val="00030900"/>
    <w:rsid w:val="00030E70"/>
    <w:rsid w:val="00031253"/>
    <w:rsid w:val="0003160C"/>
    <w:rsid w:val="00031A71"/>
    <w:rsid w:val="000323C8"/>
    <w:rsid w:val="00033027"/>
    <w:rsid w:val="0003342D"/>
    <w:rsid w:val="000335AD"/>
    <w:rsid w:val="000336DC"/>
    <w:rsid w:val="00033B66"/>
    <w:rsid w:val="000341D8"/>
    <w:rsid w:val="000346C2"/>
    <w:rsid w:val="00034B8E"/>
    <w:rsid w:val="00034E56"/>
    <w:rsid w:val="000372FA"/>
    <w:rsid w:val="00037FE6"/>
    <w:rsid w:val="00040287"/>
    <w:rsid w:val="0004095A"/>
    <w:rsid w:val="00041069"/>
    <w:rsid w:val="0004204E"/>
    <w:rsid w:val="000421DF"/>
    <w:rsid w:val="00043380"/>
    <w:rsid w:val="0004393E"/>
    <w:rsid w:val="000439D1"/>
    <w:rsid w:val="0004453E"/>
    <w:rsid w:val="00044924"/>
    <w:rsid w:val="000449D8"/>
    <w:rsid w:val="00044C05"/>
    <w:rsid w:val="00044D7B"/>
    <w:rsid w:val="00044E97"/>
    <w:rsid w:val="00045014"/>
    <w:rsid w:val="00045984"/>
    <w:rsid w:val="00045D97"/>
    <w:rsid w:val="0004603E"/>
    <w:rsid w:val="000464B0"/>
    <w:rsid w:val="000466C6"/>
    <w:rsid w:val="000467FC"/>
    <w:rsid w:val="00046BA0"/>
    <w:rsid w:val="00046D3D"/>
    <w:rsid w:val="00046E0D"/>
    <w:rsid w:val="0004702C"/>
    <w:rsid w:val="00047101"/>
    <w:rsid w:val="00047814"/>
    <w:rsid w:val="000501F2"/>
    <w:rsid w:val="000503B2"/>
    <w:rsid w:val="000503DC"/>
    <w:rsid w:val="000504EB"/>
    <w:rsid w:val="00050523"/>
    <w:rsid w:val="00050EAB"/>
    <w:rsid w:val="00050F0C"/>
    <w:rsid w:val="000511E9"/>
    <w:rsid w:val="000522AB"/>
    <w:rsid w:val="0005246C"/>
    <w:rsid w:val="00052876"/>
    <w:rsid w:val="00053545"/>
    <w:rsid w:val="00053F3E"/>
    <w:rsid w:val="000541EA"/>
    <w:rsid w:val="00054743"/>
    <w:rsid w:val="00054965"/>
    <w:rsid w:val="00054FA5"/>
    <w:rsid w:val="00055011"/>
    <w:rsid w:val="00055571"/>
    <w:rsid w:val="00055BAC"/>
    <w:rsid w:val="00055CCE"/>
    <w:rsid w:val="00055E50"/>
    <w:rsid w:val="000564D2"/>
    <w:rsid w:val="00056F43"/>
    <w:rsid w:val="00057572"/>
    <w:rsid w:val="00057840"/>
    <w:rsid w:val="00057E6A"/>
    <w:rsid w:val="0006044F"/>
    <w:rsid w:val="00060E4B"/>
    <w:rsid w:val="000610FF"/>
    <w:rsid w:val="000618A3"/>
    <w:rsid w:val="0006196D"/>
    <w:rsid w:val="00061C7B"/>
    <w:rsid w:val="000624BB"/>
    <w:rsid w:val="000624F9"/>
    <w:rsid w:val="00062929"/>
    <w:rsid w:val="000633AF"/>
    <w:rsid w:val="00063764"/>
    <w:rsid w:val="00064546"/>
    <w:rsid w:val="000645E5"/>
    <w:rsid w:val="00064C64"/>
    <w:rsid w:val="00064FA8"/>
    <w:rsid w:val="000660DC"/>
    <w:rsid w:val="00066240"/>
    <w:rsid w:val="00066749"/>
    <w:rsid w:val="00066D26"/>
    <w:rsid w:val="0006711F"/>
    <w:rsid w:val="00067220"/>
    <w:rsid w:val="00067601"/>
    <w:rsid w:val="00067909"/>
    <w:rsid w:val="000679C1"/>
    <w:rsid w:val="000701D2"/>
    <w:rsid w:val="00070DAF"/>
    <w:rsid w:val="00071025"/>
    <w:rsid w:val="0007118F"/>
    <w:rsid w:val="0007140D"/>
    <w:rsid w:val="0007149A"/>
    <w:rsid w:val="00071AAB"/>
    <w:rsid w:val="00071E5E"/>
    <w:rsid w:val="00072082"/>
    <w:rsid w:val="0007243B"/>
    <w:rsid w:val="000724F4"/>
    <w:rsid w:val="00072A34"/>
    <w:rsid w:val="00072AA7"/>
    <w:rsid w:val="00072B0A"/>
    <w:rsid w:val="0007325C"/>
    <w:rsid w:val="00073445"/>
    <w:rsid w:val="0007378D"/>
    <w:rsid w:val="0007483B"/>
    <w:rsid w:val="00074932"/>
    <w:rsid w:val="000749AF"/>
    <w:rsid w:val="00074EA0"/>
    <w:rsid w:val="0007539D"/>
    <w:rsid w:val="0007593B"/>
    <w:rsid w:val="00075EDA"/>
    <w:rsid w:val="00075F4B"/>
    <w:rsid w:val="00076048"/>
    <w:rsid w:val="000761B4"/>
    <w:rsid w:val="00076278"/>
    <w:rsid w:val="00076519"/>
    <w:rsid w:val="00076542"/>
    <w:rsid w:val="00077763"/>
    <w:rsid w:val="00077843"/>
    <w:rsid w:val="00077AB6"/>
    <w:rsid w:val="00077C8B"/>
    <w:rsid w:val="00080091"/>
    <w:rsid w:val="00080180"/>
    <w:rsid w:val="000803AB"/>
    <w:rsid w:val="00080DCD"/>
    <w:rsid w:val="00080FCB"/>
    <w:rsid w:val="0008111E"/>
    <w:rsid w:val="000815ED"/>
    <w:rsid w:val="000818A0"/>
    <w:rsid w:val="00081F48"/>
    <w:rsid w:val="0008257E"/>
    <w:rsid w:val="00082F2D"/>
    <w:rsid w:val="000835F4"/>
    <w:rsid w:val="00083770"/>
    <w:rsid w:val="000839C8"/>
    <w:rsid w:val="00083ADD"/>
    <w:rsid w:val="0008416D"/>
    <w:rsid w:val="0008468C"/>
    <w:rsid w:val="00084D4C"/>
    <w:rsid w:val="00084DC4"/>
    <w:rsid w:val="00084EB4"/>
    <w:rsid w:val="0008508A"/>
    <w:rsid w:val="00085A3E"/>
    <w:rsid w:val="00085EA0"/>
    <w:rsid w:val="00085F66"/>
    <w:rsid w:val="00086B37"/>
    <w:rsid w:val="0008729F"/>
    <w:rsid w:val="00087A37"/>
    <w:rsid w:val="00090415"/>
    <w:rsid w:val="0009080D"/>
    <w:rsid w:val="00090A8B"/>
    <w:rsid w:val="00090B0F"/>
    <w:rsid w:val="00090C66"/>
    <w:rsid w:val="000911C7"/>
    <w:rsid w:val="00091D76"/>
    <w:rsid w:val="00092471"/>
    <w:rsid w:val="00092A02"/>
    <w:rsid w:val="00092B38"/>
    <w:rsid w:val="000931D1"/>
    <w:rsid w:val="000937E0"/>
    <w:rsid w:val="00093F4E"/>
    <w:rsid w:val="000940B1"/>
    <w:rsid w:val="00094464"/>
    <w:rsid w:val="000946EA"/>
    <w:rsid w:val="00094810"/>
    <w:rsid w:val="00094F80"/>
    <w:rsid w:val="00095126"/>
    <w:rsid w:val="00095171"/>
    <w:rsid w:val="00095AFA"/>
    <w:rsid w:val="00096678"/>
    <w:rsid w:val="00096960"/>
    <w:rsid w:val="00096C82"/>
    <w:rsid w:val="00096DD3"/>
    <w:rsid w:val="00097346"/>
    <w:rsid w:val="000976D2"/>
    <w:rsid w:val="0009782F"/>
    <w:rsid w:val="000979CE"/>
    <w:rsid w:val="000A0095"/>
    <w:rsid w:val="000A0402"/>
    <w:rsid w:val="000A097C"/>
    <w:rsid w:val="000A0D00"/>
    <w:rsid w:val="000A0DE1"/>
    <w:rsid w:val="000A0FF5"/>
    <w:rsid w:val="000A1025"/>
    <w:rsid w:val="000A1146"/>
    <w:rsid w:val="000A163D"/>
    <w:rsid w:val="000A1718"/>
    <w:rsid w:val="000A1BAA"/>
    <w:rsid w:val="000A2312"/>
    <w:rsid w:val="000A23E3"/>
    <w:rsid w:val="000A2C5B"/>
    <w:rsid w:val="000A2CDB"/>
    <w:rsid w:val="000A2E21"/>
    <w:rsid w:val="000A2F8D"/>
    <w:rsid w:val="000A3D31"/>
    <w:rsid w:val="000A3E71"/>
    <w:rsid w:val="000A3FC0"/>
    <w:rsid w:val="000A40B4"/>
    <w:rsid w:val="000A40ED"/>
    <w:rsid w:val="000A41F0"/>
    <w:rsid w:val="000A4215"/>
    <w:rsid w:val="000A46F4"/>
    <w:rsid w:val="000A486F"/>
    <w:rsid w:val="000A4E25"/>
    <w:rsid w:val="000A4F0A"/>
    <w:rsid w:val="000A508E"/>
    <w:rsid w:val="000A514D"/>
    <w:rsid w:val="000A523A"/>
    <w:rsid w:val="000A5745"/>
    <w:rsid w:val="000A58E6"/>
    <w:rsid w:val="000A5BEB"/>
    <w:rsid w:val="000A615A"/>
    <w:rsid w:val="000A64A3"/>
    <w:rsid w:val="000A66D6"/>
    <w:rsid w:val="000A6F80"/>
    <w:rsid w:val="000A701D"/>
    <w:rsid w:val="000A7776"/>
    <w:rsid w:val="000A7A6F"/>
    <w:rsid w:val="000A7B9E"/>
    <w:rsid w:val="000A7F1C"/>
    <w:rsid w:val="000B009C"/>
    <w:rsid w:val="000B013B"/>
    <w:rsid w:val="000B02AC"/>
    <w:rsid w:val="000B0AD6"/>
    <w:rsid w:val="000B0AE6"/>
    <w:rsid w:val="000B0EDF"/>
    <w:rsid w:val="000B125B"/>
    <w:rsid w:val="000B16DB"/>
    <w:rsid w:val="000B18E5"/>
    <w:rsid w:val="000B1A32"/>
    <w:rsid w:val="000B227C"/>
    <w:rsid w:val="000B24B1"/>
    <w:rsid w:val="000B25ED"/>
    <w:rsid w:val="000B2673"/>
    <w:rsid w:val="000B2805"/>
    <w:rsid w:val="000B330F"/>
    <w:rsid w:val="000B3458"/>
    <w:rsid w:val="000B38CB"/>
    <w:rsid w:val="000B3EC5"/>
    <w:rsid w:val="000B4562"/>
    <w:rsid w:val="000B4CAE"/>
    <w:rsid w:val="000B566E"/>
    <w:rsid w:val="000B612A"/>
    <w:rsid w:val="000B61D4"/>
    <w:rsid w:val="000B63E4"/>
    <w:rsid w:val="000B6796"/>
    <w:rsid w:val="000B7249"/>
    <w:rsid w:val="000B7C25"/>
    <w:rsid w:val="000B7E4B"/>
    <w:rsid w:val="000C0945"/>
    <w:rsid w:val="000C0A7A"/>
    <w:rsid w:val="000C1B78"/>
    <w:rsid w:val="000C1C31"/>
    <w:rsid w:val="000C1F1D"/>
    <w:rsid w:val="000C2499"/>
    <w:rsid w:val="000C25C0"/>
    <w:rsid w:val="000C2840"/>
    <w:rsid w:val="000C2C3A"/>
    <w:rsid w:val="000C3565"/>
    <w:rsid w:val="000C38CC"/>
    <w:rsid w:val="000C390F"/>
    <w:rsid w:val="000C3AD3"/>
    <w:rsid w:val="000C3AFF"/>
    <w:rsid w:val="000C3D53"/>
    <w:rsid w:val="000C4D11"/>
    <w:rsid w:val="000C554A"/>
    <w:rsid w:val="000C5C4D"/>
    <w:rsid w:val="000C6121"/>
    <w:rsid w:val="000C618E"/>
    <w:rsid w:val="000C61EB"/>
    <w:rsid w:val="000C73F1"/>
    <w:rsid w:val="000C7F10"/>
    <w:rsid w:val="000D011F"/>
    <w:rsid w:val="000D0345"/>
    <w:rsid w:val="000D03BE"/>
    <w:rsid w:val="000D042F"/>
    <w:rsid w:val="000D08C6"/>
    <w:rsid w:val="000D0F03"/>
    <w:rsid w:val="000D20F4"/>
    <w:rsid w:val="000D213A"/>
    <w:rsid w:val="000D223F"/>
    <w:rsid w:val="000D2732"/>
    <w:rsid w:val="000D2873"/>
    <w:rsid w:val="000D2B48"/>
    <w:rsid w:val="000D304D"/>
    <w:rsid w:val="000D312A"/>
    <w:rsid w:val="000D3536"/>
    <w:rsid w:val="000D3735"/>
    <w:rsid w:val="000D498F"/>
    <w:rsid w:val="000D4D6E"/>
    <w:rsid w:val="000D54EA"/>
    <w:rsid w:val="000D5DC2"/>
    <w:rsid w:val="000D61DB"/>
    <w:rsid w:val="000D630F"/>
    <w:rsid w:val="000D662A"/>
    <w:rsid w:val="000D7192"/>
    <w:rsid w:val="000D71FA"/>
    <w:rsid w:val="000D7380"/>
    <w:rsid w:val="000D744B"/>
    <w:rsid w:val="000D7811"/>
    <w:rsid w:val="000D78B4"/>
    <w:rsid w:val="000D78E3"/>
    <w:rsid w:val="000D7DC8"/>
    <w:rsid w:val="000E0E6F"/>
    <w:rsid w:val="000E124D"/>
    <w:rsid w:val="000E19D8"/>
    <w:rsid w:val="000E25BF"/>
    <w:rsid w:val="000E26AF"/>
    <w:rsid w:val="000E26CD"/>
    <w:rsid w:val="000E2AA3"/>
    <w:rsid w:val="000E2CD9"/>
    <w:rsid w:val="000E3081"/>
    <w:rsid w:val="000E3820"/>
    <w:rsid w:val="000E4960"/>
    <w:rsid w:val="000E4C00"/>
    <w:rsid w:val="000E4F78"/>
    <w:rsid w:val="000E55A9"/>
    <w:rsid w:val="000E5637"/>
    <w:rsid w:val="000E588D"/>
    <w:rsid w:val="000E619E"/>
    <w:rsid w:val="000E648F"/>
    <w:rsid w:val="000E6496"/>
    <w:rsid w:val="000E683F"/>
    <w:rsid w:val="000E6DF9"/>
    <w:rsid w:val="000E7775"/>
    <w:rsid w:val="000E788A"/>
    <w:rsid w:val="000E7B71"/>
    <w:rsid w:val="000E7CC3"/>
    <w:rsid w:val="000E7CDA"/>
    <w:rsid w:val="000E7D55"/>
    <w:rsid w:val="000E7E42"/>
    <w:rsid w:val="000F05DB"/>
    <w:rsid w:val="000F0B96"/>
    <w:rsid w:val="000F1110"/>
    <w:rsid w:val="000F1D21"/>
    <w:rsid w:val="000F22EC"/>
    <w:rsid w:val="000F255E"/>
    <w:rsid w:val="000F26F6"/>
    <w:rsid w:val="000F2BED"/>
    <w:rsid w:val="000F2C28"/>
    <w:rsid w:val="000F32B7"/>
    <w:rsid w:val="000F4150"/>
    <w:rsid w:val="000F4814"/>
    <w:rsid w:val="000F4B88"/>
    <w:rsid w:val="000F4D99"/>
    <w:rsid w:val="000F5743"/>
    <w:rsid w:val="000F57D7"/>
    <w:rsid w:val="000F5968"/>
    <w:rsid w:val="000F6AAE"/>
    <w:rsid w:val="000F6B3C"/>
    <w:rsid w:val="000F7185"/>
    <w:rsid w:val="000F71D4"/>
    <w:rsid w:val="000F7596"/>
    <w:rsid w:val="000F778F"/>
    <w:rsid w:val="000F77CE"/>
    <w:rsid w:val="000F78DB"/>
    <w:rsid w:val="000F7B4C"/>
    <w:rsid w:val="00100009"/>
    <w:rsid w:val="00100077"/>
    <w:rsid w:val="00100228"/>
    <w:rsid w:val="001004AE"/>
    <w:rsid w:val="0010093F"/>
    <w:rsid w:val="00101152"/>
    <w:rsid w:val="001011EE"/>
    <w:rsid w:val="00101656"/>
    <w:rsid w:val="00101669"/>
    <w:rsid w:val="00101A12"/>
    <w:rsid w:val="00101B8E"/>
    <w:rsid w:val="00101C73"/>
    <w:rsid w:val="00102419"/>
    <w:rsid w:val="0010279A"/>
    <w:rsid w:val="00102CCF"/>
    <w:rsid w:val="001037D1"/>
    <w:rsid w:val="00103CBC"/>
    <w:rsid w:val="00103D91"/>
    <w:rsid w:val="00103E9B"/>
    <w:rsid w:val="001040C2"/>
    <w:rsid w:val="001042EF"/>
    <w:rsid w:val="00104A71"/>
    <w:rsid w:val="00104C16"/>
    <w:rsid w:val="00104C7C"/>
    <w:rsid w:val="00104E45"/>
    <w:rsid w:val="0010544F"/>
    <w:rsid w:val="0010546B"/>
    <w:rsid w:val="0010585F"/>
    <w:rsid w:val="00105970"/>
    <w:rsid w:val="001059DB"/>
    <w:rsid w:val="00105A15"/>
    <w:rsid w:val="00105ACE"/>
    <w:rsid w:val="00106407"/>
    <w:rsid w:val="00106BF7"/>
    <w:rsid w:val="001070B8"/>
    <w:rsid w:val="00107336"/>
    <w:rsid w:val="00107BE1"/>
    <w:rsid w:val="00107D6F"/>
    <w:rsid w:val="00110101"/>
    <w:rsid w:val="00110572"/>
    <w:rsid w:val="00110A61"/>
    <w:rsid w:val="00110E8D"/>
    <w:rsid w:val="00110EA9"/>
    <w:rsid w:val="0011128E"/>
    <w:rsid w:val="0011129C"/>
    <w:rsid w:val="0011186B"/>
    <w:rsid w:val="00112FA6"/>
    <w:rsid w:val="00113045"/>
    <w:rsid w:val="0011314B"/>
    <w:rsid w:val="00113BD4"/>
    <w:rsid w:val="00113E1F"/>
    <w:rsid w:val="00114428"/>
    <w:rsid w:val="00114683"/>
    <w:rsid w:val="00115271"/>
    <w:rsid w:val="00115341"/>
    <w:rsid w:val="00115620"/>
    <w:rsid w:val="00115B5D"/>
    <w:rsid w:val="00116185"/>
    <w:rsid w:val="0011653E"/>
    <w:rsid w:val="0011659A"/>
    <w:rsid w:val="0011671E"/>
    <w:rsid w:val="00116B62"/>
    <w:rsid w:val="0011738E"/>
    <w:rsid w:val="001173FC"/>
    <w:rsid w:val="0011741B"/>
    <w:rsid w:val="001176C1"/>
    <w:rsid w:val="00117952"/>
    <w:rsid w:val="00117E1C"/>
    <w:rsid w:val="001203F6"/>
    <w:rsid w:val="00120D67"/>
    <w:rsid w:val="0012131C"/>
    <w:rsid w:val="001216DD"/>
    <w:rsid w:val="0012197C"/>
    <w:rsid w:val="0012251E"/>
    <w:rsid w:val="0012253C"/>
    <w:rsid w:val="001228E0"/>
    <w:rsid w:val="001237FF"/>
    <w:rsid w:val="00123C25"/>
    <w:rsid w:val="00123FB3"/>
    <w:rsid w:val="001241B6"/>
    <w:rsid w:val="001247FC"/>
    <w:rsid w:val="00124832"/>
    <w:rsid w:val="0012628C"/>
    <w:rsid w:val="0012645E"/>
    <w:rsid w:val="00126FC4"/>
    <w:rsid w:val="00127671"/>
    <w:rsid w:val="00127918"/>
    <w:rsid w:val="00127B88"/>
    <w:rsid w:val="00127FE3"/>
    <w:rsid w:val="00130F63"/>
    <w:rsid w:val="00131261"/>
    <w:rsid w:val="001314C0"/>
    <w:rsid w:val="001317D0"/>
    <w:rsid w:val="00131BD5"/>
    <w:rsid w:val="00131BD7"/>
    <w:rsid w:val="00131FF1"/>
    <w:rsid w:val="00132134"/>
    <w:rsid w:val="0013252C"/>
    <w:rsid w:val="00132E44"/>
    <w:rsid w:val="00133369"/>
    <w:rsid w:val="001338D1"/>
    <w:rsid w:val="00133DE4"/>
    <w:rsid w:val="0013401D"/>
    <w:rsid w:val="00134252"/>
    <w:rsid w:val="00134BD0"/>
    <w:rsid w:val="001351F8"/>
    <w:rsid w:val="0013525B"/>
    <w:rsid w:val="0013553A"/>
    <w:rsid w:val="00135E9A"/>
    <w:rsid w:val="001360FA"/>
    <w:rsid w:val="00136BD4"/>
    <w:rsid w:val="00136D56"/>
    <w:rsid w:val="00137D0E"/>
    <w:rsid w:val="0014006C"/>
    <w:rsid w:val="00140C10"/>
    <w:rsid w:val="00140F9D"/>
    <w:rsid w:val="0014118B"/>
    <w:rsid w:val="00141A6A"/>
    <w:rsid w:val="00141EBF"/>
    <w:rsid w:val="0014221D"/>
    <w:rsid w:val="00142815"/>
    <w:rsid w:val="0014309C"/>
    <w:rsid w:val="001430D9"/>
    <w:rsid w:val="001431FC"/>
    <w:rsid w:val="0014330D"/>
    <w:rsid w:val="001433FD"/>
    <w:rsid w:val="00144A9A"/>
    <w:rsid w:val="001450A0"/>
    <w:rsid w:val="001455A0"/>
    <w:rsid w:val="0014619D"/>
    <w:rsid w:val="001463A5"/>
    <w:rsid w:val="001464B3"/>
    <w:rsid w:val="00146963"/>
    <w:rsid w:val="00147054"/>
    <w:rsid w:val="001479F4"/>
    <w:rsid w:val="00147F02"/>
    <w:rsid w:val="0015010C"/>
    <w:rsid w:val="00150EF9"/>
    <w:rsid w:val="00151179"/>
    <w:rsid w:val="001515D3"/>
    <w:rsid w:val="00151699"/>
    <w:rsid w:val="00152B5A"/>
    <w:rsid w:val="00152E86"/>
    <w:rsid w:val="00152EA8"/>
    <w:rsid w:val="00152F9D"/>
    <w:rsid w:val="001539B2"/>
    <w:rsid w:val="00154007"/>
    <w:rsid w:val="00154209"/>
    <w:rsid w:val="00154EA6"/>
    <w:rsid w:val="0015528E"/>
    <w:rsid w:val="001552E2"/>
    <w:rsid w:val="00155318"/>
    <w:rsid w:val="00155431"/>
    <w:rsid w:val="001556E5"/>
    <w:rsid w:val="00155F2F"/>
    <w:rsid w:val="0015615E"/>
    <w:rsid w:val="001562B0"/>
    <w:rsid w:val="00156553"/>
    <w:rsid w:val="001568CF"/>
    <w:rsid w:val="00156EFE"/>
    <w:rsid w:val="00157385"/>
    <w:rsid w:val="00157475"/>
    <w:rsid w:val="00157493"/>
    <w:rsid w:val="00157DD8"/>
    <w:rsid w:val="001604B7"/>
    <w:rsid w:val="00160543"/>
    <w:rsid w:val="001614DE"/>
    <w:rsid w:val="00161557"/>
    <w:rsid w:val="00161645"/>
    <w:rsid w:val="00161773"/>
    <w:rsid w:val="00161F9D"/>
    <w:rsid w:val="001626B4"/>
    <w:rsid w:val="0016282B"/>
    <w:rsid w:val="00162E90"/>
    <w:rsid w:val="00162ECF"/>
    <w:rsid w:val="001639CC"/>
    <w:rsid w:val="001640FC"/>
    <w:rsid w:val="001645BD"/>
    <w:rsid w:val="001645E3"/>
    <w:rsid w:val="00164637"/>
    <w:rsid w:val="00164C0B"/>
    <w:rsid w:val="00164CA6"/>
    <w:rsid w:val="00164D2E"/>
    <w:rsid w:val="00165124"/>
    <w:rsid w:val="00165561"/>
    <w:rsid w:val="00165696"/>
    <w:rsid w:val="0016584C"/>
    <w:rsid w:val="001659B5"/>
    <w:rsid w:val="00165CD2"/>
    <w:rsid w:val="001667BE"/>
    <w:rsid w:val="001669F4"/>
    <w:rsid w:val="00166D21"/>
    <w:rsid w:val="00167840"/>
    <w:rsid w:val="001701F6"/>
    <w:rsid w:val="001702D2"/>
    <w:rsid w:val="0017086C"/>
    <w:rsid w:val="00170B8F"/>
    <w:rsid w:val="001715FB"/>
    <w:rsid w:val="0017164E"/>
    <w:rsid w:val="001717B0"/>
    <w:rsid w:val="0017183F"/>
    <w:rsid w:val="00172610"/>
    <w:rsid w:val="00172885"/>
    <w:rsid w:val="00172F6D"/>
    <w:rsid w:val="00173035"/>
    <w:rsid w:val="001735F6"/>
    <w:rsid w:val="001736CC"/>
    <w:rsid w:val="001737AB"/>
    <w:rsid w:val="00173D51"/>
    <w:rsid w:val="0017409E"/>
    <w:rsid w:val="001740A1"/>
    <w:rsid w:val="00174826"/>
    <w:rsid w:val="0017486E"/>
    <w:rsid w:val="0017519C"/>
    <w:rsid w:val="00175CBD"/>
    <w:rsid w:val="00175E89"/>
    <w:rsid w:val="0017626A"/>
    <w:rsid w:val="00176338"/>
    <w:rsid w:val="00176890"/>
    <w:rsid w:val="001768F0"/>
    <w:rsid w:val="001769AB"/>
    <w:rsid w:val="001769B9"/>
    <w:rsid w:val="00176B42"/>
    <w:rsid w:val="00177878"/>
    <w:rsid w:val="00177E22"/>
    <w:rsid w:val="00180629"/>
    <w:rsid w:val="00180836"/>
    <w:rsid w:val="00180A4F"/>
    <w:rsid w:val="00180B13"/>
    <w:rsid w:val="00180E78"/>
    <w:rsid w:val="00181468"/>
    <w:rsid w:val="001814DF"/>
    <w:rsid w:val="00181C71"/>
    <w:rsid w:val="001820FB"/>
    <w:rsid w:val="001826A2"/>
    <w:rsid w:val="00182A55"/>
    <w:rsid w:val="00182A90"/>
    <w:rsid w:val="00183140"/>
    <w:rsid w:val="00183154"/>
    <w:rsid w:val="0018386B"/>
    <w:rsid w:val="001838C8"/>
    <w:rsid w:val="00184079"/>
    <w:rsid w:val="00184123"/>
    <w:rsid w:val="0018422D"/>
    <w:rsid w:val="00184248"/>
    <w:rsid w:val="001846C8"/>
    <w:rsid w:val="001849E0"/>
    <w:rsid w:val="00184A71"/>
    <w:rsid w:val="00184BDE"/>
    <w:rsid w:val="00185035"/>
    <w:rsid w:val="00185046"/>
    <w:rsid w:val="001850FA"/>
    <w:rsid w:val="00185550"/>
    <w:rsid w:val="001856C1"/>
    <w:rsid w:val="00186566"/>
    <w:rsid w:val="0018693B"/>
    <w:rsid w:val="00186D82"/>
    <w:rsid w:val="00186F74"/>
    <w:rsid w:val="00187ABC"/>
    <w:rsid w:val="00190F9C"/>
    <w:rsid w:val="0019118D"/>
    <w:rsid w:val="001916DF"/>
    <w:rsid w:val="00191BEB"/>
    <w:rsid w:val="00192C72"/>
    <w:rsid w:val="00192EF0"/>
    <w:rsid w:val="00193557"/>
    <w:rsid w:val="001939CF"/>
    <w:rsid w:val="00193EE9"/>
    <w:rsid w:val="001942E3"/>
    <w:rsid w:val="00194E37"/>
    <w:rsid w:val="0019597A"/>
    <w:rsid w:val="001963D5"/>
    <w:rsid w:val="001964ED"/>
    <w:rsid w:val="001965E9"/>
    <w:rsid w:val="001966EF"/>
    <w:rsid w:val="0019671C"/>
    <w:rsid w:val="001969AE"/>
    <w:rsid w:val="001969D6"/>
    <w:rsid w:val="00196BD0"/>
    <w:rsid w:val="00196E33"/>
    <w:rsid w:val="00196F2D"/>
    <w:rsid w:val="001976BB"/>
    <w:rsid w:val="001977AE"/>
    <w:rsid w:val="00197814"/>
    <w:rsid w:val="001978B7"/>
    <w:rsid w:val="00197B60"/>
    <w:rsid w:val="00197C01"/>
    <w:rsid w:val="00197E4D"/>
    <w:rsid w:val="00197FA3"/>
    <w:rsid w:val="00197FA7"/>
    <w:rsid w:val="001A010F"/>
    <w:rsid w:val="001A01BD"/>
    <w:rsid w:val="001A096F"/>
    <w:rsid w:val="001A0DC4"/>
    <w:rsid w:val="001A10E9"/>
    <w:rsid w:val="001A152D"/>
    <w:rsid w:val="001A168C"/>
    <w:rsid w:val="001A1722"/>
    <w:rsid w:val="001A1C95"/>
    <w:rsid w:val="001A226E"/>
    <w:rsid w:val="001A23DC"/>
    <w:rsid w:val="001A260F"/>
    <w:rsid w:val="001A2C8B"/>
    <w:rsid w:val="001A2DE4"/>
    <w:rsid w:val="001A31E9"/>
    <w:rsid w:val="001A3343"/>
    <w:rsid w:val="001A3478"/>
    <w:rsid w:val="001A363E"/>
    <w:rsid w:val="001A3E72"/>
    <w:rsid w:val="001A3FF9"/>
    <w:rsid w:val="001A41AE"/>
    <w:rsid w:val="001A4816"/>
    <w:rsid w:val="001A4CB2"/>
    <w:rsid w:val="001A4E5A"/>
    <w:rsid w:val="001A506C"/>
    <w:rsid w:val="001A51F5"/>
    <w:rsid w:val="001A5224"/>
    <w:rsid w:val="001A52D7"/>
    <w:rsid w:val="001A58A8"/>
    <w:rsid w:val="001A61FE"/>
    <w:rsid w:val="001A63E0"/>
    <w:rsid w:val="001A6AAD"/>
    <w:rsid w:val="001A6ADE"/>
    <w:rsid w:val="001A6BCD"/>
    <w:rsid w:val="001A72D9"/>
    <w:rsid w:val="001A7A5D"/>
    <w:rsid w:val="001B0028"/>
    <w:rsid w:val="001B0201"/>
    <w:rsid w:val="001B044E"/>
    <w:rsid w:val="001B04A1"/>
    <w:rsid w:val="001B06E3"/>
    <w:rsid w:val="001B0ED0"/>
    <w:rsid w:val="001B18DE"/>
    <w:rsid w:val="001B1C07"/>
    <w:rsid w:val="001B1DA0"/>
    <w:rsid w:val="001B1E0A"/>
    <w:rsid w:val="001B1EEB"/>
    <w:rsid w:val="001B20EA"/>
    <w:rsid w:val="001B225C"/>
    <w:rsid w:val="001B2DC3"/>
    <w:rsid w:val="001B2E84"/>
    <w:rsid w:val="001B3314"/>
    <w:rsid w:val="001B3B46"/>
    <w:rsid w:val="001B3DD4"/>
    <w:rsid w:val="001B4248"/>
    <w:rsid w:val="001B480E"/>
    <w:rsid w:val="001B4938"/>
    <w:rsid w:val="001B4A11"/>
    <w:rsid w:val="001B57BA"/>
    <w:rsid w:val="001B63B3"/>
    <w:rsid w:val="001B63C9"/>
    <w:rsid w:val="001B6504"/>
    <w:rsid w:val="001B6B64"/>
    <w:rsid w:val="001B6D93"/>
    <w:rsid w:val="001B6FC8"/>
    <w:rsid w:val="001C03CE"/>
    <w:rsid w:val="001C046D"/>
    <w:rsid w:val="001C0C54"/>
    <w:rsid w:val="001C117A"/>
    <w:rsid w:val="001C1383"/>
    <w:rsid w:val="001C1546"/>
    <w:rsid w:val="001C18A3"/>
    <w:rsid w:val="001C19B5"/>
    <w:rsid w:val="001C1B4C"/>
    <w:rsid w:val="001C1E6B"/>
    <w:rsid w:val="001C2051"/>
    <w:rsid w:val="001C2A1F"/>
    <w:rsid w:val="001C2C25"/>
    <w:rsid w:val="001C3BE5"/>
    <w:rsid w:val="001C3F5B"/>
    <w:rsid w:val="001C40C3"/>
    <w:rsid w:val="001C434E"/>
    <w:rsid w:val="001C4498"/>
    <w:rsid w:val="001C4948"/>
    <w:rsid w:val="001C4C48"/>
    <w:rsid w:val="001C5027"/>
    <w:rsid w:val="001C5D8C"/>
    <w:rsid w:val="001C6135"/>
    <w:rsid w:val="001C6326"/>
    <w:rsid w:val="001C6AC6"/>
    <w:rsid w:val="001C6D42"/>
    <w:rsid w:val="001C6FBE"/>
    <w:rsid w:val="001C70BA"/>
    <w:rsid w:val="001C7D83"/>
    <w:rsid w:val="001D02DE"/>
    <w:rsid w:val="001D06E7"/>
    <w:rsid w:val="001D08AD"/>
    <w:rsid w:val="001D0B04"/>
    <w:rsid w:val="001D0B6B"/>
    <w:rsid w:val="001D0EAC"/>
    <w:rsid w:val="001D1410"/>
    <w:rsid w:val="001D1F12"/>
    <w:rsid w:val="001D202B"/>
    <w:rsid w:val="001D2251"/>
    <w:rsid w:val="001D284A"/>
    <w:rsid w:val="001D29F3"/>
    <w:rsid w:val="001D304E"/>
    <w:rsid w:val="001D31D4"/>
    <w:rsid w:val="001D3A41"/>
    <w:rsid w:val="001D413A"/>
    <w:rsid w:val="001D4264"/>
    <w:rsid w:val="001D4543"/>
    <w:rsid w:val="001D4C12"/>
    <w:rsid w:val="001D4F35"/>
    <w:rsid w:val="001D54CB"/>
    <w:rsid w:val="001D55A2"/>
    <w:rsid w:val="001D5AD5"/>
    <w:rsid w:val="001D5CDE"/>
    <w:rsid w:val="001D6567"/>
    <w:rsid w:val="001D678A"/>
    <w:rsid w:val="001D686A"/>
    <w:rsid w:val="001D6AD9"/>
    <w:rsid w:val="001E01F8"/>
    <w:rsid w:val="001E03E6"/>
    <w:rsid w:val="001E0466"/>
    <w:rsid w:val="001E048B"/>
    <w:rsid w:val="001E0A1D"/>
    <w:rsid w:val="001E0F47"/>
    <w:rsid w:val="001E16E7"/>
    <w:rsid w:val="001E1E26"/>
    <w:rsid w:val="001E1FB0"/>
    <w:rsid w:val="001E2460"/>
    <w:rsid w:val="001E2B95"/>
    <w:rsid w:val="001E2EB1"/>
    <w:rsid w:val="001E3232"/>
    <w:rsid w:val="001E327A"/>
    <w:rsid w:val="001E3568"/>
    <w:rsid w:val="001E3965"/>
    <w:rsid w:val="001E39CD"/>
    <w:rsid w:val="001E3B49"/>
    <w:rsid w:val="001E3D3B"/>
    <w:rsid w:val="001E3F63"/>
    <w:rsid w:val="001E3F73"/>
    <w:rsid w:val="001E432F"/>
    <w:rsid w:val="001E4898"/>
    <w:rsid w:val="001E56AC"/>
    <w:rsid w:val="001E59E4"/>
    <w:rsid w:val="001E5F97"/>
    <w:rsid w:val="001E5FD2"/>
    <w:rsid w:val="001E6EE0"/>
    <w:rsid w:val="001E6F73"/>
    <w:rsid w:val="001E7D9C"/>
    <w:rsid w:val="001F04BC"/>
    <w:rsid w:val="001F05F3"/>
    <w:rsid w:val="001F0E17"/>
    <w:rsid w:val="001F0E6E"/>
    <w:rsid w:val="001F0F4C"/>
    <w:rsid w:val="001F0F95"/>
    <w:rsid w:val="001F1049"/>
    <w:rsid w:val="001F1296"/>
    <w:rsid w:val="001F16F8"/>
    <w:rsid w:val="001F1842"/>
    <w:rsid w:val="001F1E07"/>
    <w:rsid w:val="001F1FFA"/>
    <w:rsid w:val="001F2779"/>
    <w:rsid w:val="001F3A1F"/>
    <w:rsid w:val="001F3F8B"/>
    <w:rsid w:val="001F4306"/>
    <w:rsid w:val="001F43E3"/>
    <w:rsid w:val="001F4B54"/>
    <w:rsid w:val="001F55BD"/>
    <w:rsid w:val="001F6504"/>
    <w:rsid w:val="001F6CF7"/>
    <w:rsid w:val="001F70D0"/>
    <w:rsid w:val="001F725B"/>
    <w:rsid w:val="001F7572"/>
    <w:rsid w:val="001F7677"/>
    <w:rsid w:val="001F7B72"/>
    <w:rsid w:val="001F7F27"/>
    <w:rsid w:val="00200663"/>
    <w:rsid w:val="0020090E"/>
    <w:rsid w:val="00200C91"/>
    <w:rsid w:val="00200F78"/>
    <w:rsid w:val="0020321F"/>
    <w:rsid w:val="002039AF"/>
    <w:rsid w:val="00203E0C"/>
    <w:rsid w:val="002040C6"/>
    <w:rsid w:val="002042C7"/>
    <w:rsid w:val="0020470B"/>
    <w:rsid w:val="002049BB"/>
    <w:rsid w:val="00204B3C"/>
    <w:rsid w:val="00205167"/>
    <w:rsid w:val="0020536D"/>
    <w:rsid w:val="00205665"/>
    <w:rsid w:val="00205E05"/>
    <w:rsid w:val="00205EB6"/>
    <w:rsid w:val="00206093"/>
    <w:rsid w:val="002068D1"/>
    <w:rsid w:val="002069DC"/>
    <w:rsid w:val="00206EB5"/>
    <w:rsid w:val="00207260"/>
    <w:rsid w:val="00207515"/>
    <w:rsid w:val="00207924"/>
    <w:rsid w:val="00210012"/>
    <w:rsid w:val="00210507"/>
    <w:rsid w:val="0021099B"/>
    <w:rsid w:val="00210CA6"/>
    <w:rsid w:val="00210D07"/>
    <w:rsid w:val="002115B5"/>
    <w:rsid w:val="00211AFB"/>
    <w:rsid w:val="00212085"/>
    <w:rsid w:val="00212128"/>
    <w:rsid w:val="002121A2"/>
    <w:rsid w:val="0021245F"/>
    <w:rsid w:val="0021294A"/>
    <w:rsid w:val="00214BCE"/>
    <w:rsid w:val="00214D6D"/>
    <w:rsid w:val="002152D2"/>
    <w:rsid w:val="00215B8E"/>
    <w:rsid w:val="00215D70"/>
    <w:rsid w:val="00215DCF"/>
    <w:rsid w:val="00216202"/>
    <w:rsid w:val="00216595"/>
    <w:rsid w:val="00216A23"/>
    <w:rsid w:val="00216B88"/>
    <w:rsid w:val="00216D22"/>
    <w:rsid w:val="00216F73"/>
    <w:rsid w:val="00217742"/>
    <w:rsid w:val="00217C9C"/>
    <w:rsid w:val="00220673"/>
    <w:rsid w:val="0022078F"/>
    <w:rsid w:val="0022093F"/>
    <w:rsid w:val="00220EB6"/>
    <w:rsid w:val="00221091"/>
    <w:rsid w:val="0022241C"/>
    <w:rsid w:val="00222E20"/>
    <w:rsid w:val="00222E3C"/>
    <w:rsid w:val="00222E4E"/>
    <w:rsid w:val="00222FB3"/>
    <w:rsid w:val="00223031"/>
    <w:rsid w:val="00223BA1"/>
    <w:rsid w:val="00223F7D"/>
    <w:rsid w:val="002245A2"/>
    <w:rsid w:val="00224C1F"/>
    <w:rsid w:val="00225BBC"/>
    <w:rsid w:val="00225C11"/>
    <w:rsid w:val="00225C46"/>
    <w:rsid w:val="00225E30"/>
    <w:rsid w:val="00225E59"/>
    <w:rsid w:val="00225E65"/>
    <w:rsid w:val="002262C6"/>
    <w:rsid w:val="00226327"/>
    <w:rsid w:val="002267F6"/>
    <w:rsid w:val="00226BDC"/>
    <w:rsid w:val="002308BD"/>
    <w:rsid w:val="0023095C"/>
    <w:rsid w:val="00230C4A"/>
    <w:rsid w:val="00231028"/>
    <w:rsid w:val="00232057"/>
    <w:rsid w:val="00232525"/>
    <w:rsid w:val="00232D02"/>
    <w:rsid w:val="00232DF4"/>
    <w:rsid w:val="00233396"/>
    <w:rsid w:val="0023340C"/>
    <w:rsid w:val="002336DC"/>
    <w:rsid w:val="002336FF"/>
    <w:rsid w:val="00233D3A"/>
    <w:rsid w:val="00233F36"/>
    <w:rsid w:val="00233FAC"/>
    <w:rsid w:val="00234B02"/>
    <w:rsid w:val="00234BF9"/>
    <w:rsid w:val="00234E36"/>
    <w:rsid w:val="00234FD6"/>
    <w:rsid w:val="002353A2"/>
    <w:rsid w:val="00235849"/>
    <w:rsid w:val="002366DD"/>
    <w:rsid w:val="00236932"/>
    <w:rsid w:val="00237007"/>
    <w:rsid w:val="00240461"/>
    <w:rsid w:val="00240D51"/>
    <w:rsid w:val="00240D6A"/>
    <w:rsid w:val="00240E6D"/>
    <w:rsid w:val="00240EDF"/>
    <w:rsid w:val="0024157B"/>
    <w:rsid w:val="002417EC"/>
    <w:rsid w:val="00241811"/>
    <w:rsid w:val="002427FE"/>
    <w:rsid w:val="00242A87"/>
    <w:rsid w:val="00242B83"/>
    <w:rsid w:val="00242CF7"/>
    <w:rsid w:val="00242FE7"/>
    <w:rsid w:val="00243509"/>
    <w:rsid w:val="00243688"/>
    <w:rsid w:val="002438D1"/>
    <w:rsid w:val="00243971"/>
    <w:rsid w:val="00243C3C"/>
    <w:rsid w:val="00243F82"/>
    <w:rsid w:val="002441A5"/>
    <w:rsid w:val="00244505"/>
    <w:rsid w:val="002453D4"/>
    <w:rsid w:val="0024540A"/>
    <w:rsid w:val="002458CE"/>
    <w:rsid w:val="00245EC1"/>
    <w:rsid w:val="00246019"/>
    <w:rsid w:val="002465E1"/>
    <w:rsid w:val="00246E9B"/>
    <w:rsid w:val="002472BC"/>
    <w:rsid w:val="00247761"/>
    <w:rsid w:val="00247AAC"/>
    <w:rsid w:val="00247BE7"/>
    <w:rsid w:val="00247D43"/>
    <w:rsid w:val="002505FA"/>
    <w:rsid w:val="00250EA6"/>
    <w:rsid w:val="0025132F"/>
    <w:rsid w:val="00252055"/>
    <w:rsid w:val="0025216B"/>
    <w:rsid w:val="002525BD"/>
    <w:rsid w:val="0025315D"/>
    <w:rsid w:val="00253644"/>
    <w:rsid w:val="00253695"/>
    <w:rsid w:val="0025384B"/>
    <w:rsid w:val="00253B15"/>
    <w:rsid w:val="00253B70"/>
    <w:rsid w:val="00253B9A"/>
    <w:rsid w:val="00253D11"/>
    <w:rsid w:val="0025457B"/>
    <w:rsid w:val="002549C5"/>
    <w:rsid w:val="00254F3D"/>
    <w:rsid w:val="00255470"/>
    <w:rsid w:val="0025554C"/>
    <w:rsid w:val="002557F2"/>
    <w:rsid w:val="002569AF"/>
    <w:rsid w:val="00256B8B"/>
    <w:rsid w:val="00256D70"/>
    <w:rsid w:val="00257196"/>
    <w:rsid w:val="002577B2"/>
    <w:rsid w:val="002578B3"/>
    <w:rsid w:val="002609EE"/>
    <w:rsid w:val="00260A6B"/>
    <w:rsid w:val="002611D8"/>
    <w:rsid w:val="002618DD"/>
    <w:rsid w:val="00261C57"/>
    <w:rsid w:val="00263228"/>
    <w:rsid w:val="002632F2"/>
    <w:rsid w:val="00263E6F"/>
    <w:rsid w:val="002644E0"/>
    <w:rsid w:val="00264606"/>
    <w:rsid w:val="002657BD"/>
    <w:rsid w:val="00265FCB"/>
    <w:rsid w:val="002663D6"/>
    <w:rsid w:val="00266564"/>
    <w:rsid w:val="00266C51"/>
    <w:rsid w:val="00267F45"/>
    <w:rsid w:val="00270644"/>
    <w:rsid w:val="00270646"/>
    <w:rsid w:val="0027079D"/>
    <w:rsid w:val="00270AD6"/>
    <w:rsid w:val="00272365"/>
    <w:rsid w:val="00273DD1"/>
    <w:rsid w:val="00273EDD"/>
    <w:rsid w:val="0027492D"/>
    <w:rsid w:val="00274B21"/>
    <w:rsid w:val="00274B42"/>
    <w:rsid w:val="002751E8"/>
    <w:rsid w:val="0027528D"/>
    <w:rsid w:val="002757E9"/>
    <w:rsid w:val="00275AB3"/>
    <w:rsid w:val="00275AEA"/>
    <w:rsid w:val="002760AC"/>
    <w:rsid w:val="00276772"/>
    <w:rsid w:val="0027739E"/>
    <w:rsid w:val="0028069C"/>
    <w:rsid w:val="00280A03"/>
    <w:rsid w:val="00280B08"/>
    <w:rsid w:val="00280CE2"/>
    <w:rsid w:val="00280EEB"/>
    <w:rsid w:val="00280F1A"/>
    <w:rsid w:val="00281290"/>
    <w:rsid w:val="002812C8"/>
    <w:rsid w:val="00281314"/>
    <w:rsid w:val="0028158D"/>
    <w:rsid w:val="00281B25"/>
    <w:rsid w:val="00282331"/>
    <w:rsid w:val="002826FE"/>
    <w:rsid w:val="00282877"/>
    <w:rsid w:val="00282B96"/>
    <w:rsid w:val="00282C5E"/>
    <w:rsid w:val="00282F1E"/>
    <w:rsid w:val="00283A33"/>
    <w:rsid w:val="00283A8E"/>
    <w:rsid w:val="002847D3"/>
    <w:rsid w:val="00284B96"/>
    <w:rsid w:val="00284DD7"/>
    <w:rsid w:val="00285082"/>
    <w:rsid w:val="002859ED"/>
    <w:rsid w:val="00285AE8"/>
    <w:rsid w:val="0028602D"/>
    <w:rsid w:val="00286071"/>
    <w:rsid w:val="002869D8"/>
    <w:rsid w:val="00286C59"/>
    <w:rsid w:val="00286CA6"/>
    <w:rsid w:val="00286CE3"/>
    <w:rsid w:val="00286E53"/>
    <w:rsid w:val="00286EB1"/>
    <w:rsid w:val="00286F8E"/>
    <w:rsid w:val="0028732B"/>
    <w:rsid w:val="00287519"/>
    <w:rsid w:val="00287635"/>
    <w:rsid w:val="00287A7E"/>
    <w:rsid w:val="00287DDD"/>
    <w:rsid w:val="00287E56"/>
    <w:rsid w:val="00287F7F"/>
    <w:rsid w:val="002903D2"/>
    <w:rsid w:val="00290504"/>
    <w:rsid w:val="00290761"/>
    <w:rsid w:val="002911A9"/>
    <w:rsid w:val="00291867"/>
    <w:rsid w:val="00291D8E"/>
    <w:rsid w:val="00292694"/>
    <w:rsid w:val="00292987"/>
    <w:rsid w:val="00292C01"/>
    <w:rsid w:val="00292CF3"/>
    <w:rsid w:val="00292E4B"/>
    <w:rsid w:val="00292F5F"/>
    <w:rsid w:val="0029320F"/>
    <w:rsid w:val="00293369"/>
    <w:rsid w:val="002937E7"/>
    <w:rsid w:val="0029383E"/>
    <w:rsid w:val="00293B43"/>
    <w:rsid w:val="00293CA2"/>
    <w:rsid w:val="00293EB5"/>
    <w:rsid w:val="00294382"/>
    <w:rsid w:val="002943EA"/>
    <w:rsid w:val="00294E1E"/>
    <w:rsid w:val="00294F0C"/>
    <w:rsid w:val="0029521A"/>
    <w:rsid w:val="00296150"/>
    <w:rsid w:val="00296903"/>
    <w:rsid w:val="00296C70"/>
    <w:rsid w:val="00296C99"/>
    <w:rsid w:val="002975A7"/>
    <w:rsid w:val="002976B0"/>
    <w:rsid w:val="00297D11"/>
    <w:rsid w:val="002A0122"/>
    <w:rsid w:val="002A02AD"/>
    <w:rsid w:val="002A052C"/>
    <w:rsid w:val="002A0BC1"/>
    <w:rsid w:val="002A11C9"/>
    <w:rsid w:val="002A199A"/>
    <w:rsid w:val="002A1AE2"/>
    <w:rsid w:val="002A1C5A"/>
    <w:rsid w:val="002A1D14"/>
    <w:rsid w:val="002A1E32"/>
    <w:rsid w:val="002A1F26"/>
    <w:rsid w:val="002A2B47"/>
    <w:rsid w:val="002A2BB3"/>
    <w:rsid w:val="002A2BBE"/>
    <w:rsid w:val="002A334A"/>
    <w:rsid w:val="002A37D1"/>
    <w:rsid w:val="002A3949"/>
    <w:rsid w:val="002A3F3B"/>
    <w:rsid w:val="002A4EB2"/>
    <w:rsid w:val="002A5419"/>
    <w:rsid w:val="002A5B78"/>
    <w:rsid w:val="002A657C"/>
    <w:rsid w:val="002A66F7"/>
    <w:rsid w:val="002A69B7"/>
    <w:rsid w:val="002A6AFF"/>
    <w:rsid w:val="002A6EED"/>
    <w:rsid w:val="002A702C"/>
    <w:rsid w:val="002A7329"/>
    <w:rsid w:val="002A7AC8"/>
    <w:rsid w:val="002A7AF9"/>
    <w:rsid w:val="002A7D75"/>
    <w:rsid w:val="002A7E97"/>
    <w:rsid w:val="002B077A"/>
    <w:rsid w:val="002B0B5E"/>
    <w:rsid w:val="002B1EEA"/>
    <w:rsid w:val="002B20B7"/>
    <w:rsid w:val="002B29DA"/>
    <w:rsid w:val="002B2E4D"/>
    <w:rsid w:val="002B2F19"/>
    <w:rsid w:val="002B3021"/>
    <w:rsid w:val="002B3D5B"/>
    <w:rsid w:val="002B3EEF"/>
    <w:rsid w:val="002B4057"/>
    <w:rsid w:val="002B4141"/>
    <w:rsid w:val="002B4239"/>
    <w:rsid w:val="002B429F"/>
    <w:rsid w:val="002B49FB"/>
    <w:rsid w:val="002B4D25"/>
    <w:rsid w:val="002B500E"/>
    <w:rsid w:val="002B5284"/>
    <w:rsid w:val="002B530F"/>
    <w:rsid w:val="002B544C"/>
    <w:rsid w:val="002B56DE"/>
    <w:rsid w:val="002B5C07"/>
    <w:rsid w:val="002B5C21"/>
    <w:rsid w:val="002B5D83"/>
    <w:rsid w:val="002B608B"/>
    <w:rsid w:val="002B6290"/>
    <w:rsid w:val="002B643D"/>
    <w:rsid w:val="002B7988"/>
    <w:rsid w:val="002B79D0"/>
    <w:rsid w:val="002B7DBE"/>
    <w:rsid w:val="002B7DF5"/>
    <w:rsid w:val="002C0058"/>
    <w:rsid w:val="002C053F"/>
    <w:rsid w:val="002C0C9C"/>
    <w:rsid w:val="002C114C"/>
    <w:rsid w:val="002C1354"/>
    <w:rsid w:val="002C16AC"/>
    <w:rsid w:val="002C19A8"/>
    <w:rsid w:val="002C1C57"/>
    <w:rsid w:val="002C1F3E"/>
    <w:rsid w:val="002C2010"/>
    <w:rsid w:val="002C23FA"/>
    <w:rsid w:val="002C2438"/>
    <w:rsid w:val="002C28F9"/>
    <w:rsid w:val="002C3045"/>
    <w:rsid w:val="002C3597"/>
    <w:rsid w:val="002C35CE"/>
    <w:rsid w:val="002C364D"/>
    <w:rsid w:val="002C374E"/>
    <w:rsid w:val="002C3C61"/>
    <w:rsid w:val="002C3C6D"/>
    <w:rsid w:val="002C415E"/>
    <w:rsid w:val="002C4282"/>
    <w:rsid w:val="002C44F8"/>
    <w:rsid w:val="002C4871"/>
    <w:rsid w:val="002C4D05"/>
    <w:rsid w:val="002C5586"/>
    <w:rsid w:val="002C5935"/>
    <w:rsid w:val="002C5938"/>
    <w:rsid w:val="002C5C92"/>
    <w:rsid w:val="002C5CE2"/>
    <w:rsid w:val="002C5EBF"/>
    <w:rsid w:val="002C65B2"/>
    <w:rsid w:val="002C6618"/>
    <w:rsid w:val="002C72CF"/>
    <w:rsid w:val="002C73BD"/>
    <w:rsid w:val="002C7CF1"/>
    <w:rsid w:val="002D0439"/>
    <w:rsid w:val="002D0EAF"/>
    <w:rsid w:val="002D12BC"/>
    <w:rsid w:val="002D135C"/>
    <w:rsid w:val="002D15DB"/>
    <w:rsid w:val="002D1775"/>
    <w:rsid w:val="002D1B74"/>
    <w:rsid w:val="002D1DAF"/>
    <w:rsid w:val="002D2331"/>
    <w:rsid w:val="002D2B19"/>
    <w:rsid w:val="002D37D0"/>
    <w:rsid w:val="002D45D7"/>
    <w:rsid w:val="002D49D6"/>
    <w:rsid w:val="002D4C00"/>
    <w:rsid w:val="002D518A"/>
    <w:rsid w:val="002D533A"/>
    <w:rsid w:val="002D553E"/>
    <w:rsid w:val="002D58D8"/>
    <w:rsid w:val="002D5BF4"/>
    <w:rsid w:val="002D5D30"/>
    <w:rsid w:val="002D6BF2"/>
    <w:rsid w:val="002D6E3B"/>
    <w:rsid w:val="002D7052"/>
    <w:rsid w:val="002D70A3"/>
    <w:rsid w:val="002D7233"/>
    <w:rsid w:val="002D7BB2"/>
    <w:rsid w:val="002D7C46"/>
    <w:rsid w:val="002D7CB2"/>
    <w:rsid w:val="002D7EAE"/>
    <w:rsid w:val="002E0B77"/>
    <w:rsid w:val="002E0DE4"/>
    <w:rsid w:val="002E1427"/>
    <w:rsid w:val="002E153E"/>
    <w:rsid w:val="002E2DDA"/>
    <w:rsid w:val="002E33B6"/>
    <w:rsid w:val="002E33DD"/>
    <w:rsid w:val="002E48BA"/>
    <w:rsid w:val="002E4FB9"/>
    <w:rsid w:val="002E51EC"/>
    <w:rsid w:val="002E51EF"/>
    <w:rsid w:val="002E526D"/>
    <w:rsid w:val="002E52FD"/>
    <w:rsid w:val="002E5301"/>
    <w:rsid w:val="002E54FF"/>
    <w:rsid w:val="002E57B1"/>
    <w:rsid w:val="002E5EE2"/>
    <w:rsid w:val="002E6D87"/>
    <w:rsid w:val="002E6E6C"/>
    <w:rsid w:val="002E714C"/>
    <w:rsid w:val="002E72E1"/>
    <w:rsid w:val="002E7446"/>
    <w:rsid w:val="002E7803"/>
    <w:rsid w:val="002E7A10"/>
    <w:rsid w:val="002E7A45"/>
    <w:rsid w:val="002F009C"/>
    <w:rsid w:val="002F0470"/>
    <w:rsid w:val="002F0937"/>
    <w:rsid w:val="002F0E0F"/>
    <w:rsid w:val="002F0F23"/>
    <w:rsid w:val="002F0FDD"/>
    <w:rsid w:val="002F1866"/>
    <w:rsid w:val="002F1B7E"/>
    <w:rsid w:val="002F1C07"/>
    <w:rsid w:val="002F1FE7"/>
    <w:rsid w:val="002F2048"/>
    <w:rsid w:val="002F2CD7"/>
    <w:rsid w:val="002F2ED2"/>
    <w:rsid w:val="002F302F"/>
    <w:rsid w:val="002F30D8"/>
    <w:rsid w:val="002F32EE"/>
    <w:rsid w:val="002F343D"/>
    <w:rsid w:val="002F36B7"/>
    <w:rsid w:val="002F3887"/>
    <w:rsid w:val="002F389B"/>
    <w:rsid w:val="002F4E5F"/>
    <w:rsid w:val="002F5211"/>
    <w:rsid w:val="002F5A6F"/>
    <w:rsid w:val="002F67EB"/>
    <w:rsid w:val="002F6F3A"/>
    <w:rsid w:val="002F722D"/>
    <w:rsid w:val="002F78CC"/>
    <w:rsid w:val="002F7A65"/>
    <w:rsid w:val="002F7D46"/>
    <w:rsid w:val="0030101F"/>
    <w:rsid w:val="003013FD"/>
    <w:rsid w:val="00301E74"/>
    <w:rsid w:val="00302F0E"/>
    <w:rsid w:val="00303648"/>
    <w:rsid w:val="00303807"/>
    <w:rsid w:val="003040E6"/>
    <w:rsid w:val="003041C7"/>
    <w:rsid w:val="003042D4"/>
    <w:rsid w:val="0030437D"/>
    <w:rsid w:val="003044B3"/>
    <w:rsid w:val="00304D66"/>
    <w:rsid w:val="0030524C"/>
    <w:rsid w:val="00305BDD"/>
    <w:rsid w:val="00305C47"/>
    <w:rsid w:val="00305D61"/>
    <w:rsid w:val="00306A22"/>
    <w:rsid w:val="00306BDB"/>
    <w:rsid w:val="003070FA"/>
    <w:rsid w:val="00307311"/>
    <w:rsid w:val="00307680"/>
    <w:rsid w:val="003105A3"/>
    <w:rsid w:val="003108F0"/>
    <w:rsid w:val="00310F30"/>
    <w:rsid w:val="00311141"/>
    <w:rsid w:val="00311428"/>
    <w:rsid w:val="003117D0"/>
    <w:rsid w:val="00311A48"/>
    <w:rsid w:val="003128E3"/>
    <w:rsid w:val="00312EC5"/>
    <w:rsid w:val="00313B1C"/>
    <w:rsid w:val="00314BBF"/>
    <w:rsid w:val="00314F82"/>
    <w:rsid w:val="003150D7"/>
    <w:rsid w:val="00315177"/>
    <w:rsid w:val="0031578A"/>
    <w:rsid w:val="00315982"/>
    <w:rsid w:val="00315DE1"/>
    <w:rsid w:val="0031622C"/>
    <w:rsid w:val="003162B3"/>
    <w:rsid w:val="003162DE"/>
    <w:rsid w:val="0031654F"/>
    <w:rsid w:val="00316633"/>
    <w:rsid w:val="00316B74"/>
    <w:rsid w:val="00316C6A"/>
    <w:rsid w:val="00317032"/>
    <w:rsid w:val="003170AB"/>
    <w:rsid w:val="00317A5D"/>
    <w:rsid w:val="00317D87"/>
    <w:rsid w:val="00317F1C"/>
    <w:rsid w:val="00320396"/>
    <w:rsid w:val="00320690"/>
    <w:rsid w:val="0032087C"/>
    <w:rsid w:val="0032091F"/>
    <w:rsid w:val="00320931"/>
    <w:rsid w:val="00320BEF"/>
    <w:rsid w:val="0032190A"/>
    <w:rsid w:val="00321FBB"/>
    <w:rsid w:val="0032270A"/>
    <w:rsid w:val="00322B25"/>
    <w:rsid w:val="00322B67"/>
    <w:rsid w:val="00322F0E"/>
    <w:rsid w:val="00323E2E"/>
    <w:rsid w:val="00323FBE"/>
    <w:rsid w:val="00324407"/>
    <w:rsid w:val="00324584"/>
    <w:rsid w:val="00324637"/>
    <w:rsid w:val="00324D95"/>
    <w:rsid w:val="00324E8C"/>
    <w:rsid w:val="00324FFA"/>
    <w:rsid w:val="003252DD"/>
    <w:rsid w:val="00325472"/>
    <w:rsid w:val="003261D5"/>
    <w:rsid w:val="00327185"/>
    <w:rsid w:val="0032776C"/>
    <w:rsid w:val="0032783D"/>
    <w:rsid w:val="00327B84"/>
    <w:rsid w:val="003303DA"/>
    <w:rsid w:val="003303E5"/>
    <w:rsid w:val="00330422"/>
    <w:rsid w:val="00330E14"/>
    <w:rsid w:val="003311C5"/>
    <w:rsid w:val="003323B0"/>
    <w:rsid w:val="00332D29"/>
    <w:rsid w:val="00332FCC"/>
    <w:rsid w:val="00333054"/>
    <w:rsid w:val="003334F0"/>
    <w:rsid w:val="00333C5F"/>
    <w:rsid w:val="0033450B"/>
    <w:rsid w:val="00334749"/>
    <w:rsid w:val="00334E0B"/>
    <w:rsid w:val="00335312"/>
    <w:rsid w:val="0033582D"/>
    <w:rsid w:val="00335BA4"/>
    <w:rsid w:val="00335E1E"/>
    <w:rsid w:val="00336BAE"/>
    <w:rsid w:val="00336D87"/>
    <w:rsid w:val="00336EFA"/>
    <w:rsid w:val="003372EC"/>
    <w:rsid w:val="003376C2"/>
    <w:rsid w:val="0033770B"/>
    <w:rsid w:val="00337B03"/>
    <w:rsid w:val="00337B14"/>
    <w:rsid w:val="00337C5E"/>
    <w:rsid w:val="00337C6D"/>
    <w:rsid w:val="0034003F"/>
    <w:rsid w:val="003404F3"/>
    <w:rsid w:val="003409E9"/>
    <w:rsid w:val="00341D44"/>
    <w:rsid w:val="00341DB4"/>
    <w:rsid w:val="003427AD"/>
    <w:rsid w:val="00342934"/>
    <w:rsid w:val="00343150"/>
    <w:rsid w:val="00343498"/>
    <w:rsid w:val="00343589"/>
    <w:rsid w:val="00343C3E"/>
    <w:rsid w:val="00343EC7"/>
    <w:rsid w:val="00344938"/>
    <w:rsid w:val="00344A1E"/>
    <w:rsid w:val="003462B6"/>
    <w:rsid w:val="003466C9"/>
    <w:rsid w:val="003466CB"/>
    <w:rsid w:val="00346AEA"/>
    <w:rsid w:val="0034765D"/>
    <w:rsid w:val="00347C15"/>
    <w:rsid w:val="00347C8B"/>
    <w:rsid w:val="0035011E"/>
    <w:rsid w:val="003504C2"/>
    <w:rsid w:val="00350770"/>
    <w:rsid w:val="0035090C"/>
    <w:rsid w:val="0035095E"/>
    <w:rsid w:val="00350D8A"/>
    <w:rsid w:val="0035119A"/>
    <w:rsid w:val="00351A9B"/>
    <w:rsid w:val="00351F2D"/>
    <w:rsid w:val="003520A1"/>
    <w:rsid w:val="00352180"/>
    <w:rsid w:val="003521F9"/>
    <w:rsid w:val="00352581"/>
    <w:rsid w:val="00352745"/>
    <w:rsid w:val="00353218"/>
    <w:rsid w:val="003534B9"/>
    <w:rsid w:val="00353637"/>
    <w:rsid w:val="00353741"/>
    <w:rsid w:val="00353871"/>
    <w:rsid w:val="00353DA0"/>
    <w:rsid w:val="003542CE"/>
    <w:rsid w:val="003547F1"/>
    <w:rsid w:val="00354879"/>
    <w:rsid w:val="00354F26"/>
    <w:rsid w:val="00355028"/>
    <w:rsid w:val="003554AE"/>
    <w:rsid w:val="003560E1"/>
    <w:rsid w:val="00356107"/>
    <w:rsid w:val="0035616B"/>
    <w:rsid w:val="00356B76"/>
    <w:rsid w:val="00356D29"/>
    <w:rsid w:val="00356FC8"/>
    <w:rsid w:val="003571DA"/>
    <w:rsid w:val="003573E4"/>
    <w:rsid w:val="0035744B"/>
    <w:rsid w:val="00357913"/>
    <w:rsid w:val="00357BF5"/>
    <w:rsid w:val="00357EFC"/>
    <w:rsid w:val="00357F72"/>
    <w:rsid w:val="003600BE"/>
    <w:rsid w:val="003604A3"/>
    <w:rsid w:val="00360B00"/>
    <w:rsid w:val="0036124A"/>
    <w:rsid w:val="00362170"/>
    <w:rsid w:val="0036232E"/>
    <w:rsid w:val="003626C5"/>
    <w:rsid w:val="00362EBD"/>
    <w:rsid w:val="00362FF2"/>
    <w:rsid w:val="00363BF7"/>
    <w:rsid w:val="00364349"/>
    <w:rsid w:val="00364EF7"/>
    <w:rsid w:val="00365518"/>
    <w:rsid w:val="00365519"/>
    <w:rsid w:val="00365B62"/>
    <w:rsid w:val="00365CD1"/>
    <w:rsid w:val="003665DE"/>
    <w:rsid w:val="00367244"/>
    <w:rsid w:val="00367775"/>
    <w:rsid w:val="00367B85"/>
    <w:rsid w:val="00367FC9"/>
    <w:rsid w:val="003701EB"/>
    <w:rsid w:val="00370565"/>
    <w:rsid w:val="0037062C"/>
    <w:rsid w:val="00370CE1"/>
    <w:rsid w:val="00370D1D"/>
    <w:rsid w:val="00370E8A"/>
    <w:rsid w:val="00371B84"/>
    <w:rsid w:val="0037252D"/>
    <w:rsid w:val="00372588"/>
    <w:rsid w:val="00372C74"/>
    <w:rsid w:val="00372C79"/>
    <w:rsid w:val="00372DBB"/>
    <w:rsid w:val="00373061"/>
    <w:rsid w:val="0037339F"/>
    <w:rsid w:val="003736A5"/>
    <w:rsid w:val="00373B72"/>
    <w:rsid w:val="00373BED"/>
    <w:rsid w:val="00374928"/>
    <w:rsid w:val="003749CD"/>
    <w:rsid w:val="00374ADD"/>
    <w:rsid w:val="00374F17"/>
    <w:rsid w:val="003756A6"/>
    <w:rsid w:val="00375AB1"/>
    <w:rsid w:val="00375B87"/>
    <w:rsid w:val="00375CBF"/>
    <w:rsid w:val="00375E94"/>
    <w:rsid w:val="003762D3"/>
    <w:rsid w:val="00376A61"/>
    <w:rsid w:val="00377316"/>
    <w:rsid w:val="0037739D"/>
    <w:rsid w:val="00377609"/>
    <w:rsid w:val="00377D5E"/>
    <w:rsid w:val="00377E03"/>
    <w:rsid w:val="003807A2"/>
    <w:rsid w:val="00380AD8"/>
    <w:rsid w:val="00381056"/>
    <w:rsid w:val="00381294"/>
    <w:rsid w:val="003815EA"/>
    <w:rsid w:val="003817EE"/>
    <w:rsid w:val="0038181D"/>
    <w:rsid w:val="00381A7F"/>
    <w:rsid w:val="00381F86"/>
    <w:rsid w:val="00381F88"/>
    <w:rsid w:val="00382A64"/>
    <w:rsid w:val="00383153"/>
    <w:rsid w:val="003832C2"/>
    <w:rsid w:val="0038363D"/>
    <w:rsid w:val="00383BBD"/>
    <w:rsid w:val="0038450F"/>
    <w:rsid w:val="00384634"/>
    <w:rsid w:val="0038518F"/>
    <w:rsid w:val="00385C93"/>
    <w:rsid w:val="00385CA0"/>
    <w:rsid w:val="00385CEA"/>
    <w:rsid w:val="00385DBF"/>
    <w:rsid w:val="00385F94"/>
    <w:rsid w:val="00386814"/>
    <w:rsid w:val="0038684F"/>
    <w:rsid w:val="0038698F"/>
    <w:rsid w:val="00390737"/>
    <w:rsid w:val="00390F3B"/>
    <w:rsid w:val="00391704"/>
    <w:rsid w:val="00391962"/>
    <w:rsid w:val="00391DE9"/>
    <w:rsid w:val="0039238F"/>
    <w:rsid w:val="00392AE5"/>
    <w:rsid w:val="0039302A"/>
    <w:rsid w:val="003931D4"/>
    <w:rsid w:val="00393322"/>
    <w:rsid w:val="003933CA"/>
    <w:rsid w:val="003933E6"/>
    <w:rsid w:val="00393B69"/>
    <w:rsid w:val="00393FAC"/>
    <w:rsid w:val="00393FE3"/>
    <w:rsid w:val="0039472D"/>
    <w:rsid w:val="00394BD9"/>
    <w:rsid w:val="00394C7D"/>
    <w:rsid w:val="00394DCC"/>
    <w:rsid w:val="00395349"/>
    <w:rsid w:val="00395E00"/>
    <w:rsid w:val="00395FEE"/>
    <w:rsid w:val="003961F6"/>
    <w:rsid w:val="00396BCF"/>
    <w:rsid w:val="00396D6B"/>
    <w:rsid w:val="00396EB5"/>
    <w:rsid w:val="00397B5D"/>
    <w:rsid w:val="00397D9D"/>
    <w:rsid w:val="00397F71"/>
    <w:rsid w:val="003A0228"/>
    <w:rsid w:val="003A041A"/>
    <w:rsid w:val="003A1856"/>
    <w:rsid w:val="003A204C"/>
    <w:rsid w:val="003A2951"/>
    <w:rsid w:val="003A2E7D"/>
    <w:rsid w:val="003A3764"/>
    <w:rsid w:val="003A377A"/>
    <w:rsid w:val="003A4197"/>
    <w:rsid w:val="003A4AC7"/>
    <w:rsid w:val="003A547C"/>
    <w:rsid w:val="003A54D7"/>
    <w:rsid w:val="003A5599"/>
    <w:rsid w:val="003A5BE5"/>
    <w:rsid w:val="003A6690"/>
    <w:rsid w:val="003A6921"/>
    <w:rsid w:val="003A6DF2"/>
    <w:rsid w:val="003A772C"/>
    <w:rsid w:val="003A78F2"/>
    <w:rsid w:val="003A792A"/>
    <w:rsid w:val="003A7EAF"/>
    <w:rsid w:val="003B11A6"/>
    <w:rsid w:val="003B1519"/>
    <w:rsid w:val="003B187C"/>
    <w:rsid w:val="003B196C"/>
    <w:rsid w:val="003B1FF7"/>
    <w:rsid w:val="003B2824"/>
    <w:rsid w:val="003B291F"/>
    <w:rsid w:val="003B2B5E"/>
    <w:rsid w:val="003B2BF0"/>
    <w:rsid w:val="003B2DC4"/>
    <w:rsid w:val="003B309B"/>
    <w:rsid w:val="003B31AD"/>
    <w:rsid w:val="003B3336"/>
    <w:rsid w:val="003B371F"/>
    <w:rsid w:val="003B3B9F"/>
    <w:rsid w:val="003B3D73"/>
    <w:rsid w:val="003B3EE3"/>
    <w:rsid w:val="003B49D5"/>
    <w:rsid w:val="003B4B4F"/>
    <w:rsid w:val="003B4E91"/>
    <w:rsid w:val="003B5422"/>
    <w:rsid w:val="003B584B"/>
    <w:rsid w:val="003B5CB1"/>
    <w:rsid w:val="003B5F91"/>
    <w:rsid w:val="003B6835"/>
    <w:rsid w:val="003B6B35"/>
    <w:rsid w:val="003B6DFB"/>
    <w:rsid w:val="003B6E48"/>
    <w:rsid w:val="003B727F"/>
    <w:rsid w:val="003B7287"/>
    <w:rsid w:val="003B732A"/>
    <w:rsid w:val="003B735E"/>
    <w:rsid w:val="003B7479"/>
    <w:rsid w:val="003B777C"/>
    <w:rsid w:val="003B7A13"/>
    <w:rsid w:val="003C06D8"/>
    <w:rsid w:val="003C0A48"/>
    <w:rsid w:val="003C1687"/>
    <w:rsid w:val="003C170C"/>
    <w:rsid w:val="003C192A"/>
    <w:rsid w:val="003C1BC3"/>
    <w:rsid w:val="003C1C93"/>
    <w:rsid w:val="003C1F6E"/>
    <w:rsid w:val="003C25C2"/>
    <w:rsid w:val="003C2E8B"/>
    <w:rsid w:val="003C2E9C"/>
    <w:rsid w:val="003C34D2"/>
    <w:rsid w:val="003C3AC4"/>
    <w:rsid w:val="003C4283"/>
    <w:rsid w:val="003C45F2"/>
    <w:rsid w:val="003C4741"/>
    <w:rsid w:val="003C52A5"/>
    <w:rsid w:val="003C5AA2"/>
    <w:rsid w:val="003C5DB2"/>
    <w:rsid w:val="003C5E68"/>
    <w:rsid w:val="003C6086"/>
    <w:rsid w:val="003C6FCB"/>
    <w:rsid w:val="003C7061"/>
    <w:rsid w:val="003D0064"/>
    <w:rsid w:val="003D0BF0"/>
    <w:rsid w:val="003D13E5"/>
    <w:rsid w:val="003D14CC"/>
    <w:rsid w:val="003D1D5E"/>
    <w:rsid w:val="003D1E8D"/>
    <w:rsid w:val="003D2401"/>
    <w:rsid w:val="003D3370"/>
    <w:rsid w:val="003D39A6"/>
    <w:rsid w:val="003D3BB4"/>
    <w:rsid w:val="003D3EBC"/>
    <w:rsid w:val="003D3F49"/>
    <w:rsid w:val="003D42C6"/>
    <w:rsid w:val="003D4E29"/>
    <w:rsid w:val="003D594A"/>
    <w:rsid w:val="003D6A2F"/>
    <w:rsid w:val="003D7588"/>
    <w:rsid w:val="003D7C74"/>
    <w:rsid w:val="003E01EE"/>
    <w:rsid w:val="003E0A02"/>
    <w:rsid w:val="003E0D05"/>
    <w:rsid w:val="003E0FE4"/>
    <w:rsid w:val="003E1186"/>
    <w:rsid w:val="003E1233"/>
    <w:rsid w:val="003E14E1"/>
    <w:rsid w:val="003E1856"/>
    <w:rsid w:val="003E1A6E"/>
    <w:rsid w:val="003E1CDC"/>
    <w:rsid w:val="003E209E"/>
    <w:rsid w:val="003E23A8"/>
    <w:rsid w:val="003E293B"/>
    <w:rsid w:val="003E3463"/>
    <w:rsid w:val="003E3F71"/>
    <w:rsid w:val="003E4CBE"/>
    <w:rsid w:val="003E4F50"/>
    <w:rsid w:val="003E5E1A"/>
    <w:rsid w:val="003E5FA0"/>
    <w:rsid w:val="003E62E7"/>
    <w:rsid w:val="003E63E4"/>
    <w:rsid w:val="003E677F"/>
    <w:rsid w:val="003E6B55"/>
    <w:rsid w:val="003E7441"/>
    <w:rsid w:val="003F003F"/>
    <w:rsid w:val="003F0319"/>
    <w:rsid w:val="003F0761"/>
    <w:rsid w:val="003F097F"/>
    <w:rsid w:val="003F0C80"/>
    <w:rsid w:val="003F0F97"/>
    <w:rsid w:val="003F279E"/>
    <w:rsid w:val="003F2B46"/>
    <w:rsid w:val="003F2CEB"/>
    <w:rsid w:val="003F37E8"/>
    <w:rsid w:val="003F3CAE"/>
    <w:rsid w:val="003F44EE"/>
    <w:rsid w:val="003F456D"/>
    <w:rsid w:val="003F58C9"/>
    <w:rsid w:val="003F5A96"/>
    <w:rsid w:val="003F5A97"/>
    <w:rsid w:val="003F6202"/>
    <w:rsid w:val="003F6647"/>
    <w:rsid w:val="003F7ADD"/>
    <w:rsid w:val="003F7BB3"/>
    <w:rsid w:val="00400B53"/>
    <w:rsid w:val="004018F0"/>
    <w:rsid w:val="00401B4A"/>
    <w:rsid w:val="0040353D"/>
    <w:rsid w:val="00403BC5"/>
    <w:rsid w:val="00405330"/>
    <w:rsid w:val="00405AD4"/>
    <w:rsid w:val="00405AFC"/>
    <w:rsid w:val="00405C0A"/>
    <w:rsid w:val="00405C88"/>
    <w:rsid w:val="00406F85"/>
    <w:rsid w:val="00406FC0"/>
    <w:rsid w:val="00410559"/>
    <w:rsid w:val="004108D4"/>
    <w:rsid w:val="00410A3D"/>
    <w:rsid w:val="00410C54"/>
    <w:rsid w:val="00410E65"/>
    <w:rsid w:val="00411306"/>
    <w:rsid w:val="004113CC"/>
    <w:rsid w:val="00411467"/>
    <w:rsid w:val="0041156F"/>
    <w:rsid w:val="004118B9"/>
    <w:rsid w:val="00411C6C"/>
    <w:rsid w:val="004120A1"/>
    <w:rsid w:val="00412498"/>
    <w:rsid w:val="00412B64"/>
    <w:rsid w:val="004133D9"/>
    <w:rsid w:val="00413409"/>
    <w:rsid w:val="004139FC"/>
    <w:rsid w:val="004147D5"/>
    <w:rsid w:val="0041496D"/>
    <w:rsid w:val="0041544B"/>
    <w:rsid w:val="00415FFE"/>
    <w:rsid w:val="00416402"/>
    <w:rsid w:val="00416663"/>
    <w:rsid w:val="00416F80"/>
    <w:rsid w:val="004176BB"/>
    <w:rsid w:val="004178A1"/>
    <w:rsid w:val="00417C00"/>
    <w:rsid w:val="00417FD7"/>
    <w:rsid w:val="004205BC"/>
    <w:rsid w:val="00420909"/>
    <w:rsid w:val="004209D0"/>
    <w:rsid w:val="00421DA3"/>
    <w:rsid w:val="004220D4"/>
    <w:rsid w:val="004227C9"/>
    <w:rsid w:val="00423008"/>
    <w:rsid w:val="0042300C"/>
    <w:rsid w:val="00423A66"/>
    <w:rsid w:val="00423E7C"/>
    <w:rsid w:val="00424B07"/>
    <w:rsid w:val="00425473"/>
    <w:rsid w:val="00425693"/>
    <w:rsid w:val="00425869"/>
    <w:rsid w:val="00425E16"/>
    <w:rsid w:val="004267B3"/>
    <w:rsid w:val="00426C6D"/>
    <w:rsid w:val="00427019"/>
    <w:rsid w:val="0042752B"/>
    <w:rsid w:val="00427550"/>
    <w:rsid w:val="004275B7"/>
    <w:rsid w:val="00427B15"/>
    <w:rsid w:val="00427BB9"/>
    <w:rsid w:val="00427C19"/>
    <w:rsid w:val="00430014"/>
    <w:rsid w:val="004300AD"/>
    <w:rsid w:val="00430275"/>
    <w:rsid w:val="00430865"/>
    <w:rsid w:val="00431599"/>
    <w:rsid w:val="0043200A"/>
    <w:rsid w:val="0043255E"/>
    <w:rsid w:val="00432A9E"/>
    <w:rsid w:val="00432DBA"/>
    <w:rsid w:val="00432F23"/>
    <w:rsid w:val="004336FE"/>
    <w:rsid w:val="00434030"/>
    <w:rsid w:val="004342AB"/>
    <w:rsid w:val="00434AE0"/>
    <w:rsid w:val="004350AB"/>
    <w:rsid w:val="004359D9"/>
    <w:rsid w:val="0043616F"/>
    <w:rsid w:val="0043662E"/>
    <w:rsid w:val="0043669D"/>
    <w:rsid w:val="00436C99"/>
    <w:rsid w:val="00436FBB"/>
    <w:rsid w:val="00437530"/>
    <w:rsid w:val="00440294"/>
    <w:rsid w:val="00440ACE"/>
    <w:rsid w:val="00440F9D"/>
    <w:rsid w:val="004416A0"/>
    <w:rsid w:val="004419E4"/>
    <w:rsid w:val="00441F09"/>
    <w:rsid w:val="00442882"/>
    <w:rsid w:val="00442A95"/>
    <w:rsid w:val="00442B54"/>
    <w:rsid w:val="00442D50"/>
    <w:rsid w:val="00442D62"/>
    <w:rsid w:val="00442FA0"/>
    <w:rsid w:val="0044382F"/>
    <w:rsid w:val="00444A01"/>
    <w:rsid w:val="00444CEA"/>
    <w:rsid w:val="0044524A"/>
    <w:rsid w:val="0044550D"/>
    <w:rsid w:val="00445DA1"/>
    <w:rsid w:val="00445E47"/>
    <w:rsid w:val="00446593"/>
    <w:rsid w:val="00446A71"/>
    <w:rsid w:val="00446FC5"/>
    <w:rsid w:val="00447063"/>
    <w:rsid w:val="0044792E"/>
    <w:rsid w:val="00447E90"/>
    <w:rsid w:val="004500DB"/>
    <w:rsid w:val="004500EA"/>
    <w:rsid w:val="0045014C"/>
    <w:rsid w:val="00450286"/>
    <w:rsid w:val="00450349"/>
    <w:rsid w:val="00450691"/>
    <w:rsid w:val="004506F8"/>
    <w:rsid w:val="00450725"/>
    <w:rsid w:val="0045073A"/>
    <w:rsid w:val="00450793"/>
    <w:rsid w:val="00450C47"/>
    <w:rsid w:val="0045164A"/>
    <w:rsid w:val="00451A76"/>
    <w:rsid w:val="00452331"/>
    <w:rsid w:val="00452A70"/>
    <w:rsid w:val="00453327"/>
    <w:rsid w:val="0045354B"/>
    <w:rsid w:val="004536FE"/>
    <w:rsid w:val="004540B8"/>
    <w:rsid w:val="004548A0"/>
    <w:rsid w:val="00454B56"/>
    <w:rsid w:val="00454B8F"/>
    <w:rsid w:val="00454C37"/>
    <w:rsid w:val="0045533D"/>
    <w:rsid w:val="0045584A"/>
    <w:rsid w:val="00455E51"/>
    <w:rsid w:val="00456957"/>
    <w:rsid w:val="00456A88"/>
    <w:rsid w:val="00456D5C"/>
    <w:rsid w:val="00456E4D"/>
    <w:rsid w:val="0045733B"/>
    <w:rsid w:val="004578F0"/>
    <w:rsid w:val="00457B94"/>
    <w:rsid w:val="004608DF"/>
    <w:rsid w:val="00461262"/>
    <w:rsid w:val="0046211C"/>
    <w:rsid w:val="004625A6"/>
    <w:rsid w:val="00462F93"/>
    <w:rsid w:val="00463947"/>
    <w:rsid w:val="00463F17"/>
    <w:rsid w:val="004642F0"/>
    <w:rsid w:val="00464394"/>
    <w:rsid w:val="004649EE"/>
    <w:rsid w:val="00464C35"/>
    <w:rsid w:val="00465A8C"/>
    <w:rsid w:val="00465B33"/>
    <w:rsid w:val="00465C35"/>
    <w:rsid w:val="00466805"/>
    <w:rsid w:val="00466860"/>
    <w:rsid w:val="004670C8"/>
    <w:rsid w:val="00467555"/>
    <w:rsid w:val="004676E2"/>
    <w:rsid w:val="00467752"/>
    <w:rsid w:val="004678A8"/>
    <w:rsid w:val="0047072C"/>
    <w:rsid w:val="0047083B"/>
    <w:rsid w:val="0047087E"/>
    <w:rsid w:val="00470F82"/>
    <w:rsid w:val="00471121"/>
    <w:rsid w:val="00471284"/>
    <w:rsid w:val="004716A9"/>
    <w:rsid w:val="004716D0"/>
    <w:rsid w:val="00471AE2"/>
    <w:rsid w:val="00472403"/>
    <w:rsid w:val="00473419"/>
    <w:rsid w:val="004739FB"/>
    <w:rsid w:val="00473DEF"/>
    <w:rsid w:val="00473F3E"/>
    <w:rsid w:val="004740A5"/>
    <w:rsid w:val="00474EA7"/>
    <w:rsid w:val="00475007"/>
    <w:rsid w:val="004753BC"/>
    <w:rsid w:val="00476684"/>
    <w:rsid w:val="004770E6"/>
    <w:rsid w:val="00477289"/>
    <w:rsid w:val="00477460"/>
    <w:rsid w:val="004774B8"/>
    <w:rsid w:val="0047756B"/>
    <w:rsid w:val="00477E6D"/>
    <w:rsid w:val="004800D8"/>
    <w:rsid w:val="0048080F"/>
    <w:rsid w:val="00480952"/>
    <w:rsid w:val="00480C8F"/>
    <w:rsid w:val="00480FBF"/>
    <w:rsid w:val="0048184B"/>
    <w:rsid w:val="00481E5B"/>
    <w:rsid w:val="004822F5"/>
    <w:rsid w:val="00482BD7"/>
    <w:rsid w:val="00483176"/>
    <w:rsid w:val="00483553"/>
    <w:rsid w:val="00483580"/>
    <w:rsid w:val="00483CA4"/>
    <w:rsid w:val="0048415A"/>
    <w:rsid w:val="00484CC5"/>
    <w:rsid w:val="00484D8C"/>
    <w:rsid w:val="00485665"/>
    <w:rsid w:val="00485D29"/>
    <w:rsid w:val="00485D36"/>
    <w:rsid w:val="00485D41"/>
    <w:rsid w:val="00485E74"/>
    <w:rsid w:val="004863D1"/>
    <w:rsid w:val="004864A0"/>
    <w:rsid w:val="0048655C"/>
    <w:rsid w:val="00486CB6"/>
    <w:rsid w:val="00486FC9"/>
    <w:rsid w:val="0048797D"/>
    <w:rsid w:val="00490CB3"/>
    <w:rsid w:val="00491169"/>
    <w:rsid w:val="0049165E"/>
    <w:rsid w:val="004919F2"/>
    <w:rsid w:val="00491B85"/>
    <w:rsid w:val="00491CEB"/>
    <w:rsid w:val="00492330"/>
    <w:rsid w:val="004923F6"/>
    <w:rsid w:val="0049245A"/>
    <w:rsid w:val="00492B83"/>
    <w:rsid w:val="004939D4"/>
    <w:rsid w:val="00493B37"/>
    <w:rsid w:val="00493CD1"/>
    <w:rsid w:val="00493CDE"/>
    <w:rsid w:val="00493E81"/>
    <w:rsid w:val="004941E5"/>
    <w:rsid w:val="00494400"/>
    <w:rsid w:val="0049461C"/>
    <w:rsid w:val="00494C75"/>
    <w:rsid w:val="00494F29"/>
    <w:rsid w:val="00495411"/>
    <w:rsid w:val="00495604"/>
    <w:rsid w:val="00495B3E"/>
    <w:rsid w:val="00495ED6"/>
    <w:rsid w:val="00496219"/>
    <w:rsid w:val="0049650A"/>
    <w:rsid w:val="0049683A"/>
    <w:rsid w:val="00496E8C"/>
    <w:rsid w:val="00496EDE"/>
    <w:rsid w:val="004973A9"/>
    <w:rsid w:val="0049780D"/>
    <w:rsid w:val="00497889"/>
    <w:rsid w:val="004A00FF"/>
    <w:rsid w:val="004A0B79"/>
    <w:rsid w:val="004A0C75"/>
    <w:rsid w:val="004A148F"/>
    <w:rsid w:val="004A1BA6"/>
    <w:rsid w:val="004A2016"/>
    <w:rsid w:val="004A2526"/>
    <w:rsid w:val="004A2DCE"/>
    <w:rsid w:val="004A36FE"/>
    <w:rsid w:val="004A3DB1"/>
    <w:rsid w:val="004A44C8"/>
    <w:rsid w:val="004A4B05"/>
    <w:rsid w:val="004A4E11"/>
    <w:rsid w:val="004A4E2A"/>
    <w:rsid w:val="004A5CB9"/>
    <w:rsid w:val="004A5F94"/>
    <w:rsid w:val="004A65CC"/>
    <w:rsid w:val="004A6710"/>
    <w:rsid w:val="004A6E1A"/>
    <w:rsid w:val="004A72B9"/>
    <w:rsid w:val="004A78DB"/>
    <w:rsid w:val="004A7E58"/>
    <w:rsid w:val="004B1131"/>
    <w:rsid w:val="004B195F"/>
    <w:rsid w:val="004B279A"/>
    <w:rsid w:val="004B2D3E"/>
    <w:rsid w:val="004B2E71"/>
    <w:rsid w:val="004B3264"/>
    <w:rsid w:val="004B341F"/>
    <w:rsid w:val="004B37AD"/>
    <w:rsid w:val="004B3828"/>
    <w:rsid w:val="004B3AE8"/>
    <w:rsid w:val="004B3F6D"/>
    <w:rsid w:val="004B4549"/>
    <w:rsid w:val="004B4A05"/>
    <w:rsid w:val="004B552F"/>
    <w:rsid w:val="004B5F61"/>
    <w:rsid w:val="004B681B"/>
    <w:rsid w:val="004B6880"/>
    <w:rsid w:val="004B6FF8"/>
    <w:rsid w:val="004B7501"/>
    <w:rsid w:val="004B7828"/>
    <w:rsid w:val="004C0936"/>
    <w:rsid w:val="004C0BEF"/>
    <w:rsid w:val="004C0D12"/>
    <w:rsid w:val="004C13DE"/>
    <w:rsid w:val="004C1E20"/>
    <w:rsid w:val="004C23BF"/>
    <w:rsid w:val="004C2920"/>
    <w:rsid w:val="004C2923"/>
    <w:rsid w:val="004C2C1A"/>
    <w:rsid w:val="004C2FC6"/>
    <w:rsid w:val="004C3530"/>
    <w:rsid w:val="004C36A3"/>
    <w:rsid w:val="004C38BE"/>
    <w:rsid w:val="004C3A28"/>
    <w:rsid w:val="004C3B92"/>
    <w:rsid w:val="004C419F"/>
    <w:rsid w:val="004C41D0"/>
    <w:rsid w:val="004C4211"/>
    <w:rsid w:val="004C4818"/>
    <w:rsid w:val="004C54C3"/>
    <w:rsid w:val="004C64A8"/>
    <w:rsid w:val="004C66AB"/>
    <w:rsid w:val="004C6CFC"/>
    <w:rsid w:val="004C6F85"/>
    <w:rsid w:val="004C73DF"/>
    <w:rsid w:val="004C7980"/>
    <w:rsid w:val="004C79FA"/>
    <w:rsid w:val="004C7C39"/>
    <w:rsid w:val="004D0467"/>
    <w:rsid w:val="004D0653"/>
    <w:rsid w:val="004D249C"/>
    <w:rsid w:val="004D2C5B"/>
    <w:rsid w:val="004D3488"/>
    <w:rsid w:val="004D3B1F"/>
    <w:rsid w:val="004D3C16"/>
    <w:rsid w:val="004D3F1E"/>
    <w:rsid w:val="004D42CB"/>
    <w:rsid w:val="004D4305"/>
    <w:rsid w:val="004D4662"/>
    <w:rsid w:val="004D5000"/>
    <w:rsid w:val="004D518A"/>
    <w:rsid w:val="004D5779"/>
    <w:rsid w:val="004D5DFF"/>
    <w:rsid w:val="004D6057"/>
    <w:rsid w:val="004D61A0"/>
    <w:rsid w:val="004D628D"/>
    <w:rsid w:val="004D653A"/>
    <w:rsid w:val="004D6632"/>
    <w:rsid w:val="004D6B22"/>
    <w:rsid w:val="004D6BBF"/>
    <w:rsid w:val="004D70EE"/>
    <w:rsid w:val="004D77D3"/>
    <w:rsid w:val="004D7A5F"/>
    <w:rsid w:val="004D7C58"/>
    <w:rsid w:val="004E06ED"/>
    <w:rsid w:val="004E0C58"/>
    <w:rsid w:val="004E0DEB"/>
    <w:rsid w:val="004E14D0"/>
    <w:rsid w:val="004E1E41"/>
    <w:rsid w:val="004E271D"/>
    <w:rsid w:val="004E2827"/>
    <w:rsid w:val="004E2DD5"/>
    <w:rsid w:val="004E30F2"/>
    <w:rsid w:val="004E3180"/>
    <w:rsid w:val="004E333E"/>
    <w:rsid w:val="004E34E7"/>
    <w:rsid w:val="004E3B14"/>
    <w:rsid w:val="004E3EF3"/>
    <w:rsid w:val="004E455C"/>
    <w:rsid w:val="004E4925"/>
    <w:rsid w:val="004E4ABD"/>
    <w:rsid w:val="004E5BF7"/>
    <w:rsid w:val="004E5D67"/>
    <w:rsid w:val="004E5D72"/>
    <w:rsid w:val="004E5F27"/>
    <w:rsid w:val="004E5F7B"/>
    <w:rsid w:val="004E6069"/>
    <w:rsid w:val="004E6FC0"/>
    <w:rsid w:val="004E71FD"/>
    <w:rsid w:val="004F04A1"/>
    <w:rsid w:val="004F06DF"/>
    <w:rsid w:val="004F0CD5"/>
    <w:rsid w:val="004F16D7"/>
    <w:rsid w:val="004F1843"/>
    <w:rsid w:val="004F221A"/>
    <w:rsid w:val="004F2278"/>
    <w:rsid w:val="004F2414"/>
    <w:rsid w:val="004F2640"/>
    <w:rsid w:val="004F26A7"/>
    <w:rsid w:val="004F2BBB"/>
    <w:rsid w:val="004F3A4A"/>
    <w:rsid w:val="004F3AB2"/>
    <w:rsid w:val="004F4178"/>
    <w:rsid w:val="004F4396"/>
    <w:rsid w:val="004F4AF5"/>
    <w:rsid w:val="004F51F3"/>
    <w:rsid w:val="004F5250"/>
    <w:rsid w:val="004F59CB"/>
    <w:rsid w:val="004F5CC1"/>
    <w:rsid w:val="004F763D"/>
    <w:rsid w:val="004F79B6"/>
    <w:rsid w:val="004F7EF0"/>
    <w:rsid w:val="00500110"/>
    <w:rsid w:val="00500211"/>
    <w:rsid w:val="005007C2"/>
    <w:rsid w:val="00500AAA"/>
    <w:rsid w:val="00501B09"/>
    <w:rsid w:val="00501C18"/>
    <w:rsid w:val="00501CAB"/>
    <w:rsid w:val="00502044"/>
    <w:rsid w:val="00502125"/>
    <w:rsid w:val="0050243B"/>
    <w:rsid w:val="005026F0"/>
    <w:rsid w:val="00502DFC"/>
    <w:rsid w:val="00502EC8"/>
    <w:rsid w:val="00503BC7"/>
    <w:rsid w:val="00504166"/>
    <w:rsid w:val="005043C0"/>
    <w:rsid w:val="0050450D"/>
    <w:rsid w:val="005049E2"/>
    <w:rsid w:val="00504C2C"/>
    <w:rsid w:val="005053AB"/>
    <w:rsid w:val="00505DF7"/>
    <w:rsid w:val="0050612C"/>
    <w:rsid w:val="0050654F"/>
    <w:rsid w:val="00506768"/>
    <w:rsid w:val="005067D2"/>
    <w:rsid w:val="00506B88"/>
    <w:rsid w:val="00506C2D"/>
    <w:rsid w:val="00507004"/>
    <w:rsid w:val="005077F2"/>
    <w:rsid w:val="00507C09"/>
    <w:rsid w:val="00507D5D"/>
    <w:rsid w:val="00510068"/>
    <w:rsid w:val="005106C5"/>
    <w:rsid w:val="00510F56"/>
    <w:rsid w:val="00511460"/>
    <w:rsid w:val="005118DE"/>
    <w:rsid w:val="00511AF0"/>
    <w:rsid w:val="00511D3E"/>
    <w:rsid w:val="00511FE4"/>
    <w:rsid w:val="00512DA7"/>
    <w:rsid w:val="00512FC0"/>
    <w:rsid w:val="0051303F"/>
    <w:rsid w:val="00513209"/>
    <w:rsid w:val="005132BD"/>
    <w:rsid w:val="00513398"/>
    <w:rsid w:val="005133ED"/>
    <w:rsid w:val="0051393A"/>
    <w:rsid w:val="00513E79"/>
    <w:rsid w:val="00514075"/>
    <w:rsid w:val="005147B9"/>
    <w:rsid w:val="005148CC"/>
    <w:rsid w:val="00514A18"/>
    <w:rsid w:val="00514E57"/>
    <w:rsid w:val="00515C5B"/>
    <w:rsid w:val="00516C4B"/>
    <w:rsid w:val="00516E6A"/>
    <w:rsid w:val="005172A2"/>
    <w:rsid w:val="0051752A"/>
    <w:rsid w:val="00517716"/>
    <w:rsid w:val="005178BE"/>
    <w:rsid w:val="005206DC"/>
    <w:rsid w:val="005206DD"/>
    <w:rsid w:val="005210E9"/>
    <w:rsid w:val="0052112C"/>
    <w:rsid w:val="005211E2"/>
    <w:rsid w:val="00521272"/>
    <w:rsid w:val="00521440"/>
    <w:rsid w:val="00521606"/>
    <w:rsid w:val="00521756"/>
    <w:rsid w:val="005218E0"/>
    <w:rsid w:val="00521DC9"/>
    <w:rsid w:val="00522442"/>
    <w:rsid w:val="00522484"/>
    <w:rsid w:val="00522536"/>
    <w:rsid w:val="00522591"/>
    <w:rsid w:val="0052275A"/>
    <w:rsid w:val="005228FC"/>
    <w:rsid w:val="0052307C"/>
    <w:rsid w:val="0052325A"/>
    <w:rsid w:val="00523319"/>
    <w:rsid w:val="005233FE"/>
    <w:rsid w:val="00523614"/>
    <w:rsid w:val="0052506C"/>
    <w:rsid w:val="005260DA"/>
    <w:rsid w:val="005261AF"/>
    <w:rsid w:val="00526663"/>
    <w:rsid w:val="005267A1"/>
    <w:rsid w:val="00526E20"/>
    <w:rsid w:val="00526FBD"/>
    <w:rsid w:val="0052728B"/>
    <w:rsid w:val="0052758A"/>
    <w:rsid w:val="00527F64"/>
    <w:rsid w:val="00530551"/>
    <w:rsid w:val="005308E7"/>
    <w:rsid w:val="00530C0D"/>
    <w:rsid w:val="00531037"/>
    <w:rsid w:val="005317D6"/>
    <w:rsid w:val="005319FA"/>
    <w:rsid w:val="00531F32"/>
    <w:rsid w:val="00532075"/>
    <w:rsid w:val="0053245C"/>
    <w:rsid w:val="00532608"/>
    <w:rsid w:val="00532637"/>
    <w:rsid w:val="00532640"/>
    <w:rsid w:val="005329E5"/>
    <w:rsid w:val="00532A2A"/>
    <w:rsid w:val="00532AE7"/>
    <w:rsid w:val="0053324B"/>
    <w:rsid w:val="00533F43"/>
    <w:rsid w:val="005349BB"/>
    <w:rsid w:val="00534B31"/>
    <w:rsid w:val="00535D7A"/>
    <w:rsid w:val="005363D7"/>
    <w:rsid w:val="00536430"/>
    <w:rsid w:val="00536E03"/>
    <w:rsid w:val="00537C06"/>
    <w:rsid w:val="00537CF3"/>
    <w:rsid w:val="0054051E"/>
    <w:rsid w:val="005405AC"/>
    <w:rsid w:val="00540FBC"/>
    <w:rsid w:val="005412F7"/>
    <w:rsid w:val="005428B7"/>
    <w:rsid w:val="00543526"/>
    <w:rsid w:val="00543A71"/>
    <w:rsid w:val="00543B02"/>
    <w:rsid w:val="00543D61"/>
    <w:rsid w:val="00543F9D"/>
    <w:rsid w:val="0054464A"/>
    <w:rsid w:val="00544B80"/>
    <w:rsid w:val="0054505B"/>
    <w:rsid w:val="0054564F"/>
    <w:rsid w:val="00545672"/>
    <w:rsid w:val="00545B10"/>
    <w:rsid w:val="00545BFC"/>
    <w:rsid w:val="00546102"/>
    <w:rsid w:val="00546DE3"/>
    <w:rsid w:val="00546F54"/>
    <w:rsid w:val="0054724C"/>
    <w:rsid w:val="00547A7B"/>
    <w:rsid w:val="00550342"/>
    <w:rsid w:val="00550593"/>
    <w:rsid w:val="00550644"/>
    <w:rsid w:val="005507D1"/>
    <w:rsid w:val="005508C7"/>
    <w:rsid w:val="00550A61"/>
    <w:rsid w:val="00550B62"/>
    <w:rsid w:val="0055146D"/>
    <w:rsid w:val="0055148F"/>
    <w:rsid w:val="005516C6"/>
    <w:rsid w:val="00551D3F"/>
    <w:rsid w:val="00551DB4"/>
    <w:rsid w:val="00551DCD"/>
    <w:rsid w:val="0055203F"/>
    <w:rsid w:val="00552537"/>
    <w:rsid w:val="005525CE"/>
    <w:rsid w:val="005529D1"/>
    <w:rsid w:val="00552AC4"/>
    <w:rsid w:val="00552DDF"/>
    <w:rsid w:val="0055301F"/>
    <w:rsid w:val="0055334D"/>
    <w:rsid w:val="005533E3"/>
    <w:rsid w:val="00553A8E"/>
    <w:rsid w:val="00553DBB"/>
    <w:rsid w:val="00553F1E"/>
    <w:rsid w:val="00553F22"/>
    <w:rsid w:val="00554008"/>
    <w:rsid w:val="00554646"/>
    <w:rsid w:val="005546D7"/>
    <w:rsid w:val="0055478C"/>
    <w:rsid w:val="0055481C"/>
    <w:rsid w:val="005549F0"/>
    <w:rsid w:val="00554D5C"/>
    <w:rsid w:val="00554FD8"/>
    <w:rsid w:val="005550A7"/>
    <w:rsid w:val="005550C7"/>
    <w:rsid w:val="005552B2"/>
    <w:rsid w:val="005555A3"/>
    <w:rsid w:val="0055581D"/>
    <w:rsid w:val="005561BA"/>
    <w:rsid w:val="00556318"/>
    <w:rsid w:val="00556378"/>
    <w:rsid w:val="005563A8"/>
    <w:rsid w:val="00556797"/>
    <w:rsid w:val="005567E9"/>
    <w:rsid w:val="0055685F"/>
    <w:rsid w:val="00556B8F"/>
    <w:rsid w:val="00556C8B"/>
    <w:rsid w:val="00556CCC"/>
    <w:rsid w:val="00557960"/>
    <w:rsid w:val="005601C0"/>
    <w:rsid w:val="00560374"/>
    <w:rsid w:val="005606E7"/>
    <w:rsid w:val="00561B2E"/>
    <w:rsid w:val="00561B73"/>
    <w:rsid w:val="00561FCC"/>
    <w:rsid w:val="00562063"/>
    <w:rsid w:val="00562174"/>
    <w:rsid w:val="00562B31"/>
    <w:rsid w:val="00562E19"/>
    <w:rsid w:val="0056351E"/>
    <w:rsid w:val="00563AE0"/>
    <w:rsid w:val="00564653"/>
    <w:rsid w:val="00564937"/>
    <w:rsid w:val="00565145"/>
    <w:rsid w:val="00565213"/>
    <w:rsid w:val="005652CF"/>
    <w:rsid w:val="005656E4"/>
    <w:rsid w:val="0056575E"/>
    <w:rsid w:val="00565E23"/>
    <w:rsid w:val="00566493"/>
    <w:rsid w:val="0056677A"/>
    <w:rsid w:val="00566C16"/>
    <w:rsid w:val="005673F4"/>
    <w:rsid w:val="00567729"/>
    <w:rsid w:val="00570098"/>
    <w:rsid w:val="00570CF6"/>
    <w:rsid w:val="00571084"/>
    <w:rsid w:val="00571369"/>
    <w:rsid w:val="00571417"/>
    <w:rsid w:val="0057151A"/>
    <w:rsid w:val="00571845"/>
    <w:rsid w:val="00571C6D"/>
    <w:rsid w:val="0057215E"/>
    <w:rsid w:val="005726BA"/>
    <w:rsid w:val="005727F8"/>
    <w:rsid w:val="0057304C"/>
    <w:rsid w:val="0057320F"/>
    <w:rsid w:val="00573583"/>
    <w:rsid w:val="005739C9"/>
    <w:rsid w:val="005741E1"/>
    <w:rsid w:val="005742D5"/>
    <w:rsid w:val="00574392"/>
    <w:rsid w:val="0057485D"/>
    <w:rsid w:val="00574AA4"/>
    <w:rsid w:val="00574C79"/>
    <w:rsid w:val="005752C9"/>
    <w:rsid w:val="005754F8"/>
    <w:rsid w:val="0057575B"/>
    <w:rsid w:val="00575AA1"/>
    <w:rsid w:val="00575B1F"/>
    <w:rsid w:val="00575B64"/>
    <w:rsid w:val="00576D7D"/>
    <w:rsid w:val="00576E99"/>
    <w:rsid w:val="00577023"/>
    <w:rsid w:val="00577222"/>
    <w:rsid w:val="005779BA"/>
    <w:rsid w:val="00577EB1"/>
    <w:rsid w:val="00580255"/>
    <w:rsid w:val="0058055D"/>
    <w:rsid w:val="00580958"/>
    <w:rsid w:val="00580C57"/>
    <w:rsid w:val="005811A0"/>
    <w:rsid w:val="00581DDF"/>
    <w:rsid w:val="005820EE"/>
    <w:rsid w:val="005831F7"/>
    <w:rsid w:val="00583654"/>
    <w:rsid w:val="0058379C"/>
    <w:rsid w:val="005848C8"/>
    <w:rsid w:val="00585490"/>
    <w:rsid w:val="005854D5"/>
    <w:rsid w:val="005856C9"/>
    <w:rsid w:val="005866A4"/>
    <w:rsid w:val="005874F4"/>
    <w:rsid w:val="00587C19"/>
    <w:rsid w:val="00590D72"/>
    <w:rsid w:val="00591978"/>
    <w:rsid w:val="00591A99"/>
    <w:rsid w:val="00592712"/>
    <w:rsid w:val="005927D0"/>
    <w:rsid w:val="0059367B"/>
    <w:rsid w:val="00593705"/>
    <w:rsid w:val="00593912"/>
    <w:rsid w:val="00594595"/>
    <w:rsid w:val="005946E4"/>
    <w:rsid w:val="005948BD"/>
    <w:rsid w:val="00594B5A"/>
    <w:rsid w:val="00594BDE"/>
    <w:rsid w:val="00595310"/>
    <w:rsid w:val="00595461"/>
    <w:rsid w:val="00595549"/>
    <w:rsid w:val="005955ED"/>
    <w:rsid w:val="0059565D"/>
    <w:rsid w:val="00595674"/>
    <w:rsid w:val="005957ED"/>
    <w:rsid w:val="00595BFF"/>
    <w:rsid w:val="00595FC6"/>
    <w:rsid w:val="005961C0"/>
    <w:rsid w:val="0059631F"/>
    <w:rsid w:val="00596EE1"/>
    <w:rsid w:val="005976B2"/>
    <w:rsid w:val="0059779A"/>
    <w:rsid w:val="00597868"/>
    <w:rsid w:val="005979B7"/>
    <w:rsid w:val="00597C38"/>
    <w:rsid w:val="005A02AE"/>
    <w:rsid w:val="005A0A0E"/>
    <w:rsid w:val="005A0A3F"/>
    <w:rsid w:val="005A0C2E"/>
    <w:rsid w:val="005A0F4B"/>
    <w:rsid w:val="005A1283"/>
    <w:rsid w:val="005A1783"/>
    <w:rsid w:val="005A1997"/>
    <w:rsid w:val="005A1D81"/>
    <w:rsid w:val="005A1FF8"/>
    <w:rsid w:val="005A21F6"/>
    <w:rsid w:val="005A282A"/>
    <w:rsid w:val="005A3D5F"/>
    <w:rsid w:val="005A41C5"/>
    <w:rsid w:val="005A4215"/>
    <w:rsid w:val="005A44C3"/>
    <w:rsid w:val="005A5392"/>
    <w:rsid w:val="005A5621"/>
    <w:rsid w:val="005A582E"/>
    <w:rsid w:val="005A5833"/>
    <w:rsid w:val="005A5A40"/>
    <w:rsid w:val="005A5A7F"/>
    <w:rsid w:val="005A5FE0"/>
    <w:rsid w:val="005A64FD"/>
    <w:rsid w:val="005A66F7"/>
    <w:rsid w:val="005A6A31"/>
    <w:rsid w:val="005A6B70"/>
    <w:rsid w:val="005A6F1C"/>
    <w:rsid w:val="005A74B5"/>
    <w:rsid w:val="005A78FB"/>
    <w:rsid w:val="005A7C26"/>
    <w:rsid w:val="005A7CBC"/>
    <w:rsid w:val="005A7FDA"/>
    <w:rsid w:val="005B0252"/>
    <w:rsid w:val="005B0730"/>
    <w:rsid w:val="005B0848"/>
    <w:rsid w:val="005B12BE"/>
    <w:rsid w:val="005B1AD2"/>
    <w:rsid w:val="005B1CE9"/>
    <w:rsid w:val="005B1E47"/>
    <w:rsid w:val="005B203D"/>
    <w:rsid w:val="005B23CE"/>
    <w:rsid w:val="005B24BD"/>
    <w:rsid w:val="005B2558"/>
    <w:rsid w:val="005B2A96"/>
    <w:rsid w:val="005B2B20"/>
    <w:rsid w:val="005B338B"/>
    <w:rsid w:val="005B3ABB"/>
    <w:rsid w:val="005B48CF"/>
    <w:rsid w:val="005B4B19"/>
    <w:rsid w:val="005B587B"/>
    <w:rsid w:val="005B5AD1"/>
    <w:rsid w:val="005B5D03"/>
    <w:rsid w:val="005B625A"/>
    <w:rsid w:val="005B6261"/>
    <w:rsid w:val="005B6CEE"/>
    <w:rsid w:val="005B6F17"/>
    <w:rsid w:val="005B7047"/>
    <w:rsid w:val="005B72EE"/>
    <w:rsid w:val="005B74E1"/>
    <w:rsid w:val="005B77CA"/>
    <w:rsid w:val="005B7A60"/>
    <w:rsid w:val="005B7CA0"/>
    <w:rsid w:val="005B7EA7"/>
    <w:rsid w:val="005B7F99"/>
    <w:rsid w:val="005C027F"/>
    <w:rsid w:val="005C04FC"/>
    <w:rsid w:val="005C0AF9"/>
    <w:rsid w:val="005C0C2C"/>
    <w:rsid w:val="005C0FFB"/>
    <w:rsid w:val="005C11F4"/>
    <w:rsid w:val="005C13C7"/>
    <w:rsid w:val="005C179B"/>
    <w:rsid w:val="005C18C2"/>
    <w:rsid w:val="005C19BB"/>
    <w:rsid w:val="005C22C8"/>
    <w:rsid w:val="005C25C9"/>
    <w:rsid w:val="005C2859"/>
    <w:rsid w:val="005C360A"/>
    <w:rsid w:val="005C3BD9"/>
    <w:rsid w:val="005C3FC9"/>
    <w:rsid w:val="005C42AF"/>
    <w:rsid w:val="005C4392"/>
    <w:rsid w:val="005C44B9"/>
    <w:rsid w:val="005C4EB0"/>
    <w:rsid w:val="005C5241"/>
    <w:rsid w:val="005C58B4"/>
    <w:rsid w:val="005C5F0A"/>
    <w:rsid w:val="005C6034"/>
    <w:rsid w:val="005C627E"/>
    <w:rsid w:val="005C638F"/>
    <w:rsid w:val="005C6CB6"/>
    <w:rsid w:val="005C71C7"/>
    <w:rsid w:val="005C735F"/>
    <w:rsid w:val="005C743D"/>
    <w:rsid w:val="005C7DF7"/>
    <w:rsid w:val="005C7F8D"/>
    <w:rsid w:val="005D079E"/>
    <w:rsid w:val="005D08B8"/>
    <w:rsid w:val="005D2579"/>
    <w:rsid w:val="005D2881"/>
    <w:rsid w:val="005D3559"/>
    <w:rsid w:val="005D3755"/>
    <w:rsid w:val="005D3FF0"/>
    <w:rsid w:val="005D40D8"/>
    <w:rsid w:val="005D4DED"/>
    <w:rsid w:val="005D56F9"/>
    <w:rsid w:val="005D59DE"/>
    <w:rsid w:val="005D615B"/>
    <w:rsid w:val="005D620A"/>
    <w:rsid w:val="005D64E2"/>
    <w:rsid w:val="005D7308"/>
    <w:rsid w:val="005D75A2"/>
    <w:rsid w:val="005D78D7"/>
    <w:rsid w:val="005D7B9E"/>
    <w:rsid w:val="005E0212"/>
    <w:rsid w:val="005E08B5"/>
    <w:rsid w:val="005E11C5"/>
    <w:rsid w:val="005E123D"/>
    <w:rsid w:val="005E15EA"/>
    <w:rsid w:val="005E231C"/>
    <w:rsid w:val="005E2380"/>
    <w:rsid w:val="005E2FF1"/>
    <w:rsid w:val="005E3216"/>
    <w:rsid w:val="005E331E"/>
    <w:rsid w:val="005E3389"/>
    <w:rsid w:val="005E35FD"/>
    <w:rsid w:val="005E3744"/>
    <w:rsid w:val="005E3774"/>
    <w:rsid w:val="005E3BCC"/>
    <w:rsid w:val="005E45C4"/>
    <w:rsid w:val="005E4EDB"/>
    <w:rsid w:val="005E4F96"/>
    <w:rsid w:val="005E5217"/>
    <w:rsid w:val="005E5A6D"/>
    <w:rsid w:val="005E5D61"/>
    <w:rsid w:val="005E5DE2"/>
    <w:rsid w:val="005E6622"/>
    <w:rsid w:val="005E71B8"/>
    <w:rsid w:val="005E7334"/>
    <w:rsid w:val="005E7F83"/>
    <w:rsid w:val="005F068D"/>
    <w:rsid w:val="005F0AA2"/>
    <w:rsid w:val="005F0CE3"/>
    <w:rsid w:val="005F118B"/>
    <w:rsid w:val="005F1890"/>
    <w:rsid w:val="005F19C4"/>
    <w:rsid w:val="005F205F"/>
    <w:rsid w:val="005F2A2D"/>
    <w:rsid w:val="005F2AD6"/>
    <w:rsid w:val="005F2D78"/>
    <w:rsid w:val="005F2E57"/>
    <w:rsid w:val="005F3129"/>
    <w:rsid w:val="005F346A"/>
    <w:rsid w:val="005F34E5"/>
    <w:rsid w:val="005F351D"/>
    <w:rsid w:val="005F3747"/>
    <w:rsid w:val="005F3B75"/>
    <w:rsid w:val="005F406E"/>
    <w:rsid w:val="005F46F3"/>
    <w:rsid w:val="005F47B7"/>
    <w:rsid w:val="005F4BF8"/>
    <w:rsid w:val="005F525A"/>
    <w:rsid w:val="005F5899"/>
    <w:rsid w:val="005F590D"/>
    <w:rsid w:val="005F5BBE"/>
    <w:rsid w:val="005F5D4F"/>
    <w:rsid w:val="005F60F3"/>
    <w:rsid w:val="005F6456"/>
    <w:rsid w:val="005F69C8"/>
    <w:rsid w:val="005F720C"/>
    <w:rsid w:val="005F73DC"/>
    <w:rsid w:val="005F7543"/>
    <w:rsid w:val="005F75C6"/>
    <w:rsid w:val="00600138"/>
    <w:rsid w:val="00600140"/>
    <w:rsid w:val="00600247"/>
    <w:rsid w:val="0060111A"/>
    <w:rsid w:val="006012B8"/>
    <w:rsid w:val="00601828"/>
    <w:rsid w:val="00601FB0"/>
    <w:rsid w:val="006036D8"/>
    <w:rsid w:val="00603C7D"/>
    <w:rsid w:val="00603F47"/>
    <w:rsid w:val="006042F5"/>
    <w:rsid w:val="0060448F"/>
    <w:rsid w:val="006045DF"/>
    <w:rsid w:val="006047E3"/>
    <w:rsid w:val="00605392"/>
    <w:rsid w:val="00605A25"/>
    <w:rsid w:val="00606DD5"/>
    <w:rsid w:val="00610817"/>
    <w:rsid w:val="00610DA2"/>
    <w:rsid w:val="006116AA"/>
    <w:rsid w:val="006117C3"/>
    <w:rsid w:val="00611E8D"/>
    <w:rsid w:val="00611EA1"/>
    <w:rsid w:val="00612E74"/>
    <w:rsid w:val="00612F73"/>
    <w:rsid w:val="0061366E"/>
    <w:rsid w:val="00613A38"/>
    <w:rsid w:val="006149DC"/>
    <w:rsid w:val="00614FA9"/>
    <w:rsid w:val="00615078"/>
    <w:rsid w:val="006153B2"/>
    <w:rsid w:val="00615453"/>
    <w:rsid w:val="00615A5F"/>
    <w:rsid w:val="006175C8"/>
    <w:rsid w:val="00617C24"/>
    <w:rsid w:val="00617E00"/>
    <w:rsid w:val="00617E51"/>
    <w:rsid w:val="00617EB7"/>
    <w:rsid w:val="0062001E"/>
    <w:rsid w:val="006209F7"/>
    <w:rsid w:val="006214FA"/>
    <w:rsid w:val="0062150E"/>
    <w:rsid w:val="0062183B"/>
    <w:rsid w:val="00622836"/>
    <w:rsid w:val="0062363A"/>
    <w:rsid w:val="00623ACB"/>
    <w:rsid w:val="0062400D"/>
    <w:rsid w:val="006252FA"/>
    <w:rsid w:val="00625C46"/>
    <w:rsid w:val="00625E68"/>
    <w:rsid w:val="006261C2"/>
    <w:rsid w:val="0062713F"/>
    <w:rsid w:val="006271A8"/>
    <w:rsid w:val="0062733F"/>
    <w:rsid w:val="00627C9D"/>
    <w:rsid w:val="00627F30"/>
    <w:rsid w:val="0063055D"/>
    <w:rsid w:val="0063060D"/>
    <w:rsid w:val="00630623"/>
    <w:rsid w:val="00630A03"/>
    <w:rsid w:val="00630DEF"/>
    <w:rsid w:val="006311AB"/>
    <w:rsid w:val="006313D3"/>
    <w:rsid w:val="00631B7B"/>
    <w:rsid w:val="00631C17"/>
    <w:rsid w:val="00632011"/>
    <w:rsid w:val="006322C9"/>
    <w:rsid w:val="00632C50"/>
    <w:rsid w:val="006330E9"/>
    <w:rsid w:val="006333C3"/>
    <w:rsid w:val="006337A6"/>
    <w:rsid w:val="006337B0"/>
    <w:rsid w:val="00633A98"/>
    <w:rsid w:val="00634362"/>
    <w:rsid w:val="0063471F"/>
    <w:rsid w:val="00634826"/>
    <w:rsid w:val="006356C7"/>
    <w:rsid w:val="00635739"/>
    <w:rsid w:val="00635A1B"/>
    <w:rsid w:val="00635AF0"/>
    <w:rsid w:val="00635BD6"/>
    <w:rsid w:val="00635DF7"/>
    <w:rsid w:val="006367D2"/>
    <w:rsid w:val="0063743F"/>
    <w:rsid w:val="00637516"/>
    <w:rsid w:val="00637676"/>
    <w:rsid w:val="00637870"/>
    <w:rsid w:val="00637D42"/>
    <w:rsid w:val="00640BB2"/>
    <w:rsid w:val="00640EE6"/>
    <w:rsid w:val="006418CF"/>
    <w:rsid w:val="006423B8"/>
    <w:rsid w:val="00642467"/>
    <w:rsid w:val="00642571"/>
    <w:rsid w:val="006438B2"/>
    <w:rsid w:val="00643CE7"/>
    <w:rsid w:val="00643CF5"/>
    <w:rsid w:val="0064418E"/>
    <w:rsid w:val="00644AD1"/>
    <w:rsid w:val="00644B16"/>
    <w:rsid w:val="006453B9"/>
    <w:rsid w:val="00645866"/>
    <w:rsid w:val="00645E23"/>
    <w:rsid w:val="00646870"/>
    <w:rsid w:val="006469AB"/>
    <w:rsid w:val="00646A76"/>
    <w:rsid w:val="00646CDC"/>
    <w:rsid w:val="00646F52"/>
    <w:rsid w:val="006471C0"/>
    <w:rsid w:val="0064772F"/>
    <w:rsid w:val="00647C61"/>
    <w:rsid w:val="00647E33"/>
    <w:rsid w:val="00647FDC"/>
    <w:rsid w:val="006504DF"/>
    <w:rsid w:val="00650663"/>
    <w:rsid w:val="006506AE"/>
    <w:rsid w:val="0065081E"/>
    <w:rsid w:val="00651132"/>
    <w:rsid w:val="00651145"/>
    <w:rsid w:val="00651193"/>
    <w:rsid w:val="00651B53"/>
    <w:rsid w:val="006527ED"/>
    <w:rsid w:val="006529EE"/>
    <w:rsid w:val="00653568"/>
    <w:rsid w:val="00653ED8"/>
    <w:rsid w:val="006545BF"/>
    <w:rsid w:val="00654A46"/>
    <w:rsid w:val="00654F46"/>
    <w:rsid w:val="0065596F"/>
    <w:rsid w:val="0065603A"/>
    <w:rsid w:val="006562CE"/>
    <w:rsid w:val="0065677C"/>
    <w:rsid w:val="006567F3"/>
    <w:rsid w:val="0065701D"/>
    <w:rsid w:val="00657500"/>
    <w:rsid w:val="006575AA"/>
    <w:rsid w:val="006577E5"/>
    <w:rsid w:val="006605C6"/>
    <w:rsid w:val="006606EA"/>
    <w:rsid w:val="006614DF"/>
    <w:rsid w:val="0066193A"/>
    <w:rsid w:val="00661964"/>
    <w:rsid w:val="00662009"/>
    <w:rsid w:val="00662957"/>
    <w:rsid w:val="006633A3"/>
    <w:rsid w:val="00663544"/>
    <w:rsid w:val="00663848"/>
    <w:rsid w:val="0066391F"/>
    <w:rsid w:val="006643D9"/>
    <w:rsid w:val="006644E3"/>
    <w:rsid w:val="00664601"/>
    <w:rsid w:val="00664839"/>
    <w:rsid w:val="006648F2"/>
    <w:rsid w:val="00664EDD"/>
    <w:rsid w:val="00665AA2"/>
    <w:rsid w:val="0066689F"/>
    <w:rsid w:val="00666EC2"/>
    <w:rsid w:val="00667095"/>
    <w:rsid w:val="00667286"/>
    <w:rsid w:val="0066737A"/>
    <w:rsid w:val="00670369"/>
    <w:rsid w:val="006703FA"/>
    <w:rsid w:val="00670E5F"/>
    <w:rsid w:val="006714DF"/>
    <w:rsid w:val="006716D5"/>
    <w:rsid w:val="006718B9"/>
    <w:rsid w:val="00671A71"/>
    <w:rsid w:val="00671BC4"/>
    <w:rsid w:val="00671FB3"/>
    <w:rsid w:val="0067243C"/>
    <w:rsid w:val="006724CA"/>
    <w:rsid w:val="006725C6"/>
    <w:rsid w:val="00672740"/>
    <w:rsid w:val="00672BCB"/>
    <w:rsid w:val="00672D5C"/>
    <w:rsid w:val="0067302E"/>
    <w:rsid w:val="0067307A"/>
    <w:rsid w:val="006733D0"/>
    <w:rsid w:val="00673425"/>
    <w:rsid w:val="00673767"/>
    <w:rsid w:val="00673B02"/>
    <w:rsid w:val="006747A5"/>
    <w:rsid w:val="00674AC3"/>
    <w:rsid w:val="00674C8B"/>
    <w:rsid w:val="00674E28"/>
    <w:rsid w:val="006752BA"/>
    <w:rsid w:val="006752F1"/>
    <w:rsid w:val="0067571D"/>
    <w:rsid w:val="00675962"/>
    <w:rsid w:val="00675B19"/>
    <w:rsid w:val="006761DB"/>
    <w:rsid w:val="00676289"/>
    <w:rsid w:val="00676662"/>
    <w:rsid w:val="00677193"/>
    <w:rsid w:val="00680F68"/>
    <w:rsid w:val="006810FE"/>
    <w:rsid w:val="006817A9"/>
    <w:rsid w:val="00682AA9"/>
    <w:rsid w:val="00682AE5"/>
    <w:rsid w:val="00683057"/>
    <w:rsid w:val="0068379F"/>
    <w:rsid w:val="00683D4A"/>
    <w:rsid w:val="00684425"/>
    <w:rsid w:val="006849E3"/>
    <w:rsid w:val="006849EE"/>
    <w:rsid w:val="00684AB1"/>
    <w:rsid w:val="00684B8D"/>
    <w:rsid w:val="00684BAF"/>
    <w:rsid w:val="00684BFB"/>
    <w:rsid w:val="00684F40"/>
    <w:rsid w:val="00685699"/>
    <w:rsid w:val="006856A2"/>
    <w:rsid w:val="0068586D"/>
    <w:rsid w:val="00685F50"/>
    <w:rsid w:val="00686507"/>
    <w:rsid w:val="006865B5"/>
    <w:rsid w:val="0068677C"/>
    <w:rsid w:val="006869A4"/>
    <w:rsid w:val="00687792"/>
    <w:rsid w:val="0068783B"/>
    <w:rsid w:val="0069081C"/>
    <w:rsid w:val="0069155B"/>
    <w:rsid w:val="00691789"/>
    <w:rsid w:val="006918D0"/>
    <w:rsid w:val="0069238C"/>
    <w:rsid w:val="00692873"/>
    <w:rsid w:val="00692F91"/>
    <w:rsid w:val="00692FF7"/>
    <w:rsid w:val="00693978"/>
    <w:rsid w:val="00693CCD"/>
    <w:rsid w:val="00693E5C"/>
    <w:rsid w:val="00693F53"/>
    <w:rsid w:val="00694116"/>
    <w:rsid w:val="00694496"/>
    <w:rsid w:val="0069449E"/>
    <w:rsid w:val="006947CB"/>
    <w:rsid w:val="00694BC2"/>
    <w:rsid w:val="00694C0F"/>
    <w:rsid w:val="00694CFA"/>
    <w:rsid w:val="006950FA"/>
    <w:rsid w:val="006954AE"/>
    <w:rsid w:val="00695DC6"/>
    <w:rsid w:val="00696014"/>
    <w:rsid w:val="006962B7"/>
    <w:rsid w:val="006965A7"/>
    <w:rsid w:val="0069662D"/>
    <w:rsid w:val="006967D9"/>
    <w:rsid w:val="006967FA"/>
    <w:rsid w:val="00696FD6"/>
    <w:rsid w:val="00697289"/>
    <w:rsid w:val="00697401"/>
    <w:rsid w:val="00697433"/>
    <w:rsid w:val="00697EFF"/>
    <w:rsid w:val="006A0369"/>
    <w:rsid w:val="006A070C"/>
    <w:rsid w:val="006A07A6"/>
    <w:rsid w:val="006A10B7"/>
    <w:rsid w:val="006A19AB"/>
    <w:rsid w:val="006A1A51"/>
    <w:rsid w:val="006A2E01"/>
    <w:rsid w:val="006A3301"/>
    <w:rsid w:val="006A3458"/>
    <w:rsid w:val="006A3982"/>
    <w:rsid w:val="006A39E1"/>
    <w:rsid w:val="006A3FFC"/>
    <w:rsid w:val="006A4EAC"/>
    <w:rsid w:val="006A53F4"/>
    <w:rsid w:val="006A5525"/>
    <w:rsid w:val="006A6BAC"/>
    <w:rsid w:val="006A7457"/>
    <w:rsid w:val="006A7A34"/>
    <w:rsid w:val="006A7C84"/>
    <w:rsid w:val="006A7E0A"/>
    <w:rsid w:val="006B001B"/>
    <w:rsid w:val="006B01C8"/>
    <w:rsid w:val="006B0430"/>
    <w:rsid w:val="006B09B7"/>
    <w:rsid w:val="006B0CF4"/>
    <w:rsid w:val="006B1097"/>
    <w:rsid w:val="006B152D"/>
    <w:rsid w:val="006B15D3"/>
    <w:rsid w:val="006B1607"/>
    <w:rsid w:val="006B1C2E"/>
    <w:rsid w:val="006B20BD"/>
    <w:rsid w:val="006B2817"/>
    <w:rsid w:val="006B2C4F"/>
    <w:rsid w:val="006B2E12"/>
    <w:rsid w:val="006B2E4A"/>
    <w:rsid w:val="006B2ED7"/>
    <w:rsid w:val="006B3ADE"/>
    <w:rsid w:val="006B4560"/>
    <w:rsid w:val="006B4BED"/>
    <w:rsid w:val="006B4DC8"/>
    <w:rsid w:val="006B53D2"/>
    <w:rsid w:val="006B54E9"/>
    <w:rsid w:val="006B5CF1"/>
    <w:rsid w:val="006B5F27"/>
    <w:rsid w:val="006B6009"/>
    <w:rsid w:val="006B6336"/>
    <w:rsid w:val="006B671E"/>
    <w:rsid w:val="006B7571"/>
    <w:rsid w:val="006B79B1"/>
    <w:rsid w:val="006C02D6"/>
    <w:rsid w:val="006C042D"/>
    <w:rsid w:val="006C04EB"/>
    <w:rsid w:val="006C0515"/>
    <w:rsid w:val="006C0874"/>
    <w:rsid w:val="006C0A59"/>
    <w:rsid w:val="006C148D"/>
    <w:rsid w:val="006C207F"/>
    <w:rsid w:val="006C21D7"/>
    <w:rsid w:val="006C2396"/>
    <w:rsid w:val="006C24C5"/>
    <w:rsid w:val="006C2F57"/>
    <w:rsid w:val="006C32CC"/>
    <w:rsid w:val="006C4098"/>
    <w:rsid w:val="006C409C"/>
    <w:rsid w:val="006C46D7"/>
    <w:rsid w:val="006C47F4"/>
    <w:rsid w:val="006C4880"/>
    <w:rsid w:val="006C4E16"/>
    <w:rsid w:val="006C5322"/>
    <w:rsid w:val="006C5644"/>
    <w:rsid w:val="006C621D"/>
    <w:rsid w:val="006C626D"/>
    <w:rsid w:val="006C65E4"/>
    <w:rsid w:val="006C6CB8"/>
    <w:rsid w:val="006C6E25"/>
    <w:rsid w:val="006C6E8C"/>
    <w:rsid w:val="006C6FF7"/>
    <w:rsid w:val="006C7425"/>
    <w:rsid w:val="006C75D0"/>
    <w:rsid w:val="006C7C80"/>
    <w:rsid w:val="006D0351"/>
    <w:rsid w:val="006D0631"/>
    <w:rsid w:val="006D06F1"/>
    <w:rsid w:val="006D0BF0"/>
    <w:rsid w:val="006D0C91"/>
    <w:rsid w:val="006D1115"/>
    <w:rsid w:val="006D1531"/>
    <w:rsid w:val="006D1653"/>
    <w:rsid w:val="006D1BBB"/>
    <w:rsid w:val="006D2146"/>
    <w:rsid w:val="006D2187"/>
    <w:rsid w:val="006D24B0"/>
    <w:rsid w:val="006D2792"/>
    <w:rsid w:val="006D2AFE"/>
    <w:rsid w:val="006D2DD7"/>
    <w:rsid w:val="006D2F46"/>
    <w:rsid w:val="006D3990"/>
    <w:rsid w:val="006D3A2E"/>
    <w:rsid w:val="006D40C3"/>
    <w:rsid w:val="006D4152"/>
    <w:rsid w:val="006D42A8"/>
    <w:rsid w:val="006D5211"/>
    <w:rsid w:val="006D5518"/>
    <w:rsid w:val="006D5E5B"/>
    <w:rsid w:val="006D69EE"/>
    <w:rsid w:val="006D6FEC"/>
    <w:rsid w:val="006D7195"/>
    <w:rsid w:val="006D77B3"/>
    <w:rsid w:val="006D7C69"/>
    <w:rsid w:val="006E00D8"/>
    <w:rsid w:val="006E01C3"/>
    <w:rsid w:val="006E05E9"/>
    <w:rsid w:val="006E0E91"/>
    <w:rsid w:val="006E1021"/>
    <w:rsid w:val="006E1111"/>
    <w:rsid w:val="006E123C"/>
    <w:rsid w:val="006E13E2"/>
    <w:rsid w:val="006E15F4"/>
    <w:rsid w:val="006E162D"/>
    <w:rsid w:val="006E18C1"/>
    <w:rsid w:val="006E1FB0"/>
    <w:rsid w:val="006E21D2"/>
    <w:rsid w:val="006E3311"/>
    <w:rsid w:val="006E380F"/>
    <w:rsid w:val="006E38DB"/>
    <w:rsid w:val="006E423D"/>
    <w:rsid w:val="006E4401"/>
    <w:rsid w:val="006E4963"/>
    <w:rsid w:val="006E53C1"/>
    <w:rsid w:val="006E5916"/>
    <w:rsid w:val="006E624B"/>
    <w:rsid w:val="006E6925"/>
    <w:rsid w:val="006E6B49"/>
    <w:rsid w:val="006E6C73"/>
    <w:rsid w:val="006E6F1D"/>
    <w:rsid w:val="006E7336"/>
    <w:rsid w:val="006E760F"/>
    <w:rsid w:val="006E76E1"/>
    <w:rsid w:val="006E7CD6"/>
    <w:rsid w:val="006F023E"/>
    <w:rsid w:val="006F0854"/>
    <w:rsid w:val="006F0A10"/>
    <w:rsid w:val="006F17BE"/>
    <w:rsid w:val="006F2120"/>
    <w:rsid w:val="006F21D1"/>
    <w:rsid w:val="006F2774"/>
    <w:rsid w:val="006F2DD0"/>
    <w:rsid w:val="006F2FBF"/>
    <w:rsid w:val="006F303D"/>
    <w:rsid w:val="006F30DF"/>
    <w:rsid w:val="006F3D63"/>
    <w:rsid w:val="006F3E70"/>
    <w:rsid w:val="006F415C"/>
    <w:rsid w:val="006F41BC"/>
    <w:rsid w:val="006F45BB"/>
    <w:rsid w:val="006F46A5"/>
    <w:rsid w:val="006F49D6"/>
    <w:rsid w:val="006F4E62"/>
    <w:rsid w:val="006F53B4"/>
    <w:rsid w:val="006F5403"/>
    <w:rsid w:val="006F65A4"/>
    <w:rsid w:val="006F66E0"/>
    <w:rsid w:val="006F7206"/>
    <w:rsid w:val="006F750B"/>
    <w:rsid w:val="006F78B4"/>
    <w:rsid w:val="006F7E6F"/>
    <w:rsid w:val="007002C4"/>
    <w:rsid w:val="00700A6D"/>
    <w:rsid w:val="00700ABD"/>
    <w:rsid w:val="00700B2E"/>
    <w:rsid w:val="00700F5C"/>
    <w:rsid w:val="00700FBF"/>
    <w:rsid w:val="007010B5"/>
    <w:rsid w:val="0070177E"/>
    <w:rsid w:val="00701B4F"/>
    <w:rsid w:val="00701EF3"/>
    <w:rsid w:val="00701F3A"/>
    <w:rsid w:val="007023B4"/>
    <w:rsid w:val="0070297A"/>
    <w:rsid w:val="00702E37"/>
    <w:rsid w:val="0070362D"/>
    <w:rsid w:val="00703D6C"/>
    <w:rsid w:val="00703EF3"/>
    <w:rsid w:val="00704159"/>
    <w:rsid w:val="00704455"/>
    <w:rsid w:val="00704815"/>
    <w:rsid w:val="00704A6E"/>
    <w:rsid w:val="00704D1B"/>
    <w:rsid w:val="0070531C"/>
    <w:rsid w:val="00705CD1"/>
    <w:rsid w:val="00705D32"/>
    <w:rsid w:val="00706256"/>
    <w:rsid w:val="00706361"/>
    <w:rsid w:val="0070699D"/>
    <w:rsid w:val="00706AF3"/>
    <w:rsid w:val="00706B08"/>
    <w:rsid w:val="007071EE"/>
    <w:rsid w:val="00707E29"/>
    <w:rsid w:val="007103E5"/>
    <w:rsid w:val="00710B18"/>
    <w:rsid w:val="007117A0"/>
    <w:rsid w:val="00711999"/>
    <w:rsid w:val="00712622"/>
    <w:rsid w:val="007126A2"/>
    <w:rsid w:val="00712FF7"/>
    <w:rsid w:val="007136B2"/>
    <w:rsid w:val="00713966"/>
    <w:rsid w:val="00713EF4"/>
    <w:rsid w:val="00713F82"/>
    <w:rsid w:val="007143AD"/>
    <w:rsid w:val="00714477"/>
    <w:rsid w:val="007145F4"/>
    <w:rsid w:val="007152B4"/>
    <w:rsid w:val="00715464"/>
    <w:rsid w:val="007154F1"/>
    <w:rsid w:val="00715548"/>
    <w:rsid w:val="00715A7D"/>
    <w:rsid w:val="00716028"/>
    <w:rsid w:val="007168F2"/>
    <w:rsid w:val="00716DDD"/>
    <w:rsid w:val="00716ECD"/>
    <w:rsid w:val="0072000A"/>
    <w:rsid w:val="007200B8"/>
    <w:rsid w:val="00720196"/>
    <w:rsid w:val="00720D95"/>
    <w:rsid w:val="007210FE"/>
    <w:rsid w:val="007215A7"/>
    <w:rsid w:val="00721695"/>
    <w:rsid w:val="00721C44"/>
    <w:rsid w:val="007233C7"/>
    <w:rsid w:val="00723487"/>
    <w:rsid w:val="00723517"/>
    <w:rsid w:val="00723978"/>
    <w:rsid w:val="00723A5E"/>
    <w:rsid w:val="00723A5F"/>
    <w:rsid w:val="00723C0A"/>
    <w:rsid w:val="00723D8F"/>
    <w:rsid w:val="0072451E"/>
    <w:rsid w:val="007247E4"/>
    <w:rsid w:val="00724E45"/>
    <w:rsid w:val="00724E72"/>
    <w:rsid w:val="007251DB"/>
    <w:rsid w:val="00725A7D"/>
    <w:rsid w:val="00725F65"/>
    <w:rsid w:val="00726070"/>
    <w:rsid w:val="007264C5"/>
    <w:rsid w:val="00726CE5"/>
    <w:rsid w:val="00727399"/>
    <w:rsid w:val="00730055"/>
    <w:rsid w:val="00730424"/>
    <w:rsid w:val="007306C9"/>
    <w:rsid w:val="00730E36"/>
    <w:rsid w:val="007310B9"/>
    <w:rsid w:val="00731564"/>
    <w:rsid w:val="007316BB"/>
    <w:rsid w:val="00731B76"/>
    <w:rsid w:val="0073241E"/>
    <w:rsid w:val="00733044"/>
    <w:rsid w:val="0073357B"/>
    <w:rsid w:val="0073361D"/>
    <w:rsid w:val="007337E5"/>
    <w:rsid w:val="00734061"/>
    <w:rsid w:val="007344D2"/>
    <w:rsid w:val="0073472A"/>
    <w:rsid w:val="007347E1"/>
    <w:rsid w:val="00734E97"/>
    <w:rsid w:val="00735DAE"/>
    <w:rsid w:val="00735E2D"/>
    <w:rsid w:val="00736026"/>
    <w:rsid w:val="0073641A"/>
    <w:rsid w:val="00736505"/>
    <w:rsid w:val="007369B7"/>
    <w:rsid w:val="007372D3"/>
    <w:rsid w:val="00740317"/>
    <w:rsid w:val="0074057B"/>
    <w:rsid w:val="00740C17"/>
    <w:rsid w:val="00741DC7"/>
    <w:rsid w:val="007422F5"/>
    <w:rsid w:val="007431EA"/>
    <w:rsid w:val="00743CB8"/>
    <w:rsid w:val="00743E0C"/>
    <w:rsid w:val="0074427D"/>
    <w:rsid w:val="0074487E"/>
    <w:rsid w:val="00745433"/>
    <w:rsid w:val="0074562D"/>
    <w:rsid w:val="00745878"/>
    <w:rsid w:val="00745AEB"/>
    <w:rsid w:val="0074604E"/>
    <w:rsid w:val="00746BCE"/>
    <w:rsid w:val="00746F52"/>
    <w:rsid w:val="007471FE"/>
    <w:rsid w:val="0074734E"/>
    <w:rsid w:val="00747B8B"/>
    <w:rsid w:val="00750CB9"/>
    <w:rsid w:val="00750DBD"/>
    <w:rsid w:val="007512CF"/>
    <w:rsid w:val="0075157B"/>
    <w:rsid w:val="00751A3D"/>
    <w:rsid w:val="00751E4F"/>
    <w:rsid w:val="007523CD"/>
    <w:rsid w:val="00752902"/>
    <w:rsid w:val="00752936"/>
    <w:rsid w:val="00752BAC"/>
    <w:rsid w:val="00752C7D"/>
    <w:rsid w:val="00752DF5"/>
    <w:rsid w:val="00752E00"/>
    <w:rsid w:val="00753145"/>
    <w:rsid w:val="0075361C"/>
    <w:rsid w:val="00754216"/>
    <w:rsid w:val="00754429"/>
    <w:rsid w:val="00754F61"/>
    <w:rsid w:val="0075538A"/>
    <w:rsid w:val="007554A3"/>
    <w:rsid w:val="007558E5"/>
    <w:rsid w:val="00755C1F"/>
    <w:rsid w:val="00755C9F"/>
    <w:rsid w:val="007568DA"/>
    <w:rsid w:val="00757250"/>
    <w:rsid w:val="007572FC"/>
    <w:rsid w:val="00757D79"/>
    <w:rsid w:val="00757E19"/>
    <w:rsid w:val="00757EF4"/>
    <w:rsid w:val="00760008"/>
    <w:rsid w:val="007600BB"/>
    <w:rsid w:val="00760194"/>
    <w:rsid w:val="007601EC"/>
    <w:rsid w:val="00760431"/>
    <w:rsid w:val="00760833"/>
    <w:rsid w:val="00760C43"/>
    <w:rsid w:val="00760D75"/>
    <w:rsid w:val="0076173F"/>
    <w:rsid w:val="00761798"/>
    <w:rsid w:val="007624D8"/>
    <w:rsid w:val="0076290D"/>
    <w:rsid w:val="00762998"/>
    <w:rsid w:val="00762DCA"/>
    <w:rsid w:val="007633F7"/>
    <w:rsid w:val="007636D3"/>
    <w:rsid w:val="0076377A"/>
    <w:rsid w:val="00763EAD"/>
    <w:rsid w:val="00763F11"/>
    <w:rsid w:val="0076484E"/>
    <w:rsid w:val="00764A75"/>
    <w:rsid w:val="00764C78"/>
    <w:rsid w:val="0076517B"/>
    <w:rsid w:val="007659DF"/>
    <w:rsid w:val="00765E34"/>
    <w:rsid w:val="00766244"/>
    <w:rsid w:val="007663E3"/>
    <w:rsid w:val="007669BE"/>
    <w:rsid w:val="00766A92"/>
    <w:rsid w:val="00766F09"/>
    <w:rsid w:val="00766F57"/>
    <w:rsid w:val="00770009"/>
    <w:rsid w:val="007708AB"/>
    <w:rsid w:val="00770A7E"/>
    <w:rsid w:val="00770CCE"/>
    <w:rsid w:val="007710C0"/>
    <w:rsid w:val="00771A05"/>
    <w:rsid w:val="00771B83"/>
    <w:rsid w:val="00771E8A"/>
    <w:rsid w:val="00772178"/>
    <w:rsid w:val="00773131"/>
    <w:rsid w:val="00773299"/>
    <w:rsid w:val="0077360E"/>
    <w:rsid w:val="007741FB"/>
    <w:rsid w:val="007746B7"/>
    <w:rsid w:val="00774820"/>
    <w:rsid w:val="007749E6"/>
    <w:rsid w:val="00774AB2"/>
    <w:rsid w:val="00774DCA"/>
    <w:rsid w:val="00775185"/>
    <w:rsid w:val="007755EC"/>
    <w:rsid w:val="00775705"/>
    <w:rsid w:val="00775BD9"/>
    <w:rsid w:val="00775D7E"/>
    <w:rsid w:val="0077601F"/>
    <w:rsid w:val="0077644B"/>
    <w:rsid w:val="00776466"/>
    <w:rsid w:val="00776D93"/>
    <w:rsid w:val="00776FCC"/>
    <w:rsid w:val="00776FD1"/>
    <w:rsid w:val="007772EE"/>
    <w:rsid w:val="007774A2"/>
    <w:rsid w:val="007775E4"/>
    <w:rsid w:val="00777BE6"/>
    <w:rsid w:val="00777DEE"/>
    <w:rsid w:val="0078059C"/>
    <w:rsid w:val="007808E7"/>
    <w:rsid w:val="00780E06"/>
    <w:rsid w:val="00780E19"/>
    <w:rsid w:val="0078158A"/>
    <w:rsid w:val="007816A1"/>
    <w:rsid w:val="0078171D"/>
    <w:rsid w:val="007817E0"/>
    <w:rsid w:val="007821EE"/>
    <w:rsid w:val="007822C6"/>
    <w:rsid w:val="00782589"/>
    <w:rsid w:val="0078293C"/>
    <w:rsid w:val="00782B72"/>
    <w:rsid w:val="00782EBE"/>
    <w:rsid w:val="00782FA4"/>
    <w:rsid w:val="0078337C"/>
    <w:rsid w:val="00784078"/>
    <w:rsid w:val="00784215"/>
    <w:rsid w:val="007844D5"/>
    <w:rsid w:val="00784A3C"/>
    <w:rsid w:val="00785981"/>
    <w:rsid w:val="0078628D"/>
    <w:rsid w:val="0078693E"/>
    <w:rsid w:val="00786E8B"/>
    <w:rsid w:val="00786EE7"/>
    <w:rsid w:val="00786FD6"/>
    <w:rsid w:val="00787333"/>
    <w:rsid w:val="00787740"/>
    <w:rsid w:val="00787B48"/>
    <w:rsid w:val="007907AD"/>
    <w:rsid w:val="007910B8"/>
    <w:rsid w:val="007912D0"/>
    <w:rsid w:val="0079130A"/>
    <w:rsid w:val="00791315"/>
    <w:rsid w:val="00791C1A"/>
    <w:rsid w:val="00791C71"/>
    <w:rsid w:val="00791CD4"/>
    <w:rsid w:val="00791D14"/>
    <w:rsid w:val="00792073"/>
    <w:rsid w:val="0079247B"/>
    <w:rsid w:val="007929EA"/>
    <w:rsid w:val="00792C84"/>
    <w:rsid w:val="00792D5D"/>
    <w:rsid w:val="00792D8B"/>
    <w:rsid w:val="007933B9"/>
    <w:rsid w:val="00793ABE"/>
    <w:rsid w:val="00793E79"/>
    <w:rsid w:val="007941DB"/>
    <w:rsid w:val="00794DCD"/>
    <w:rsid w:val="007953F3"/>
    <w:rsid w:val="007954E2"/>
    <w:rsid w:val="00795942"/>
    <w:rsid w:val="00795A12"/>
    <w:rsid w:val="00795C72"/>
    <w:rsid w:val="00795F70"/>
    <w:rsid w:val="007964A7"/>
    <w:rsid w:val="0079652C"/>
    <w:rsid w:val="007965C5"/>
    <w:rsid w:val="00796CA8"/>
    <w:rsid w:val="00796E5F"/>
    <w:rsid w:val="00796FC1"/>
    <w:rsid w:val="00797479"/>
    <w:rsid w:val="00797B4E"/>
    <w:rsid w:val="007A0110"/>
    <w:rsid w:val="007A0B49"/>
    <w:rsid w:val="007A0C68"/>
    <w:rsid w:val="007A1038"/>
    <w:rsid w:val="007A105E"/>
    <w:rsid w:val="007A16C6"/>
    <w:rsid w:val="007A1AA1"/>
    <w:rsid w:val="007A3358"/>
    <w:rsid w:val="007A33EE"/>
    <w:rsid w:val="007A341F"/>
    <w:rsid w:val="007A3733"/>
    <w:rsid w:val="007A39D4"/>
    <w:rsid w:val="007A3C32"/>
    <w:rsid w:val="007A4D3B"/>
    <w:rsid w:val="007A5E06"/>
    <w:rsid w:val="007A6193"/>
    <w:rsid w:val="007A6DCA"/>
    <w:rsid w:val="007A78E5"/>
    <w:rsid w:val="007A7DD2"/>
    <w:rsid w:val="007A7EA0"/>
    <w:rsid w:val="007B0399"/>
    <w:rsid w:val="007B0B53"/>
    <w:rsid w:val="007B0C3D"/>
    <w:rsid w:val="007B10FE"/>
    <w:rsid w:val="007B123B"/>
    <w:rsid w:val="007B12EA"/>
    <w:rsid w:val="007B1F5E"/>
    <w:rsid w:val="007B24EB"/>
    <w:rsid w:val="007B2A39"/>
    <w:rsid w:val="007B2C51"/>
    <w:rsid w:val="007B330B"/>
    <w:rsid w:val="007B34CD"/>
    <w:rsid w:val="007B3C9B"/>
    <w:rsid w:val="007B508F"/>
    <w:rsid w:val="007B56B1"/>
    <w:rsid w:val="007B5A1B"/>
    <w:rsid w:val="007B5B47"/>
    <w:rsid w:val="007B5D6B"/>
    <w:rsid w:val="007B634D"/>
    <w:rsid w:val="007B6B20"/>
    <w:rsid w:val="007B6F82"/>
    <w:rsid w:val="007C01D7"/>
    <w:rsid w:val="007C048C"/>
    <w:rsid w:val="007C127B"/>
    <w:rsid w:val="007C127D"/>
    <w:rsid w:val="007C176D"/>
    <w:rsid w:val="007C1832"/>
    <w:rsid w:val="007C24B7"/>
    <w:rsid w:val="007C256E"/>
    <w:rsid w:val="007C270C"/>
    <w:rsid w:val="007C2790"/>
    <w:rsid w:val="007C2E4E"/>
    <w:rsid w:val="007C2FB5"/>
    <w:rsid w:val="007C5450"/>
    <w:rsid w:val="007C5635"/>
    <w:rsid w:val="007C591E"/>
    <w:rsid w:val="007C5ED3"/>
    <w:rsid w:val="007C5F49"/>
    <w:rsid w:val="007C602C"/>
    <w:rsid w:val="007C633C"/>
    <w:rsid w:val="007C68B0"/>
    <w:rsid w:val="007C6CEB"/>
    <w:rsid w:val="007C7973"/>
    <w:rsid w:val="007C7994"/>
    <w:rsid w:val="007D05FF"/>
    <w:rsid w:val="007D078B"/>
    <w:rsid w:val="007D0982"/>
    <w:rsid w:val="007D1330"/>
    <w:rsid w:val="007D1A63"/>
    <w:rsid w:val="007D1B56"/>
    <w:rsid w:val="007D1C3B"/>
    <w:rsid w:val="007D252A"/>
    <w:rsid w:val="007D27FC"/>
    <w:rsid w:val="007D3395"/>
    <w:rsid w:val="007D33A6"/>
    <w:rsid w:val="007D3598"/>
    <w:rsid w:val="007D3709"/>
    <w:rsid w:val="007D38F1"/>
    <w:rsid w:val="007D41BF"/>
    <w:rsid w:val="007D4238"/>
    <w:rsid w:val="007D4737"/>
    <w:rsid w:val="007D47EF"/>
    <w:rsid w:val="007D4890"/>
    <w:rsid w:val="007D4A3C"/>
    <w:rsid w:val="007D575E"/>
    <w:rsid w:val="007D6020"/>
    <w:rsid w:val="007D6B14"/>
    <w:rsid w:val="007D7A51"/>
    <w:rsid w:val="007E01CE"/>
    <w:rsid w:val="007E07E8"/>
    <w:rsid w:val="007E0AD5"/>
    <w:rsid w:val="007E157F"/>
    <w:rsid w:val="007E1764"/>
    <w:rsid w:val="007E1C66"/>
    <w:rsid w:val="007E1DEE"/>
    <w:rsid w:val="007E1E71"/>
    <w:rsid w:val="007E2031"/>
    <w:rsid w:val="007E24DC"/>
    <w:rsid w:val="007E2B28"/>
    <w:rsid w:val="007E3017"/>
    <w:rsid w:val="007E3215"/>
    <w:rsid w:val="007E3222"/>
    <w:rsid w:val="007E34B3"/>
    <w:rsid w:val="007E3A0F"/>
    <w:rsid w:val="007E4188"/>
    <w:rsid w:val="007E5267"/>
    <w:rsid w:val="007E5F89"/>
    <w:rsid w:val="007E622A"/>
    <w:rsid w:val="007E625F"/>
    <w:rsid w:val="007E6345"/>
    <w:rsid w:val="007E6409"/>
    <w:rsid w:val="007E660A"/>
    <w:rsid w:val="007E66C1"/>
    <w:rsid w:val="007E7142"/>
    <w:rsid w:val="007E7232"/>
    <w:rsid w:val="007F04AF"/>
    <w:rsid w:val="007F0B42"/>
    <w:rsid w:val="007F0E51"/>
    <w:rsid w:val="007F1CF8"/>
    <w:rsid w:val="007F25BB"/>
    <w:rsid w:val="007F2AE2"/>
    <w:rsid w:val="007F2E53"/>
    <w:rsid w:val="007F32E1"/>
    <w:rsid w:val="007F36DA"/>
    <w:rsid w:val="007F390F"/>
    <w:rsid w:val="007F3A8A"/>
    <w:rsid w:val="007F3B54"/>
    <w:rsid w:val="007F3D4B"/>
    <w:rsid w:val="007F3DDD"/>
    <w:rsid w:val="007F3DEE"/>
    <w:rsid w:val="007F4AF7"/>
    <w:rsid w:val="007F50EF"/>
    <w:rsid w:val="007F533C"/>
    <w:rsid w:val="007F5480"/>
    <w:rsid w:val="007F676B"/>
    <w:rsid w:val="007F67EE"/>
    <w:rsid w:val="007F6EE5"/>
    <w:rsid w:val="007F6F5B"/>
    <w:rsid w:val="007F72F4"/>
    <w:rsid w:val="007F7D06"/>
    <w:rsid w:val="00800098"/>
    <w:rsid w:val="008001E5"/>
    <w:rsid w:val="008001F1"/>
    <w:rsid w:val="0080024A"/>
    <w:rsid w:val="008006B7"/>
    <w:rsid w:val="00800CE3"/>
    <w:rsid w:val="00801EF8"/>
    <w:rsid w:val="0080231A"/>
    <w:rsid w:val="0080258A"/>
    <w:rsid w:val="008025EA"/>
    <w:rsid w:val="008028C5"/>
    <w:rsid w:val="008034D5"/>
    <w:rsid w:val="00803768"/>
    <w:rsid w:val="0080423B"/>
    <w:rsid w:val="00804784"/>
    <w:rsid w:val="00804FFD"/>
    <w:rsid w:val="008057BB"/>
    <w:rsid w:val="008058B9"/>
    <w:rsid w:val="00805E95"/>
    <w:rsid w:val="00805F03"/>
    <w:rsid w:val="008069C4"/>
    <w:rsid w:val="00806B49"/>
    <w:rsid w:val="00806C1D"/>
    <w:rsid w:val="008070DE"/>
    <w:rsid w:val="00807474"/>
    <w:rsid w:val="00810262"/>
    <w:rsid w:val="0081092C"/>
    <w:rsid w:val="00810A1F"/>
    <w:rsid w:val="00811465"/>
    <w:rsid w:val="00811EEB"/>
    <w:rsid w:val="008122E9"/>
    <w:rsid w:val="008125ED"/>
    <w:rsid w:val="00812A37"/>
    <w:rsid w:val="00812A53"/>
    <w:rsid w:val="008131BB"/>
    <w:rsid w:val="0081323E"/>
    <w:rsid w:val="00813280"/>
    <w:rsid w:val="00813683"/>
    <w:rsid w:val="00813738"/>
    <w:rsid w:val="00813841"/>
    <w:rsid w:val="0081392B"/>
    <w:rsid w:val="00813ACE"/>
    <w:rsid w:val="00813B95"/>
    <w:rsid w:val="00813BB3"/>
    <w:rsid w:val="00813F4B"/>
    <w:rsid w:val="00814417"/>
    <w:rsid w:val="008144EC"/>
    <w:rsid w:val="00814835"/>
    <w:rsid w:val="008148B2"/>
    <w:rsid w:val="00814900"/>
    <w:rsid w:val="00814915"/>
    <w:rsid w:val="00814A4F"/>
    <w:rsid w:val="00814EB0"/>
    <w:rsid w:val="00815649"/>
    <w:rsid w:val="00815E48"/>
    <w:rsid w:val="00815FC2"/>
    <w:rsid w:val="00816520"/>
    <w:rsid w:val="00816703"/>
    <w:rsid w:val="00816793"/>
    <w:rsid w:val="00816988"/>
    <w:rsid w:val="00816CBA"/>
    <w:rsid w:val="00816CFF"/>
    <w:rsid w:val="00816E3D"/>
    <w:rsid w:val="00816EA8"/>
    <w:rsid w:val="00816F3B"/>
    <w:rsid w:val="00816F72"/>
    <w:rsid w:val="00816F88"/>
    <w:rsid w:val="0082009C"/>
    <w:rsid w:val="0082060F"/>
    <w:rsid w:val="00820BD1"/>
    <w:rsid w:val="00820C2E"/>
    <w:rsid w:val="008219F1"/>
    <w:rsid w:val="00821A4C"/>
    <w:rsid w:val="00821E4E"/>
    <w:rsid w:val="00822126"/>
    <w:rsid w:val="00822187"/>
    <w:rsid w:val="008224A8"/>
    <w:rsid w:val="0082250D"/>
    <w:rsid w:val="00822C11"/>
    <w:rsid w:val="00823493"/>
    <w:rsid w:val="00823723"/>
    <w:rsid w:val="00823748"/>
    <w:rsid w:val="00824850"/>
    <w:rsid w:val="00824D6F"/>
    <w:rsid w:val="00824E49"/>
    <w:rsid w:val="00824F87"/>
    <w:rsid w:val="00825A7F"/>
    <w:rsid w:val="00825EEE"/>
    <w:rsid w:val="00825F69"/>
    <w:rsid w:val="008263AB"/>
    <w:rsid w:val="00826A1E"/>
    <w:rsid w:val="008271AF"/>
    <w:rsid w:val="00827BE4"/>
    <w:rsid w:val="00827C89"/>
    <w:rsid w:val="00827DE1"/>
    <w:rsid w:val="00827FF5"/>
    <w:rsid w:val="00830561"/>
    <w:rsid w:val="00830F55"/>
    <w:rsid w:val="00831033"/>
    <w:rsid w:val="008311D9"/>
    <w:rsid w:val="008314C3"/>
    <w:rsid w:val="00831516"/>
    <w:rsid w:val="00831888"/>
    <w:rsid w:val="008319F5"/>
    <w:rsid w:val="00831A87"/>
    <w:rsid w:val="00832129"/>
    <w:rsid w:val="00832428"/>
    <w:rsid w:val="00832935"/>
    <w:rsid w:val="00832F16"/>
    <w:rsid w:val="00833B4A"/>
    <w:rsid w:val="00833CF9"/>
    <w:rsid w:val="008340AB"/>
    <w:rsid w:val="008341EE"/>
    <w:rsid w:val="00834635"/>
    <w:rsid w:val="00834837"/>
    <w:rsid w:val="00834B6B"/>
    <w:rsid w:val="00834D82"/>
    <w:rsid w:val="00834F6F"/>
    <w:rsid w:val="00835076"/>
    <w:rsid w:val="0083510E"/>
    <w:rsid w:val="008359AB"/>
    <w:rsid w:val="00835A48"/>
    <w:rsid w:val="00835DB7"/>
    <w:rsid w:val="00835E1E"/>
    <w:rsid w:val="00835ED6"/>
    <w:rsid w:val="00836266"/>
    <w:rsid w:val="00836300"/>
    <w:rsid w:val="008363BE"/>
    <w:rsid w:val="0083676E"/>
    <w:rsid w:val="00836EFE"/>
    <w:rsid w:val="00837333"/>
    <w:rsid w:val="00837614"/>
    <w:rsid w:val="00840115"/>
    <w:rsid w:val="008403AA"/>
    <w:rsid w:val="00840640"/>
    <w:rsid w:val="0084072D"/>
    <w:rsid w:val="00840CE4"/>
    <w:rsid w:val="00840F95"/>
    <w:rsid w:val="00841052"/>
    <w:rsid w:val="0084150F"/>
    <w:rsid w:val="0084161A"/>
    <w:rsid w:val="00841B9F"/>
    <w:rsid w:val="00841BB5"/>
    <w:rsid w:val="008427CA"/>
    <w:rsid w:val="00842A24"/>
    <w:rsid w:val="008431A3"/>
    <w:rsid w:val="00843381"/>
    <w:rsid w:val="00843475"/>
    <w:rsid w:val="00844165"/>
    <w:rsid w:val="00844256"/>
    <w:rsid w:val="008444B1"/>
    <w:rsid w:val="008446AE"/>
    <w:rsid w:val="008446C3"/>
    <w:rsid w:val="00844D33"/>
    <w:rsid w:val="00845351"/>
    <w:rsid w:val="0084550B"/>
    <w:rsid w:val="008455AD"/>
    <w:rsid w:val="00845C43"/>
    <w:rsid w:val="00845D47"/>
    <w:rsid w:val="00845D4D"/>
    <w:rsid w:val="00845EF5"/>
    <w:rsid w:val="00846277"/>
    <w:rsid w:val="00846774"/>
    <w:rsid w:val="00846D9A"/>
    <w:rsid w:val="00846FB6"/>
    <w:rsid w:val="0084741C"/>
    <w:rsid w:val="00847909"/>
    <w:rsid w:val="00847DE9"/>
    <w:rsid w:val="008504A5"/>
    <w:rsid w:val="00850713"/>
    <w:rsid w:val="008513C1"/>
    <w:rsid w:val="00851694"/>
    <w:rsid w:val="008516E3"/>
    <w:rsid w:val="00851A7E"/>
    <w:rsid w:val="0085218F"/>
    <w:rsid w:val="008526FF"/>
    <w:rsid w:val="00852DA6"/>
    <w:rsid w:val="00852EB1"/>
    <w:rsid w:val="008530D3"/>
    <w:rsid w:val="0085333E"/>
    <w:rsid w:val="00853373"/>
    <w:rsid w:val="0085342F"/>
    <w:rsid w:val="0085350B"/>
    <w:rsid w:val="00853B73"/>
    <w:rsid w:val="00853C60"/>
    <w:rsid w:val="00853DE3"/>
    <w:rsid w:val="008547A1"/>
    <w:rsid w:val="008547F5"/>
    <w:rsid w:val="008551A9"/>
    <w:rsid w:val="008566B3"/>
    <w:rsid w:val="00856912"/>
    <w:rsid w:val="00856A04"/>
    <w:rsid w:val="00856E59"/>
    <w:rsid w:val="00857329"/>
    <w:rsid w:val="00857462"/>
    <w:rsid w:val="008576C9"/>
    <w:rsid w:val="0085779F"/>
    <w:rsid w:val="00857CE2"/>
    <w:rsid w:val="008602DC"/>
    <w:rsid w:val="00860ED8"/>
    <w:rsid w:val="0086147A"/>
    <w:rsid w:val="0086187D"/>
    <w:rsid w:val="008624CC"/>
    <w:rsid w:val="008626F4"/>
    <w:rsid w:val="00862865"/>
    <w:rsid w:val="008628D8"/>
    <w:rsid w:val="008634D9"/>
    <w:rsid w:val="008634DB"/>
    <w:rsid w:val="00864513"/>
    <w:rsid w:val="008649B4"/>
    <w:rsid w:val="00864C1B"/>
    <w:rsid w:val="00864D1F"/>
    <w:rsid w:val="00864F8F"/>
    <w:rsid w:val="0086509A"/>
    <w:rsid w:val="00865A9C"/>
    <w:rsid w:val="00866344"/>
    <w:rsid w:val="00866DC6"/>
    <w:rsid w:val="00866EEA"/>
    <w:rsid w:val="008670B8"/>
    <w:rsid w:val="008676F2"/>
    <w:rsid w:val="00867D5D"/>
    <w:rsid w:val="00867D7E"/>
    <w:rsid w:val="00867E0F"/>
    <w:rsid w:val="0087009D"/>
    <w:rsid w:val="008705CC"/>
    <w:rsid w:val="00870D16"/>
    <w:rsid w:val="00870D39"/>
    <w:rsid w:val="00871415"/>
    <w:rsid w:val="008719BC"/>
    <w:rsid w:val="00871DAE"/>
    <w:rsid w:val="00871DED"/>
    <w:rsid w:val="008722A3"/>
    <w:rsid w:val="008722E1"/>
    <w:rsid w:val="00872340"/>
    <w:rsid w:val="008735B2"/>
    <w:rsid w:val="00874296"/>
    <w:rsid w:val="00874B6A"/>
    <w:rsid w:val="00874CB9"/>
    <w:rsid w:val="00874F8D"/>
    <w:rsid w:val="00875A14"/>
    <w:rsid w:val="00875AB0"/>
    <w:rsid w:val="00875CC1"/>
    <w:rsid w:val="00876896"/>
    <w:rsid w:val="00876933"/>
    <w:rsid w:val="00877245"/>
    <w:rsid w:val="00877BAE"/>
    <w:rsid w:val="00880018"/>
    <w:rsid w:val="00880D15"/>
    <w:rsid w:val="00880DB9"/>
    <w:rsid w:val="0088106B"/>
    <w:rsid w:val="0088162F"/>
    <w:rsid w:val="008816BF"/>
    <w:rsid w:val="008816E1"/>
    <w:rsid w:val="008817CC"/>
    <w:rsid w:val="00881B04"/>
    <w:rsid w:val="00881EB8"/>
    <w:rsid w:val="0088248E"/>
    <w:rsid w:val="008829F2"/>
    <w:rsid w:val="00882B9B"/>
    <w:rsid w:val="00882DE3"/>
    <w:rsid w:val="00882ECC"/>
    <w:rsid w:val="00882F4D"/>
    <w:rsid w:val="00883160"/>
    <w:rsid w:val="00883704"/>
    <w:rsid w:val="00884499"/>
    <w:rsid w:val="00884516"/>
    <w:rsid w:val="00884762"/>
    <w:rsid w:val="00884C08"/>
    <w:rsid w:val="00884E62"/>
    <w:rsid w:val="00884F63"/>
    <w:rsid w:val="008850EA"/>
    <w:rsid w:val="00885263"/>
    <w:rsid w:val="008853A2"/>
    <w:rsid w:val="008855FA"/>
    <w:rsid w:val="00885AAB"/>
    <w:rsid w:val="00885E46"/>
    <w:rsid w:val="008862C3"/>
    <w:rsid w:val="008877C6"/>
    <w:rsid w:val="00887C44"/>
    <w:rsid w:val="00887D17"/>
    <w:rsid w:val="00890953"/>
    <w:rsid w:val="00890F20"/>
    <w:rsid w:val="00891908"/>
    <w:rsid w:val="00891D1D"/>
    <w:rsid w:val="00892028"/>
    <w:rsid w:val="00892288"/>
    <w:rsid w:val="008924F9"/>
    <w:rsid w:val="0089261B"/>
    <w:rsid w:val="00892762"/>
    <w:rsid w:val="00892E1A"/>
    <w:rsid w:val="00892FDD"/>
    <w:rsid w:val="00893453"/>
    <w:rsid w:val="008935D0"/>
    <w:rsid w:val="0089368E"/>
    <w:rsid w:val="00893ABB"/>
    <w:rsid w:val="00893AFF"/>
    <w:rsid w:val="00893CC6"/>
    <w:rsid w:val="00894279"/>
    <w:rsid w:val="00894B99"/>
    <w:rsid w:val="0089539B"/>
    <w:rsid w:val="00895612"/>
    <w:rsid w:val="008958FE"/>
    <w:rsid w:val="00895B5F"/>
    <w:rsid w:val="00895D40"/>
    <w:rsid w:val="0089643E"/>
    <w:rsid w:val="00896991"/>
    <w:rsid w:val="00897C43"/>
    <w:rsid w:val="00897EB7"/>
    <w:rsid w:val="008A0200"/>
    <w:rsid w:val="008A059D"/>
    <w:rsid w:val="008A10C4"/>
    <w:rsid w:val="008A124E"/>
    <w:rsid w:val="008A1534"/>
    <w:rsid w:val="008A15F6"/>
    <w:rsid w:val="008A248F"/>
    <w:rsid w:val="008A2F66"/>
    <w:rsid w:val="008A3178"/>
    <w:rsid w:val="008A358C"/>
    <w:rsid w:val="008A4010"/>
    <w:rsid w:val="008A40A6"/>
    <w:rsid w:val="008A414A"/>
    <w:rsid w:val="008A5061"/>
    <w:rsid w:val="008A5474"/>
    <w:rsid w:val="008A584C"/>
    <w:rsid w:val="008A5B55"/>
    <w:rsid w:val="008A5D61"/>
    <w:rsid w:val="008A62C5"/>
    <w:rsid w:val="008A62EE"/>
    <w:rsid w:val="008A6355"/>
    <w:rsid w:val="008A6749"/>
    <w:rsid w:val="008A6A49"/>
    <w:rsid w:val="008A6A71"/>
    <w:rsid w:val="008A6B81"/>
    <w:rsid w:val="008A6E40"/>
    <w:rsid w:val="008A7637"/>
    <w:rsid w:val="008B08D1"/>
    <w:rsid w:val="008B0A98"/>
    <w:rsid w:val="008B0C6A"/>
    <w:rsid w:val="008B104C"/>
    <w:rsid w:val="008B13F1"/>
    <w:rsid w:val="008B1A29"/>
    <w:rsid w:val="008B24FF"/>
    <w:rsid w:val="008B2838"/>
    <w:rsid w:val="008B298D"/>
    <w:rsid w:val="008B2B29"/>
    <w:rsid w:val="008B2B60"/>
    <w:rsid w:val="008B2BD6"/>
    <w:rsid w:val="008B3726"/>
    <w:rsid w:val="008B3AC4"/>
    <w:rsid w:val="008B3D1D"/>
    <w:rsid w:val="008B40A3"/>
    <w:rsid w:val="008B41A5"/>
    <w:rsid w:val="008B43D0"/>
    <w:rsid w:val="008B462A"/>
    <w:rsid w:val="008B4748"/>
    <w:rsid w:val="008B48F2"/>
    <w:rsid w:val="008B512B"/>
    <w:rsid w:val="008B52A4"/>
    <w:rsid w:val="008B5D36"/>
    <w:rsid w:val="008B5EB3"/>
    <w:rsid w:val="008B604B"/>
    <w:rsid w:val="008B6324"/>
    <w:rsid w:val="008B63F6"/>
    <w:rsid w:val="008B7187"/>
    <w:rsid w:val="008C0A8D"/>
    <w:rsid w:val="008C0BBE"/>
    <w:rsid w:val="008C1760"/>
    <w:rsid w:val="008C24A5"/>
    <w:rsid w:val="008C2857"/>
    <w:rsid w:val="008C2949"/>
    <w:rsid w:val="008C2C8C"/>
    <w:rsid w:val="008C2CF7"/>
    <w:rsid w:val="008C2EFF"/>
    <w:rsid w:val="008C36A6"/>
    <w:rsid w:val="008C3940"/>
    <w:rsid w:val="008C39AF"/>
    <w:rsid w:val="008C39C9"/>
    <w:rsid w:val="008C4548"/>
    <w:rsid w:val="008C454F"/>
    <w:rsid w:val="008C4A69"/>
    <w:rsid w:val="008C5E6C"/>
    <w:rsid w:val="008C6070"/>
    <w:rsid w:val="008C6859"/>
    <w:rsid w:val="008C732A"/>
    <w:rsid w:val="008C7371"/>
    <w:rsid w:val="008C7533"/>
    <w:rsid w:val="008C76DC"/>
    <w:rsid w:val="008D0018"/>
    <w:rsid w:val="008D0026"/>
    <w:rsid w:val="008D0643"/>
    <w:rsid w:val="008D12DB"/>
    <w:rsid w:val="008D1545"/>
    <w:rsid w:val="008D1AE2"/>
    <w:rsid w:val="008D1B6C"/>
    <w:rsid w:val="008D22CD"/>
    <w:rsid w:val="008D24F8"/>
    <w:rsid w:val="008D2953"/>
    <w:rsid w:val="008D3CD2"/>
    <w:rsid w:val="008D3DF4"/>
    <w:rsid w:val="008D41EC"/>
    <w:rsid w:val="008D421C"/>
    <w:rsid w:val="008D474E"/>
    <w:rsid w:val="008D498F"/>
    <w:rsid w:val="008D4F7C"/>
    <w:rsid w:val="008D58AE"/>
    <w:rsid w:val="008D58B0"/>
    <w:rsid w:val="008D5DF4"/>
    <w:rsid w:val="008D6244"/>
    <w:rsid w:val="008D635F"/>
    <w:rsid w:val="008D68A1"/>
    <w:rsid w:val="008D6E23"/>
    <w:rsid w:val="008D739E"/>
    <w:rsid w:val="008D7579"/>
    <w:rsid w:val="008D79FB"/>
    <w:rsid w:val="008D7E8A"/>
    <w:rsid w:val="008E04AA"/>
    <w:rsid w:val="008E0764"/>
    <w:rsid w:val="008E0D2E"/>
    <w:rsid w:val="008E1048"/>
    <w:rsid w:val="008E129A"/>
    <w:rsid w:val="008E13D4"/>
    <w:rsid w:val="008E1654"/>
    <w:rsid w:val="008E1674"/>
    <w:rsid w:val="008E1D37"/>
    <w:rsid w:val="008E1E8F"/>
    <w:rsid w:val="008E2A6B"/>
    <w:rsid w:val="008E326F"/>
    <w:rsid w:val="008E4273"/>
    <w:rsid w:val="008E4859"/>
    <w:rsid w:val="008E4B60"/>
    <w:rsid w:val="008E5063"/>
    <w:rsid w:val="008E57B0"/>
    <w:rsid w:val="008E57BB"/>
    <w:rsid w:val="008E5ACC"/>
    <w:rsid w:val="008E5B77"/>
    <w:rsid w:val="008E64BC"/>
    <w:rsid w:val="008E6FE9"/>
    <w:rsid w:val="008E7117"/>
    <w:rsid w:val="008E72E8"/>
    <w:rsid w:val="008E7685"/>
    <w:rsid w:val="008E7FA0"/>
    <w:rsid w:val="008F04B1"/>
    <w:rsid w:val="008F04E1"/>
    <w:rsid w:val="008F0B92"/>
    <w:rsid w:val="008F0B9C"/>
    <w:rsid w:val="008F0D3A"/>
    <w:rsid w:val="008F0DD6"/>
    <w:rsid w:val="008F16C9"/>
    <w:rsid w:val="008F1CE5"/>
    <w:rsid w:val="008F217E"/>
    <w:rsid w:val="008F2376"/>
    <w:rsid w:val="008F2CC0"/>
    <w:rsid w:val="008F3012"/>
    <w:rsid w:val="008F34E7"/>
    <w:rsid w:val="008F414B"/>
    <w:rsid w:val="008F4AB2"/>
    <w:rsid w:val="008F4D22"/>
    <w:rsid w:val="008F503C"/>
    <w:rsid w:val="008F5452"/>
    <w:rsid w:val="008F559B"/>
    <w:rsid w:val="008F6475"/>
    <w:rsid w:val="008F6556"/>
    <w:rsid w:val="008F6A2C"/>
    <w:rsid w:val="008F6D3B"/>
    <w:rsid w:val="008F7064"/>
    <w:rsid w:val="008F7081"/>
    <w:rsid w:val="008F70D1"/>
    <w:rsid w:val="008F74F0"/>
    <w:rsid w:val="008F7966"/>
    <w:rsid w:val="009006E5"/>
    <w:rsid w:val="009012E6"/>
    <w:rsid w:val="0090138B"/>
    <w:rsid w:val="00901CF2"/>
    <w:rsid w:val="00901D1C"/>
    <w:rsid w:val="00903518"/>
    <w:rsid w:val="00903A1C"/>
    <w:rsid w:val="0090406E"/>
    <w:rsid w:val="00904CC9"/>
    <w:rsid w:val="00905083"/>
    <w:rsid w:val="00905798"/>
    <w:rsid w:val="0090595F"/>
    <w:rsid w:val="009059DB"/>
    <w:rsid w:val="00906678"/>
    <w:rsid w:val="00906810"/>
    <w:rsid w:val="00906CC1"/>
    <w:rsid w:val="00906D17"/>
    <w:rsid w:val="00906FE9"/>
    <w:rsid w:val="00907964"/>
    <w:rsid w:val="00907CDE"/>
    <w:rsid w:val="00907DAF"/>
    <w:rsid w:val="00910379"/>
    <w:rsid w:val="00911CAE"/>
    <w:rsid w:val="009125F7"/>
    <w:rsid w:val="00912923"/>
    <w:rsid w:val="00912A09"/>
    <w:rsid w:val="00912B2B"/>
    <w:rsid w:val="00912C93"/>
    <w:rsid w:val="00912D78"/>
    <w:rsid w:val="0091329F"/>
    <w:rsid w:val="0091344A"/>
    <w:rsid w:val="00913EF4"/>
    <w:rsid w:val="0091481C"/>
    <w:rsid w:val="0091488D"/>
    <w:rsid w:val="009149C2"/>
    <w:rsid w:val="00914E2D"/>
    <w:rsid w:val="009153AA"/>
    <w:rsid w:val="00915688"/>
    <w:rsid w:val="00915DE5"/>
    <w:rsid w:val="00915FBD"/>
    <w:rsid w:val="00916FEE"/>
    <w:rsid w:val="009203BC"/>
    <w:rsid w:val="0092053C"/>
    <w:rsid w:val="0092059C"/>
    <w:rsid w:val="00920A97"/>
    <w:rsid w:val="00920C04"/>
    <w:rsid w:val="00921BCD"/>
    <w:rsid w:val="00922124"/>
    <w:rsid w:val="00922945"/>
    <w:rsid w:val="00922E2D"/>
    <w:rsid w:val="00922F0D"/>
    <w:rsid w:val="0092343D"/>
    <w:rsid w:val="00923862"/>
    <w:rsid w:val="009238CF"/>
    <w:rsid w:val="00923B63"/>
    <w:rsid w:val="00923E67"/>
    <w:rsid w:val="00924121"/>
    <w:rsid w:val="0092423B"/>
    <w:rsid w:val="0092457A"/>
    <w:rsid w:val="00924610"/>
    <w:rsid w:val="00924922"/>
    <w:rsid w:val="00924D0C"/>
    <w:rsid w:val="00924D10"/>
    <w:rsid w:val="0092577B"/>
    <w:rsid w:val="009263E8"/>
    <w:rsid w:val="009269AA"/>
    <w:rsid w:val="00926B11"/>
    <w:rsid w:val="00927224"/>
    <w:rsid w:val="00927415"/>
    <w:rsid w:val="00927992"/>
    <w:rsid w:val="009279BE"/>
    <w:rsid w:val="00927AD7"/>
    <w:rsid w:val="0093009B"/>
    <w:rsid w:val="00930467"/>
    <w:rsid w:val="0093076A"/>
    <w:rsid w:val="00931083"/>
    <w:rsid w:val="0093113A"/>
    <w:rsid w:val="00931551"/>
    <w:rsid w:val="009322AE"/>
    <w:rsid w:val="00932D4F"/>
    <w:rsid w:val="009331C5"/>
    <w:rsid w:val="0093347E"/>
    <w:rsid w:val="00933570"/>
    <w:rsid w:val="00933817"/>
    <w:rsid w:val="00933A93"/>
    <w:rsid w:val="00933BCE"/>
    <w:rsid w:val="00934052"/>
    <w:rsid w:val="00934971"/>
    <w:rsid w:val="00934E01"/>
    <w:rsid w:val="009350A9"/>
    <w:rsid w:val="00935364"/>
    <w:rsid w:val="0093546B"/>
    <w:rsid w:val="0093577E"/>
    <w:rsid w:val="00935EF9"/>
    <w:rsid w:val="0093619B"/>
    <w:rsid w:val="00937A14"/>
    <w:rsid w:val="0094003B"/>
    <w:rsid w:val="009402EA"/>
    <w:rsid w:val="009407AB"/>
    <w:rsid w:val="009407BE"/>
    <w:rsid w:val="00940A98"/>
    <w:rsid w:val="00941515"/>
    <w:rsid w:val="0094173C"/>
    <w:rsid w:val="0094198E"/>
    <w:rsid w:val="00941E0B"/>
    <w:rsid w:val="00941F11"/>
    <w:rsid w:val="0094264D"/>
    <w:rsid w:val="00942D8E"/>
    <w:rsid w:val="00943303"/>
    <w:rsid w:val="00943766"/>
    <w:rsid w:val="00943E93"/>
    <w:rsid w:val="0094458D"/>
    <w:rsid w:val="0094461D"/>
    <w:rsid w:val="009448DE"/>
    <w:rsid w:val="00944DFA"/>
    <w:rsid w:val="00944EBD"/>
    <w:rsid w:val="0094550E"/>
    <w:rsid w:val="0094609D"/>
    <w:rsid w:val="0094642B"/>
    <w:rsid w:val="009464CF"/>
    <w:rsid w:val="00946535"/>
    <w:rsid w:val="009469AD"/>
    <w:rsid w:val="00946CC2"/>
    <w:rsid w:val="00946FC2"/>
    <w:rsid w:val="00947031"/>
    <w:rsid w:val="0094717D"/>
    <w:rsid w:val="00947A6F"/>
    <w:rsid w:val="00950461"/>
    <w:rsid w:val="009505E6"/>
    <w:rsid w:val="00950AB6"/>
    <w:rsid w:val="00951C87"/>
    <w:rsid w:val="00951DE9"/>
    <w:rsid w:val="00951DF6"/>
    <w:rsid w:val="00952004"/>
    <w:rsid w:val="00952084"/>
    <w:rsid w:val="0095208C"/>
    <w:rsid w:val="009522F8"/>
    <w:rsid w:val="009526F5"/>
    <w:rsid w:val="0095289B"/>
    <w:rsid w:val="00952BC7"/>
    <w:rsid w:val="00952F41"/>
    <w:rsid w:val="00953035"/>
    <w:rsid w:val="00953581"/>
    <w:rsid w:val="009538D6"/>
    <w:rsid w:val="009539CA"/>
    <w:rsid w:val="00953C28"/>
    <w:rsid w:val="009540CE"/>
    <w:rsid w:val="0095428C"/>
    <w:rsid w:val="00954382"/>
    <w:rsid w:val="00954575"/>
    <w:rsid w:val="00954760"/>
    <w:rsid w:val="00954814"/>
    <w:rsid w:val="00954C6A"/>
    <w:rsid w:val="00955224"/>
    <w:rsid w:val="00955226"/>
    <w:rsid w:val="00955386"/>
    <w:rsid w:val="0095567A"/>
    <w:rsid w:val="00955EBD"/>
    <w:rsid w:val="0095695F"/>
    <w:rsid w:val="00956BF2"/>
    <w:rsid w:val="00956C5F"/>
    <w:rsid w:val="0095735A"/>
    <w:rsid w:val="00957415"/>
    <w:rsid w:val="00957850"/>
    <w:rsid w:val="00960113"/>
    <w:rsid w:val="00960190"/>
    <w:rsid w:val="0096058E"/>
    <w:rsid w:val="009608CA"/>
    <w:rsid w:val="00960B7F"/>
    <w:rsid w:val="009617E1"/>
    <w:rsid w:val="00961818"/>
    <w:rsid w:val="00961D4B"/>
    <w:rsid w:val="00961E4C"/>
    <w:rsid w:val="00961EE1"/>
    <w:rsid w:val="00961F60"/>
    <w:rsid w:val="009623B3"/>
    <w:rsid w:val="00962B16"/>
    <w:rsid w:val="00962CFA"/>
    <w:rsid w:val="00962DB2"/>
    <w:rsid w:val="00962E87"/>
    <w:rsid w:val="00964831"/>
    <w:rsid w:val="0096532A"/>
    <w:rsid w:val="00965488"/>
    <w:rsid w:val="00966613"/>
    <w:rsid w:val="00966B2F"/>
    <w:rsid w:val="00967F43"/>
    <w:rsid w:val="009701F9"/>
    <w:rsid w:val="009703D0"/>
    <w:rsid w:val="00970964"/>
    <w:rsid w:val="00970AA6"/>
    <w:rsid w:val="00970E48"/>
    <w:rsid w:val="00970F18"/>
    <w:rsid w:val="00971B37"/>
    <w:rsid w:val="00972114"/>
    <w:rsid w:val="00973587"/>
    <w:rsid w:val="009736CD"/>
    <w:rsid w:val="009749FC"/>
    <w:rsid w:val="00974FAC"/>
    <w:rsid w:val="0097518A"/>
    <w:rsid w:val="009753C7"/>
    <w:rsid w:val="00975749"/>
    <w:rsid w:val="00975A42"/>
    <w:rsid w:val="00975E8F"/>
    <w:rsid w:val="009763B9"/>
    <w:rsid w:val="00976732"/>
    <w:rsid w:val="00976D64"/>
    <w:rsid w:val="009778B7"/>
    <w:rsid w:val="00977C2D"/>
    <w:rsid w:val="00977DA0"/>
    <w:rsid w:val="0098014F"/>
    <w:rsid w:val="0098023D"/>
    <w:rsid w:val="00980791"/>
    <w:rsid w:val="0098089D"/>
    <w:rsid w:val="00980C5C"/>
    <w:rsid w:val="009810E6"/>
    <w:rsid w:val="0098133A"/>
    <w:rsid w:val="00981485"/>
    <w:rsid w:val="009814C4"/>
    <w:rsid w:val="009816D2"/>
    <w:rsid w:val="00981D49"/>
    <w:rsid w:val="009824A1"/>
    <w:rsid w:val="0098285C"/>
    <w:rsid w:val="00982ED9"/>
    <w:rsid w:val="00983841"/>
    <w:rsid w:val="00984488"/>
    <w:rsid w:val="0098450D"/>
    <w:rsid w:val="009849F7"/>
    <w:rsid w:val="00984D3D"/>
    <w:rsid w:val="00984F93"/>
    <w:rsid w:val="00984FAB"/>
    <w:rsid w:val="009850B0"/>
    <w:rsid w:val="00985390"/>
    <w:rsid w:val="009853D0"/>
    <w:rsid w:val="00985FB6"/>
    <w:rsid w:val="00986623"/>
    <w:rsid w:val="009867E5"/>
    <w:rsid w:val="00986C23"/>
    <w:rsid w:val="00986D46"/>
    <w:rsid w:val="00987034"/>
    <w:rsid w:val="00987B2C"/>
    <w:rsid w:val="00990390"/>
    <w:rsid w:val="009903FA"/>
    <w:rsid w:val="00990B42"/>
    <w:rsid w:val="00991059"/>
    <w:rsid w:val="009914C9"/>
    <w:rsid w:val="009915B5"/>
    <w:rsid w:val="00991E1A"/>
    <w:rsid w:val="00992594"/>
    <w:rsid w:val="00992D9F"/>
    <w:rsid w:val="00993228"/>
    <w:rsid w:val="00993F2D"/>
    <w:rsid w:val="0099463B"/>
    <w:rsid w:val="00994955"/>
    <w:rsid w:val="00994E7D"/>
    <w:rsid w:val="00994F30"/>
    <w:rsid w:val="0099514B"/>
    <w:rsid w:val="0099525A"/>
    <w:rsid w:val="00995436"/>
    <w:rsid w:val="00995B13"/>
    <w:rsid w:val="00995C13"/>
    <w:rsid w:val="00996158"/>
    <w:rsid w:val="009966D6"/>
    <w:rsid w:val="00997D8F"/>
    <w:rsid w:val="009A05E4"/>
    <w:rsid w:val="009A1423"/>
    <w:rsid w:val="009A1F7D"/>
    <w:rsid w:val="009A2448"/>
    <w:rsid w:val="009A26AB"/>
    <w:rsid w:val="009A27A3"/>
    <w:rsid w:val="009A2AE2"/>
    <w:rsid w:val="009A2B59"/>
    <w:rsid w:val="009A2E72"/>
    <w:rsid w:val="009A30F6"/>
    <w:rsid w:val="009A3176"/>
    <w:rsid w:val="009A32FF"/>
    <w:rsid w:val="009A3333"/>
    <w:rsid w:val="009A341E"/>
    <w:rsid w:val="009A3760"/>
    <w:rsid w:val="009A37D4"/>
    <w:rsid w:val="009A37F2"/>
    <w:rsid w:val="009A39B6"/>
    <w:rsid w:val="009A45D4"/>
    <w:rsid w:val="009A4A5D"/>
    <w:rsid w:val="009A4BA2"/>
    <w:rsid w:val="009A516F"/>
    <w:rsid w:val="009A572F"/>
    <w:rsid w:val="009A5976"/>
    <w:rsid w:val="009A5B11"/>
    <w:rsid w:val="009A64D2"/>
    <w:rsid w:val="009A6A1F"/>
    <w:rsid w:val="009A7573"/>
    <w:rsid w:val="009A780A"/>
    <w:rsid w:val="009A781E"/>
    <w:rsid w:val="009A7918"/>
    <w:rsid w:val="009B0286"/>
    <w:rsid w:val="009B02AC"/>
    <w:rsid w:val="009B0771"/>
    <w:rsid w:val="009B145D"/>
    <w:rsid w:val="009B147F"/>
    <w:rsid w:val="009B19F8"/>
    <w:rsid w:val="009B1EDF"/>
    <w:rsid w:val="009B1F1F"/>
    <w:rsid w:val="009B1FCC"/>
    <w:rsid w:val="009B22C2"/>
    <w:rsid w:val="009B25AA"/>
    <w:rsid w:val="009B25BF"/>
    <w:rsid w:val="009B307C"/>
    <w:rsid w:val="009B3259"/>
    <w:rsid w:val="009B3D25"/>
    <w:rsid w:val="009B415B"/>
    <w:rsid w:val="009B444E"/>
    <w:rsid w:val="009B4B49"/>
    <w:rsid w:val="009B53F3"/>
    <w:rsid w:val="009B554E"/>
    <w:rsid w:val="009B5945"/>
    <w:rsid w:val="009B5B5D"/>
    <w:rsid w:val="009B614B"/>
    <w:rsid w:val="009B6191"/>
    <w:rsid w:val="009B6236"/>
    <w:rsid w:val="009B62C3"/>
    <w:rsid w:val="009B684F"/>
    <w:rsid w:val="009B6EE5"/>
    <w:rsid w:val="009B7315"/>
    <w:rsid w:val="009B77AD"/>
    <w:rsid w:val="009B7C7D"/>
    <w:rsid w:val="009C0151"/>
    <w:rsid w:val="009C030C"/>
    <w:rsid w:val="009C04FD"/>
    <w:rsid w:val="009C1359"/>
    <w:rsid w:val="009C31F0"/>
    <w:rsid w:val="009C33B0"/>
    <w:rsid w:val="009C344E"/>
    <w:rsid w:val="009C36C3"/>
    <w:rsid w:val="009C3899"/>
    <w:rsid w:val="009C48DC"/>
    <w:rsid w:val="009C55DA"/>
    <w:rsid w:val="009C5E48"/>
    <w:rsid w:val="009C5F90"/>
    <w:rsid w:val="009C6204"/>
    <w:rsid w:val="009C6928"/>
    <w:rsid w:val="009C772A"/>
    <w:rsid w:val="009C7F00"/>
    <w:rsid w:val="009C7F57"/>
    <w:rsid w:val="009D0059"/>
    <w:rsid w:val="009D01DC"/>
    <w:rsid w:val="009D13C7"/>
    <w:rsid w:val="009D149B"/>
    <w:rsid w:val="009D1591"/>
    <w:rsid w:val="009D19CA"/>
    <w:rsid w:val="009D1A2C"/>
    <w:rsid w:val="009D1B76"/>
    <w:rsid w:val="009D1C90"/>
    <w:rsid w:val="009D1CD9"/>
    <w:rsid w:val="009D2576"/>
    <w:rsid w:val="009D2B96"/>
    <w:rsid w:val="009D2C72"/>
    <w:rsid w:val="009D31F3"/>
    <w:rsid w:val="009D3486"/>
    <w:rsid w:val="009D4231"/>
    <w:rsid w:val="009D4BB7"/>
    <w:rsid w:val="009D560B"/>
    <w:rsid w:val="009D5703"/>
    <w:rsid w:val="009D57D1"/>
    <w:rsid w:val="009D5A4E"/>
    <w:rsid w:val="009D5B00"/>
    <w:rsid w:val="009D6638"/>
    <w:rsid w:val="009D664A"/>
    <w:rsid w:val="009D6700"/>
    <w:rsid w:val="009D6CD4"/>
    <w:rsid w:val="009D6E79"/>
    <w:rsid w:val="009D7A5C"/>
    <w:rsid w:val="009D7A75"/>
    <w:rsid w:val="009D7AA1"/>
    <w:rsid w:val="009E00CB"/>
    <w:rsid w:val="009E0347"/>
    <w:rsid w:val="009E05F0"/>
    <w:rsid w:val="009E06BA"/>
    <w:rsid w:val="009E07D3"/>
    <w:rsid w:val="009E1FCA"/>
    <w:rsid w:val="009E20C8"/>
    <w:rsid w:val="009E2753"/>
    <w:rsid w:val="009E2B35"/>
    <w:rsid w:val="009E2F03"/>
    <w:rsid w:val="009E30DA"/>
    <w:rsid w:val="009E30E3"/>
    <w:rsid w:val="009E3938"/>
    <w:rsid w:val="009E444F"/>
    <w:rsid w:val="009E5299"/>
    <w:rsid w:val="009E53D4"/>
    <w:rsid w:val="009E5734"/>
    <w:rsid w:val="009E5BA8"/>
    <w:rsid w:val="009E5CFC"/>
    <w:rsid w:val="009E5F3E"/>
    <w:rsid w:val="009E6520"/>
    <w:rsid w:val="009E66AB"/>
    <w:rsid w:val="009E66BC"/>
    <w:rsid w:val="009E67C5"/>
    <w:rsid w:val="009E6930"/>
    <w:rsid w:val="009E6931"/>
    <w:rsid w:val="009E7770"/>
    <w:rsid w:val="009E7B0F"/>
    <w:rsid w:val="009E7D38"/>
    <w:rsid w:val="009E7F61"/>
    <w:rsid w:val="009F07A8"/>
    <w:rsid w:val="009F0C77"/>
    <w:rsid w:val="009F180C"/>
    <w:rsid w:val="009F1DD6"/>
    <w:rsid w:val="009F1FA1"/>
    <w:rsid w:val="009F2087"/>
    <w:rsid w:val="009F20A3"/>
    <w:rsid w:val="009F2323"/>
    <w:rsid w:val="009F2E8A"/>
    <w:rsid w:val="009F306F"/>
    <w:rsid w:val="009F31ED"/>
    <w:rsid w:val="009F33AE"/>
    <w:rsid w:val="009F3512"/>
    <w:rsid w:val="009F3BED"/>
    <w:rsid w:val="009F3CCC"/>
    <w:rsid w:val="009F409B"/>
    <w:rsid w:val="009F4255"/>
    <w:rsid w:val="009F4906"/>
    <w:rsid w:val="009F4928"/>
    <w:rsid w:val="009F5369"/>
    <w:rsid w:val="009F540B"/>
    <w:rsid w:val="009F55D6"/>
    <w:rsid w:val="009F62A7"/>
    <w:rsid w:val="009F6490"/>
    <w:rsid w:val="009F67C5"/>
    <w:rsid w:val="009F6AE9"/>
    <w:rsid w:val="009F6BDA"/>
    <w:rsid w:val="009F75B2"/>
    <w:rsid w:val="009F7730"/>
    <w:rsid w:val="009F7830"/>
    <w:rsid w:val="009F7CAB"/>
    <w:rsid w:val="009F7E21"/>
    <w:rsid w:val="00A004A1"/>
    <w:rsid w:val="00A00514"/>
    <w:rsid w:val="00A00B19"/>
    <w:rsid w:val="00A015B3"/>
    <w:rsid w:val="00A017DF"/>
    <w:rsid w:val="00A01ED9"/>
    <w:rsid w:val="00A0273C"/>
    <w:rsid w:val="00A034BA"/>
    <w:rsid w:val="00A03A62"/>
    <w:rsid w:val="00A040E9"/>
    <w:rsid w:val="00A044AC"/>
    <w:rsid w:val="00A047A0"/>
    <w:rsid w:val="00A04BFE"/>
    <w:rsid w:val="00A050EA"/>
    <w:rsid w:val="00A050FF"/>
    <w:rsid w:val="00A05F54"/>
    <w:rsid w:val="00A05F83"/>
    <w:rsid w:val="00A06107"/>
    <w:rsid w:val="00A061DC"/>
    <w:rsid w:val="00A061F7"/>
    <w:rsid w:val="00A06267"/>
    <w:rsid w:val="00A063B1"/>
    <w:rsid w:val="00A0697B"/>
    <w:rsid w:val="00A06C39"/>
    <w:rsid w:val="00A074DD"/>
    <w:rsid w:val="00A074FB"/>
    <w:rsid w:val="00A07D40"/>
    <w:rsid w:val="00A109BE"/>
    <w:rsid w:val="00A10C75"/>
    <w:rsid w:val="00A10CA3"/>
    <w:rsid w:val="00A112A6"/>
    <w:rsid w:val="00A11672"/>
    <w:rsid w:val="00A11793"/>
    <w:rsid w:val="00A11795"/>
    <w:rsid w:val="00A127A6"/>
    <w:rsid w:val="00A1299A"/>
    <w:rsid w:val="00A12E61"/>
    <w:rsid w:val="00A134DF"/>
    <w:rsid w:val="00A1356A"/>
    <w:rsid w:val="00A136CB"/>
    <w:rsid w:val="00A13A75"/>
    <w:rsid w:val="00A13E17"/>
    <w:rsid w:val="00A13F4B"/>
    <w:rsid w:val="00A14179"/>
    <w:rsid w:val="00A142FE"/>
    <w:rsid w:val="00A1464A"/>
    <w:rsid w:val="00A14ED2"/>
    <w:rsid w:val="00A150C7"/>
    <w:rsid w:val="00A15256"/>
    <w:rsid w:val="00A15E5B"/>
    <w:rsid w:val="00A16121"/>
    <w:rsid w:val="00A1649C"/>
    <w:rsid w:val="00A1741E"/>
    <w:rsid w:val="00A17529"/>
    <w:rsid w:val="00A17D2B"/>
    <w:rsid w:val="00A17ED2"/>
    <w:rsid w:val="00A20516"/>
    <w:rsid w:val="00A20A1C"/>
    <w:rsid w:val="00A2149E"/>
    <w:rsid w:val="00A2156F"/>
    <w:rsid w:val="00A221A0"/>
    <w:rsid w:val="00A22378"/>
    <w:rsid w:val="00A22417"/>
    <w:rsid w:val="00A22891"/>
    <w:rsid w:val="00A2332E"/>
    <w:rsid w:val="00A235E2"/>
    <w:rsid w:val="00A23600"/>
    <w:rsid w:val="00A23957"/>
    <w:rsid w:val="00A23B60"/>
    <w:rsid w:val="00A23BF4"/>
    <w:rsid w:val="00A23EAE"/>
    <w:rsid w:val="00A24377"/>
    <w:rsid w:val="00A2448F"/>
    <w:rsid w:val="00A24C46"/>
    <w:rsid w:val="00A25234"/>
    <w:rsid w:val="00A256E1"/>
    <w:rsid w:val="00A259FD"/>
    <w:rsid w:val="00A25C6A"/>
    <w:rsid w:val="00A2661E"/>
    <w:rsid w:val="00A269E8"/>
    <w:rsid w:val="00A26E24"/>
    <w:rsid w:val="00A27817"/>
    <w:rsid w:val="00A30293"/>
    <w:rsid w:val="00A3033D"/>
    <w:rsid w:val="00A30439"/>
    <w:rsid w:val="00A30616"/>
    <w:rsid w:val="00A30DB2"/>
    <w:rsid w:val="00A312E0"/>
    <w:rsid w:val="00A318E1"/>
    <w:rsid w:val="00A324D4"/>
    <w:rsid w:val="00A329D1"/>
    <w:rsid w:val="00A32A56"/>
    <w:rsid w:val="00A3326E"/>
    <w:rsid w:val="00A33C74"/>
    <w:rsid w:val="00A34162"/>
    <w:rsid w:val="00A34AE6"/>
    <w:rsid w:val="00A34FE7"/>
    <w:rsid w:val="00A35283"/>
    <w:rsid w:val="00A3560C"/>
    <w:rsid w:val="00A356FE"/>
    <w:rsid w:val="00A36915"/>
    <w:rsid w:val="00A36DAF"/>
    <w:rsid w:val="00A36FD7"/>
    <w:rsid w:val="00A37A82"/>
    <w:rsid w:val="00A37AF5"/>
    <w:rsid w:val="00A37C9D"/>
    <w:rsid w:val="00A37FC4"/>
    <w:rsid w:val="00A40012"/>
    <w:rsid w:val="00A40E6E"/>
    <w:rsid w:val="00A412DA"/>
    <w:rsid w:val="00A41470"/>
    <w:rsid w:val="00A416FC"/>
    <w:rsid w:val="00A41DC3"/>
    <w:rsid w:val="00A42AFD"/>
    <w:rsid w:val="00A42F49"/>
    <w:rsid w:val="00A43651"/>
    <w:rsid w:val="00A436B4"/>
    <w:rsid w:val="00A43BA5"/>
    <w:rsid w:val="00A44332"/>
    <w:rsid w:val="00A4475A"/>
    <w:rsid w:val="00A44C0D"/>
    <w:rsid w:val="00A44F72"/>
    <w:rsid w:val="00A4505C"/>
    <w:rsid w:val="00A4507E"/>
    <w:rsid w:val="00A452EC"/>
    <w:rsid w:val="00A466DB"/>
    <w:rsid w:val="00A46CAF"/>
    <w:rsid w:val="00A470C6"/>
    <w:rsid w:val="00A473B5"/>
    <w:rsid w:val="00A4766C"/>
    <w:rsid w:val="00A47706"/>
    <w:rsid w:val="00A47774"/>
    <w:rsid w:val="00A4790E"/>
    <w:rsid w:val="00A47914"/>
    <w:rsid w:val="00A502DD"/>
    <w:rsid w:val="00A504FA"/>
    <w:rsid w:val="00A50B0A"/>
    <w:rsid w:val="00A50DA7"/>
    <w:rsid w:val="00A51A99"/>
    <w:rsid w:val="00A523C6"/>
    <w:rsid w:val="00A5247F"/>
    <w:rsid w:val="00A52FEF"/>
    <w:rsid w:val="00A53704"/>
    <w:rsid w:val="00A53A4A"/>
    <w:rsid w:val="00A53B9E"/>
    <w:rsid w:val="00A53C2C"/>
    <w:rsid w:val="00A53E3E"/>
    <w:rsid w:val="00A53E9C"/>
    <w:rsid w:val="00A5502C"/>
    <w:rsid w:val="00A553B3"/>
    <w:rsid w:val="00A554E1"/>
    <w:rsid w:val="00A55B4E"/>
    <w:rsid w:val="00A55ED5"/>
    <w:rsid w:val="00A55F99"/>
    <w:rsid w:val="00A57297"/>
    <w:rsid w:val="00A57D38"/>
    <w:rsid w:val="00A57FF2"/>
    <w:rsid w:val="00A600A5"/>
    <w:rsid w:val="00A60EB0"/>
    <w:rsid w:val="00A612C3"/>
    <w:rsid w:val="00A6199C"/>
    <w:rsid w:val="00A61CD1"/>
    <w:rsid w:val="00A61EA5"/>
    <w:rsid w:val="00A62B0D"/>
    <w:rsid w:val="00A62B67"/>
    <w:rsid w:val="00A62CD7"/>
    <w:rsid w:val="00A62E97"/>
    <w:rsid w:val="00A63C70"/>
    <w:rsid w:val="00A6456F"/>
    <w:rsid w:val="00A64E43"/>
    <w:rsid w:val="00A651D2"/>
    <w:rsid w:val="00A653F6"/>
    <w:rsid w:val="00A65678"/>
    <w:rsid w:val="00A657B1"/>
    <w:rsid w:val="00A659D4"/>
    <w:rsid w:val="00A65F5D"/>
    <w:rsid w:val="00A665C3"/>
    <w:rsid w:val="00A66883"/>
    <w:rsid w:val="00A668DC"/>
    <w:rsid w:val="00A6692D"/>
    <w:rsid w:val="00A66C23"/>
    <w:rsid w:val="00A66E3B"/>
    <w:rsid w:val="00A67318"/>
    <w:rsid w:val="00A673E7"/>
    <w:rsid w:val="00A677B8"/>
    <w:rsid w:val="00A67A77"/>
    <w:rsid w:val="00A67B0C"/>
    <w:rsid w:val="00A7008F"/>
    <w:rsid w:val="00A70ADF"/>
    <w:rsid w:val="00A70E59"/>
    <w:rsid w:val="00A71168"/>
    <w:rsid w:val="00A713F2"/>
    <w:rsid w:val="00A71851"/>
    <w:rsid w:val="00A7186F"/>
    <w:rsid w:val="00A71905"/>
    <w:rsid w:val="00A71B5D"/>
    <w:rsid w:val="00A720EC"/>
    <w:rsid w:val="00A72818"/>
    <w:rsid w:val="00A73695"/>
    <w:rsid w:val="00A73711"/>
    <w:rsid w:val="00A73842"/>
    <w:rsid w:val="00A742DF"/>
    <w:rsid w:val="00A7446D"/>
    <w:rsid w:val="00A74C8D"/>
    <w:rsid w:val="00A74E64"/>
    <w:rsid w:val="00A74FBD"/>
    <w:rsid w:val="00A74FE5"/>
    <w:rsid w:val="00A768E9"/>
    <w:rsid w:val="00A76DEE"/>
    <w:rsid w:val="00A76E50"/>
    <w:rsid w:val="00A77590"/>
    <w:rsid w:val="00A80983"/>
    <w:rsid w:val="00A8116B"/>
    <w:rsid w:val="00A8138F"/>
    <w:rsid w:val="00A81A68"/>
    <w:rsid w:val="00A81D4A"/>
    <w:rsid w:val="00A81DB4"/>
    <w:rsid w:val="00A81E18"/>
    <w:rsid w:val="00A827AD"/>
    <w:rsid w:val="00A82813"/>
    <w:rsid w:val="00A8285D"/>
    <w:rsid w:val="00A8298E"/>
    <w:rsid w:val="00A83378"/>
    <w:rsid w:val="00A8344E"/>
    <w:rsid w:val="00A83D69"/>
    <w:rsid w:val="00A8406F"/>
    <w:rsid w:val="00A84810"/>
    <w:rsid w:val="00A8497D"/>
    <w:rsid w:val="00A84C10"/>
    <w:rsid w:val="00A84DC1"/>
    <w:rsid w:val="00A84E8C"/>
    <w:rsid w:val="00A860AC"/>
    <w:rsid w:val="00A863E9"/>
    <w:rsid w:val="00A865C2"/>
    <w:rsid w:val="00A870D9"/>
    <w:rsid w:val="00A8725A"/>
    <w:rsid w:val="00A873EF"/>
    <w:rsid w:val="00A87513"/>
    <w:rsid w:val="00A878BD"/>
    <w:rsid w:val="00A9066B"/>
    <w:rsid w:val="00A914FE"/>
    <w:rsid w:val="00A9310F"/>
    <w:rsid w:val="00A93307"/>
    <w:rsid w:val="00A93376"/>
    <w:rsid w:val="00A93657"/>
    <w:rsid w:val="00A936C2"/>
    <w:rsid w:val="00A93772"/>
    <w:rsid w:val="00A941D6"/>
    <w:rsid w:val="00A94404"/>
    <w:rsid w:val="00A9444B"/>
    <w:rsid w:val="00A9471B"/>
    <w:rsid w:val="00A947C3"/>
    <w:rsid w:val="00A94E0C"/>
    <w:rsid w:val="00A94E2B"/>
    <w:rsid w:val="00A950BD"/>
    <w:rsid w:val="00A95199"/>
    <w:rsid w:val="00A95777"/>
    <w:rsid w:val="00A9589E"/>
    <w:rsid w:val="00A95A95"/>
    <w:rsid w:val="00A95F67"/>
    <w:rsid w:val="00A96782"/>
    <w:rsid w:val="00A9691C"/>
    <w:rsid w:val="00A96BF7"/>
    <w:rsid w:val="00A97B36"/>
    <w:rsid w:val="00AA05DA"/>
    <w:rsid w:val="00AA16D1"/>
    <w:rsid w:val="00AA24ED"/>
    <w:rsid w:val="00AA282C"/>
    <w:rsid w:val="00AA2D67"/>
    <w:rsid w:val="00AA31A7"/>
    <w:rsid w:val="00AA3217"/>
    <w:rsid w:val="00AA3407"/>
    <w:rsid w:val="00AA38CE"/>
    <w:rsid w:val="00AA3D7A"/>
    <w:rsid w:val="00AA41AA"/>
    <w:rsid w:val="00AA49C5"/>
    <w:rsid w:val="00AA49F8"/>
    <w:rsid w:val="00AA4C95"/>
    <w:rsid w:val="00AA4D63"/>
    <w:rsid w:val="00AA51B5"/>
    <w:rsid w:val="00AA5467"/>
    <w:rsid w:val="00AA586F"/>
    <w:rsid w:val="00AA5926"/>
    <w:rsid w:val="00AA5BC7"/>
    <w:rsid w:val="00AA5D5E"/>
    <w:rsid w:val="00AA61EE"/>
    <w:rsid w:val="00AA69FF"/>
    <w:rsid w:val="00AA6CC6"/>
    <w:rsid w:val="00AA70B6"/>
    <w:rsid w:val="00AA77FE"/>
    <w:rsid w:val="00AA7F63"/>
    <w:rsid w:val="00AB01F5"/>
    <w:rsid w:val="00AB0352"/>
    <w:rsid w:val="00AB0909"/>
    <w:rsid w:val="00AB0FCE"/>
    <w:rsid w:val="00AB1226"/>
    <w:rsid w:val="00AB18ED"/>
    <w:rsid w:val="00AB1932"/>
    <w:rsid w:val="00AB1A4C"/>
    <w:rsid w:val="00AB1B16"/>
    <w:rsid w:val="00AB1C3B"/>
    <w:rsid w:val="00AB1C68"/>
    <w:rsid w:val="00AB2099"/>
    <w:rsid w:val="00AB2597"/>
    <w:rsid w:val="00AB266B"/>
    <w:rsid w:val="00AB2858"/>
    <w:rsid w:val="00AB2F3F"/>
    <w:rsid w:val="00AB30CA"/>
    <w:rsid w:val="00AB3D81"/>
    <w:rsid w:val="00AB46A5"/>
    <w:rsid w:val="00AB4A95"/>
    <w:rsid w:val="00AB4B90"/>
    <w:rsid w:val="00AB4CA1"/>
    <w:rsid w:val="00AB4D74"/>
    <w:rsid w:val="00AB52C7"/>
    <w:rsid w:val="00AB545D"/>
    <w:rsid w:val="00AB5D3D"/>
    <w:rsid w:val="00AB6476"/>
    <w:rsid w:val="00AB6BE2"/>
    <w:rsid w:val="00AB7A3A"/>
    <w:rsid w:val="00AB7AD0"/>
    <w:rsid w:val="00AC05C7"/>
    <w:rsid w:val="00AC0660"/>
    <w:rsid w:val="00AC0726"/>
    <w:rsid w:val="00AC0D12"/>
    <w:rsid w:val="00AC1D08"/>
    <w:rsid w:val="00AC1F97"/>
    <w:rsid w:val="00AC1FCE"/>
    <w:rsid w:val="00AC200B"/>
    <w:rsid w:val="00AC2077"/>
    <w:rsid w:val="00AC248C"/>
    <w:rsid w:val="00AC2647"/>
    <w:rsid w:val="00AC26C8"/>
    <w:rsid w:val="00AC2DFA"/>
    <w:rsid w:val="00AC3109"/>
    <w:rsid w:val="00AC33CB"/>
    <w:rsid w:val="00AC36F0"/>
    <w:rsid w:val="00AC3907"/>
    <w:rsid w:val="00AC3D8E"/>
    <w:rsid w:val="00AC40E8"/>
    <w:rsid w:val="00AC41F1"/>
    <w:rsid w:val="00AC43E3"/>
    <w:rsid w:val="00AC47C7"/>
    <w:rsid w:val="00AC4C55"/>
    <w:rsid w:val="00AC5889"/>
    <w:rsid w:val="00AC5C43"/>
    <w:rsid w:val="00AC5F11"/>
    <w:rsid w:val="00AC60E1"/>
    <w:rsid w:val="00AC61BC"/>
    <w:rsid w:val="00AC6AD0"/>
    <w:rsid w:val="00AC71CD"/>
    <w:rsid w:val="00AC73FC"/>
    <w:rsid w:val="00AC7953"/>
    <w:rsid w:val="00AC7DAF"/>
    <w:rsid w:val="00AC7E86"/>
    <w:rsid w:val="00AD0231"/>
    <w:rsid w:val="00AD0335"/>
    <w:rsid w:val="00AD09F7"/>
    <w:rsid w:val="00AD1AD4"/>
    <w:rsid w:val="00AD1C2C"/>
    <w:rsid w:val="00AD1D7C"/>
    <w:rsid w:val="00AD20D3"/>
    <w:rsid w:val="00AD34D1"/>
    <w:rsid w:val="00AD383B"/>
    <w:rsid w:val="00AD39E7"/>
    <w:rsid w:val="00AD4338"/>
    <w:rsid w:val="00AD455A"/>
    <w:rsid w:val="00AD4A3B"/>
    <w:rsid w:val="00AD4AF6"/>
    <w:rsid w:val="00AD5367"/>
    <w:rsid w:val="00AD54C2"/>
    <w:rsid w:val="00AD6F3A"/>
    <w:rsid w:val="00AD6FE5"/>
    <w:rsid w:val="00AD71D4"/>
    <w:rsid w:val="00AD78A6"/>
    <w:rsid w:val="00AD7EEA"/>
    <w:rsid w:val="00AE0395"/>
    <w:rsid w:val="00AE06F8"/>
    <w:rsid w:val="00AE07D1"/>
    <w:rsid w:val="00AE080F"/>
    <w:rsid w:val="00AE0A50"/>
    <w:rsid w:val="00AE0F25"/>
    <w:rsid w:val="00AE1998"/>
    <w:rsid w:val="00AE1BF0"/>
    <w:rsid w:val="00AE1CDF"/>
    <w:rsid w:val="00AE1DCE"/>
    <w:rsid w:val="00AE23F0"/>
    <w:rsid w:val="00AE27DD"/>
    <w:rsid w:val="00AE2BE1"/>
    <w:rsid w:val="00AE2F5E"/>
    <w:rsid w:val="00AE2F68"/>
    <w:rsid w:val="00AE3673"/>
    <w:rsid w:val="00AE3B54"/>
    <w:rsid w:val="00AE403A"/>
    <w:rsid w:val="00AE422F"/>
    <w:rsid w:val="00AE48D6"/>
    <w:rsid w:val="00AE4A5F"/>
    <w:rsid w:val="00AE4BDF"/>
    <w:rsid w:val="00AE515B"/>
    <w:rsid w:val="00AE5BAA"/>
    <w:rsid w:val="00AE6115"/>
    <w:rsid w:val="00AE65FD"/>
    <w:rsid w:val="00AE6A40"/>
    <w:rsid w:val="00AE6EFF"/>
    <w:rsid w:val="00AE742A"/>
    <w:rsid w:val="00AE766C"/>
    <w:rsid w:val="00AE7C30"/>
    <w:rsid w:val="00AF010B"/>
    <w:rsid w:val="00AF1181"/>
    <w:rsid w:val="00AF1190"/>
    <w:rsid w:val="00AF1282"/>
    <w:rsid w:val="00AF14D7"/>
    <w:rsid w:val="00AF19EF"/>
    <w:rsid w:val="00AF1BE3"/>
    <w:rsid w:val="00AF2219"/>
    <w:rsid w:val="00AF25D3"/>
    <w:rsid w:val="00AF2A70"/>
    <w:rsid w:val="00AF2EF4"/>
    <w:rsid w:val="00AF36A2"/>
    <w:rsid w:val="00AF3709"/>
    <w:rsid w:val="00AF376C"/>
    <w:rsid w:val="00AF381E"/>
    <w:rsid w:val="00AF3AD5"/>
    <w:rsid w:val="00AF445D"/>
    <w:rsid w:val="00AF4851"/>
    <w:rsid w:val="00AF50AD"/>
    <w:rsid w:val="00AF52A2"/>
    <w:rsid w:val="00AF57B9"/>
    <w:rsid w:val="00AF5C49"/>
    <w:rsid w:val="00AF5CA6"/>
    <w:rsid w:val="00AF5D58"/>
    <w:rsid w:val="00AF5F02"/>
    <w:rsid w:val="00AF60C2"/>
    <w:rsid w:val="00AF6873"/>
    <w:rsid w:val="00AF6C98"/>
    <w:rsid w:val="00AF6E7D"/>
    <w:rsid w:val="00AF71E9"/>
    <w:rsid w:val="00B011D0"/>
    <w:rsid w:val="00B013F4"/>
    <w:rsid w:val="00B016D3"/>
    <w:rsid w:val="00B01CC4"/>
    <w:rsid w:val="00B01FC5"/>
    <w:rsid w:val="00B021CE"/>
    <w:rsid w:val="00B0257F"/>
    <w:rsid w:val="00B028F2"/>
    <w:rsid w:val="00B0386E"/>
    <w:rsid w:val="00B03B10"/>
    <w:rsid w:val="00B03EB9"/>
    <w:rsid w:val="00B03F0F"/>
    <w:rsid w:val="00B0464E"/>
    <w:rsid w:val="00B046F1"/>
    <w:rsid w:val="00B048E5"/>
    <w:rsid w:val="00B04924"/>
    <w:rsid w:val="00B04ACF"/>
    <w:rsid w:val="00B04F65"/>
    <w:rsid w:val="00B04F8E"/>
    <w:rsid w:val="00B050E3"/>
    <w:rsid w:val="00B05C38"/>
    <w:rsid w:val="00B05FEA"/>
    <w:rsid w:val="00B06346"/>
    <w:rsid w:val="00B063BF"/>
    <w:rsid w:val="00B06733"/>
    <w:rsid w:val="00B06DF0"/>
    <w:rsid w:val="00B072D9"/>
    <w:rsid w:val="00B07781"/>
    <w:rsid w:val="00B077A1"/>
    <w:rsid w:val="00B07CD4"/>
    <w:rsid w:val="00B07DEC"/>
    <w:rsid w:val="00B108C7"/>
    <w:rsid w:val="00B10938"/>
    <w:rsid w:val="00B10C61"/>
    <w:rsid w:val="00B111BE"/>
    <w:rsid w:val="00B11CA4"/>
    <w:rsid w:val="00B11EAF"/>
    <w:rsid w:val="00B12072"/>
    <w:rsid w:val="00B12283"/>
    <w:rsid w:val="00B1261A"/>
    <w:rsid w:val="00B12AC5"/>
    <w:rsid w:val="00B12C04"/>
    <w:rsid w:val="00B13862"/>
    <w:rsid w:val="00B13C2D"/>
    <w:rsid w:val="00B144E0"/>
    <w:rsid w:val="00B14D13"/>
    <w:rsid w:val="00B14D4C"/>
    <w:rsid w:val="00B152A1"/>
    <w:rsid w:val="00B15464"/>
    <w:rsid w:val="00B154C3"/>
    <w:rsid w:val="00B154E5"/>
    <w:rsid w:val="00B155F0"/>
    <w:rsid w:val="00B15933"/>
    <w:rsid w:val="00B15B8C"/>
    <w:rsid w:val="00B15EC5"/>
    <w:rsid w:val="00B15F3B"/>
    <w:rsid w:val="00B160B2"/>
    <w:rsid w:val="00B16216"/>
    <w:rsid w:val="00B16826"/>
    <w:rsid w:val="00B16CF8"/>
    <w:rsid w:val="00B17199"/>
    <w:rsid w:val="00B17391"/>
    <w:rsid w:val="00B177EB"/>
    <w:rsid w:val="00B17805"/>
    <w:rsid w:val="00B1781B"/>
    <w:rsid w:val="00B17E0F"/>
    <w:rsid w:val="00B203BD"/>
    <w:rsid w:val="00B20752"/>
    <w:rsid w:val="00B207E2"/>
    <w:rsid w:val="00B219C5"/>
    <w:rsid w:val="00B2203C"/>
    <w:rsid w:val="00B226E0"/>
    <w:rsid w:val="00B22A60"/>
    <w:rsid w:val="00B22BFD"/>
    <w:rsid w:val="00B22D0C"/>
    <w:rsid w:val="00B22F0C"/>
    <w:rsid w:val="00B2377B"/>
    <w:rsid w:val="00B23A8F"/>
    <w:rsid w:val="00B23D92"/>
    <w:rsid w:val="00B23EDF"/>
    <w:rsid w:val="00B23FFD"/>
    <w:rsid w:val="00B24034"/>
    <w:rsid w:val="00B242E8"/>
    <w:rsid w:val="00B247A8"/>
    <w:rsid w:val="00B2530D"/>
    <w:rsid w:val="00B26133"/>
    <w:rsid w:val="00B26857"/>
    <w:rsid w:val="00B26D84"/>
    <w:rsid w:val="00B26DD2"/>
    <w:rsid w:val="00B2716D"/>
    <w:rsid w:val="00B271E9"/>
    <w:rsid w:val="00B27545"/>
    <w:rsid w:val="00B277A6"/>
    <w:rsid w:val="00B3015B"/>
    <w:rsid w:val="00B3072A"/>
    <w:rsid w:val="00B307C0"/>
    <w:rsid w:val="00B310BD"/>
    <w:rsid w:val="00B314D4"/>
    <w:rsid w:val="00B31CBC"/>
    <w:rsid w:val="00B31D6F"/>
    <w:rsid w:val="00B32264"/>
    <w:rsid w:val="00B322B9"/>
    <w:rsid w:val="00B32392"/>
    <w:rsid w:val="00B323F2"/>
    <w:rsid w:val="00B32538"/>
    <w:rsid w:val="00B3293E"/>
    <w:rsid w:val="00B32A28"/>
    <w:rsid w:val="00B32DB4"/>
    <w:rsid w:val="00B3311D"/>
    <w:rsid w:val="00B3474A"/>
    <w:rsid w:val="00B347B1"/>
    <w:rsid w:val="00B34E11"/>
    <w:rsid w:val="00B3553B"/>
    <w:rsid w:val="00B3611B"/>
    <w:rsid w:val="00B3621B"/>
    <w:rsid w:val="00B36618"/>
    <w:rsid w:val="00B3663E"/>
    <w:rsid w:val="00B36DEC"/>
    <w:rsid w:val="00B37731"/>
    <w:rsid w:val="00B37866"/>
    <w:rsid w:val="00B378BE"/>
    <w:rsid w:val="00B378C7"/>
    <w:rsid w:val="00B37BFA"/>
    <w:rsid w:val="00B37EEE"/>
    <w:rsid w:val="00B40309"/>
    <w:rsid w:val="00B405A1"/>
    <w:rsid w:val="00B4094F"/>
    <w:rsid w:val="00B40A6A"/>
    <w:rsid w:val="00B40D20"/>
    <w:rsid w:val="00B40FFB"/>
    <w:rsid w:val="00B41C1E"/>
    <w:rsid w:val="00B41F63"/>
    <w:rsid w:val="00B420EC"/>
    <w:rsid w:val="00B431F2"/>
    <w:rsid w:val="00B4426C"/>
    <w:rsid w:val="00B4444B"/>
    <w:rsid w:val="00B44AC2"/>
    <w:rsid w:val="00B45186"/>
    <w:rsid w:val="00B457D6"/>
    <w:rsid w:val="00B468BA"/>
    <w:rsid w:val="00B46F0E"/>
    <w:rsid w:val="00B4743A"/>
    <w:rsid w:val="00B479F8"/>
    <w:rsid w:val="00B47A63"/>
    <w:rsid w:val="00B47E4A"/>
    <w:rsid w:val="00B5007A"/>
    <w:rsid w:val="00B50827"/>
    <w:rsid w:val="00B51436"/>
    <w:rsid w:val="00B514F4"/>
    <w:rsid w:val="00B51985"/>
    <w:rsid w:val="00B51B67"/>
    <w:rsid w:val="00B51EDC"/>
    <w:rsid w:val="00B52B21"/>
    <w:rsid w:val="00B533AE"/>
    <w:rsid w:val="00B5361F"/>
    <w:rsid w:val="00B53660"/>
    <w:rsid w:val="00B53C3D"/>
    <w:rsid w:val="00B54239"/>
    <w:rsid w:val="00B54C55"/>
    <w:rsid w:val="00B54DE8"/>
    <w:rsid w:val="00B5554A"/>
    <w:rsid w:val="00B5556B"/>
    <w:rsid w:val="00B55648"/>
    <w:rsid w:val="00B55686"/>
    <w:rsid w:val="00B55B7A"/>
    <w:rsid w:val="00B56091"/>
    <w:rsid w:val="00B5682D"/>
    <w:rsid w:val="00B56C12"/>
    <w:rsid w:val="00B577BC"/>
    <w:rsid w:val="00B57B75"/>
    <w:rsid w:val="00B57F98"/>
    <w:rsid w:val="00B57FF2"/>
    <w:rsid w:val="00B60588"/>
    <w:rsid w:val="00B607E7"/>
    <w:rsid w:val="00B61466"/>
    <w:rsid w:val="00B615C1"/>
    <w:rsid w:val="00B61743"/>
    <w:rsid w:val="00B6181E"/>
    <w:rsid w:val="00B62A3A"/>
    <w:rsid w:val="00B62C0D"/>
    <w:rsid w:val="00B62C41"/>
    <w:rsid w:val="00B62FF0"/>
    <w:rsid w:val="00B633B6"/>
    <w:rsid w:val="00B6372C"/>
    <w:rsid w:val="00B6378B"/>
    <w:rsid w:val="00B641D3"/>
    <w:rsid w:val="00B644F8"/>
    <w:rsid w:val="00B650FD"/>
    <w:rsid w:val="00B65207"/>
    <w:rsid w:val="00B65B2C"/>
    <w:rsid w:val="00B66A38"/>
    <w:rsid w:val="00B6715C"/>
    <w:rsid w:val="00B677B7"/>
    <w:rsid w:val="00B679D9"/>
    <w:rsid w:val="00B67E99"/>
    <w:rsid w:val="00B67F86"/>
    <w:rsid w:val="00B70005"/>
    <w:rsid w:val="00B700DB"/>
    <w:rsid w:val="00B70319"/>
    <w:rsid w:val="00B70932"/>
    <w:rsid w:val="00B70C26"/>
    <w:rsid w:val="00B71106"/>
    <w:rsid w:val="00B716F2"/>
    <w:rsid w:val="00B71A40"/>
    <w:rsid w:val="00B721F5"/>
    <w:rsid w:val="00B72AAB"/>
    <w:rsid w:val="00B73308"/>
    <w:rsid w:val="00B733D3"/>
    <w:rsid w:val="00B74D46"/>
    <w:rsid w:val="00B7519E"/>
    <w:rsid w:val="00B75A5E"/>
    <w:rsid w:val="00B75ED7"/>
    <w:rsid w:val="00B762B5"/>
    <w:rsid w:val="00B76847"/>
    <w:rsid w:val="00B77BF8"/>
    <w:rsid w:val="00B77EBD"/>
    <w:rsid w:val="00B804B3"/>
    <w:rsid w:val="00B808B8"/>
    <w:rsid w:val="00B80FE4"/>
    <w:rsid w:val="00B81622"/>
    <w:rsid w:val="00B81BF6"/>
    <w:rsid w:val="00B82A77"/>
    <w:rsid w:val="00B82E0D"/>
    <w:rsid w:val="00B8334C"/>
    <w:rsid w:val="00B83472"/>
    <w:rsid w:val="00B83E82"/>
    <w:rsid w:val="00B84C10"/>
    <w:rsid w:val="00B84D77"/>
    <w:rsid w:val="00B853BE"/>
    <w:rsid w:val="00B85467"/>
    <w:rsid w:val="00B857C2"/>
    <w:rsid w:val="00B85980"/>
    <w:rsid w:val="00B85AB1"/>
    <w:rsid w:val="00B867C8"/>
    <w:rsid w:val="00B86923"/>
    <w:rsid w:val="00B86AD5"/>
    <w:rsid w:val="00B903DE"/>
    <w:rsid w:val="00B90476"/>
    <w:rsid w:val="00B91532"/>
    <w:rsid w:val="00B92444"/>
    <w:rsid w:val="00B926C6"/>
    <w:rsid w:val="00B9297D"/>
    <w:rsid w:val="00B92B30"/>
    <w:rsid w:val="00B931D3"/>
    <w:rsid w:val="00B93299"/>
    <w:rsid w:val="00B935F1"/>
    <w:rsid w:val="00B93A71"/>
    <w:rsid w:val="00B93C4A"/>
    <w:rsid w:val="00B94179"/>
    <w:rsid w:val="00B942C2"/>
    <w:rsid w:val="00B94954"/>
    <w:rsid w:val="00B952FD"/>
    <w:rsid w:val="00B954A3"/>
    <w:rsid w:val="00B954D4"/>
    <w:rsid w:val="00B95A6A"/>
    <w:rsid w:val="00B95DA1"/>
    <w:rsid w:val="00B96377"/>
    <w:rsid w:val="00B96631"/>
    <w:rsid w:val="00B96B33"/>
    <w:rsid w:val="00B96FCE"/>
    <w:rsid w:val="00B9736C"/>
    <w:rsid w:val="00B97C26"/>
    <w:rsid w:val="00BA03FF"/>
    <w:rsid w:val="00BA0BAC"/>
    <w:rsid w:val="00BA0D7C"/>
    <w:rsid w:val="00BA0DCE"/>
    <w:rsid w:val="00BA0E11"/>
    <w:rsid w:val="00BA0F46"/>
    <w:rsid w:val="00BA10CB"/>
    <w:rsid w:val="00BA116D"/>
    <w:rsid w:val="00BA1DBF"/>
    <w:rsid w:val="00BA1F63"/>
    <w:rsid w:val="00BA25F7"/>
    <w:rsid w:val="00BA3667"/>
    <w:rsid w:val="00BA36E4"/>
    <w:rsid w:val="00BA3E48"/>
    <w:rsid w:val="00BA4244"/>
    <w:rsid w:val="00BA4637"/>
    <w:rsid w:val="00BA4657"/>
    <w:rsid w:val="00BA473A"/>
    <w:rsid w:val="00BA4839"/>
    <w:rsid w:val="00BA493B"/>
    <w:rsid w:val="00BA4C3F"/>
    <w:rsid w:val="00BA5805"/>
    <w:rsid w:val="00BA5BFA"/>
    <w:rsid w:val="00BA6141"/>
    <w:rsid w:val="00BA6404"/>
    <w:rsid w:val="00BA7050"/>
    <w:rsid w:val="00BA728C"/>
    <w:rsid w:val="00BA7D43"/>
    <w:rsid w:val="00BB022D"/>
    <w:rsid w:val="00BB045A"/>
    <w:rsid w:val="00BB0CAD"/>
    <w:rsid w:val="00BB0FF2"/>
    <w:rsid w:val="00BB1453"/>
    <w:rsid w:val="00BB16F4"/>
    <w:rsid w:val="00BB17EE"/>
    <w:rsid w:val="00BB2B1F"/>
    <w:rsid w:val="00BB3160"/>
    <w:rsid w:val="00BB394A"/>
    <w:rsid w:val="00BB3C35"/>
    <w:rsid w:val="00BB491C"/>
    <w:rsid w:val="00BB55E9"/>
    <w:rsid w:val="00BB5E94"/>
    <w:rsid w:val="00BB5EEA"/>
    <w:rsid w:val="00BB6963"/>
    <w:rsid w:val="00BB6A94"/>
    <w:rsid w:val="00BB6AB4"/>
    <w:rsid w:val="00BB6F5A"/>
    <w:rsid w:val="00BB71DF"/>
    <w:rsid w:val="00BB78F1"/>
    <w:rsid w:val="00BB7EF9"/>
    <w:rsid w:val="00BC026E"/>
    <w:rsid w:val="00BC0451"/>
    <w:rsid w:val="00BC0741"/>
    <w:rsid w:val="00BC0A7A"/>
    <w:rsid w:val="00BC0D47"/>
    <w:rsid w:val="00BC11AE"/>
    <w:rsid w:val="00BC1897"/>
    <w:rsid w:val="00BC1989"/>
    <w:rsid w:val="00BC21C7"/>
    <w:rsid w:val="00BC2785"/>
    <w:rsid w:val="00BC2B77"/>
    <w:rsid w:val="00BC31C0"/>
    <w:rsid w:val="00BC35DA"/>
    <w:rsid w:val="00BC3ACD"/>
    <w:rsid w:val="00BC3CF2"/>
    <w:rsid w:val="00BC3E6F"/>
    <w:rsid w:val="00BC4237"/>
    <w:rsid w:val="00BC48E6"/>
    <w:rsid w:val="00BC4F9A"/>
    <w:rsid w:val="00BC5875"/>
    <w:rsid w:val="00BC5946"/>
    <w:rsid w:val="00BC6715"/>
    <w:rsid w:val="00BC68C7"/>
    <w:rsid w:val="00BC78DA"/>
    <w:rsid w:val="00BC7BBC"/>
    <w:rsid w:val="00BC7CC0"/>
    <w:rsid w:val="00BD02D7"/>
    <w:rsid w:val="00BD08B1"/>
    <w:rsid w:val="00BD0D24"/>
    <w:rsid w:val="00BD0DD0"/>
    <w:rsid w:val="00BD1EBF"/>
    <w:rsid w:val="00BD23AF"/>
    <w:rsid w:val="00BD242F"/>
    <w:rsid w:val="00BD2A07"/>
    <w:rsid w:val="00BD2CD8"/>
    <w:rsid w:val="00BD32A8"/>
    <w:rsid w:val="00BD380D"/>
    <w:rsid w:val="00BD3BC0"/>
    <w:rsid w:val="00BD4D00"/>
    <w:rsid w:val="00BD575F"/>
    <w:rsid w:val="00BD6670"/>
    <w:rsid w:val="00BD67FF"/>
    <w:rsid w:val="00BD6B15"/>
    <w:rsid w:val="00BD6BC7"/>
    <w:rsid w:val="00BD6BE4"/>
    <w:rsid w:val="00BD6E2D"/>
    <w:rsid w:val="00BD6F0D"/>
    <w:rsid w:val="00BD7691"/>
    <w:rsid w:val="00BD7E65"/>
    <w:rsid w:val="00BD7FDF"/>
    <w:rsid w:val="00BE0570"/>
    <w:rsid w:val="00BE0928"/>
    <w:rsid w:val="00BE0C02"/>
    <w:rsid w:val="00BE0C69"/>
    <w:rsid w:val="00BE1A0B"/>
    <w:rsid w:val="00BE1B3B"/>
    <w:rsid w:val="00BE1BBE"/>
    <w:rsid w:val="00BE1DBB"/>
    <w:rsid w:val="00BE1DCF"/>
    <w:rsid w:val="00BE214F"/>
    <w:rsid w:val="00BE2BE1"/>
    <w:rsid w:val="00BE2C07"/>
    <w:rsid w:val="00BE32EE"/>
    <w:rsid w:val="00BE34B3"/>
    <w:rsid w:val="00BE3647"/>
    <w:rsid w:val="00BE3943"/>
    <w:rsid w:val="00BE3C66"/>
    <w:rsid w:val="00BE41CF"/>
    <w:rsid w:val="00BE4431"/>
    <w:rsid w:val="00BE4CC0"/>
    <w:rsid w:val="00BE4E06"/>
    <w:rsid w:val="00BE4E68"/>
    <w:rsid w:val="00BE4FD0"/>
    <w:rsid w:val="00BE5153"/>
    <w:rsid w:val="00BE5322"/>
    <w:rsid w:val="00BE55AC"/>
    <w:rsid w:val="00BE598E"/>
    <w:rsid w:val="00BE5F8E"/>
    <w:rsid w:val="00BE6030"/>
    <w:rsid w:val="00BE6426"/>
    <w:rsid w:val="00BE647F"/>
    <w:rsid w:val="00BE64E8"/>
    <w:rsid w:val="00BE67AC"/>
    <w:rsid w:val="00BE67CF"/>
    <w:rsid w:val="00BE68AB"/>
    <w:rsid w:val="00BE70E8"/>
    <w:rsid w:val="00BE72E5"/>
    <w:rsid w:val="00BE752C"/>
    <w:rsid w:val="00BE76D9"/>
    <w:rsid w:val="00BE782A"/>
    <w:rsid w:val="00BE78E3"/>
    <w:rsid w:val="00BE7B85"/>
    <w:rsid w:val="00BF0098"/>
    <w:rsid w:val="00BF05E1"/>
    <w:rsid w:val="00BF0DCF"/>
    <w:rsid w:val="00BF0DF9"/>
    <w:rsid w:val="00BF0FB6"/>
    <w:rsid w:val="00BF185E"/>
    <w:rsid w:val="00BF1C12"/>
    <w:rsid w:val="00BF2977"/>
    <w:rsid w:val="00BF2AEA"/>
    <w:rsid w:val="00BF2E47"/>
    <w:rsid w:val="00BF3BF3"/>
    <w:rsid w:val="00BF3F0B"/>
    <w:rsid w:val="00BF4B06"/>
    <w:rsid w:val="00BF5EB5"/>
    <w:rsid w:val="00BF6164"/>
    <w:rsid w:val="00BF6D21"/>
    <w:rsid w:val="00BF7B1F"/>
    <w:rsid w:val="00C00081"/>
    <w:rsid w:val="00C00D84"/>
    <w:rsid w:val="00C00EAC"/>
    <w:rsid w:val="00C0109B"/>
    <w:rsid w:val="00C01140"/>
    <w:rsid w:val="00C01477"/>
    <w:rsid w:val="00C02BA1"/>
    <w:rsid w:val="00C03032"/>
    <w:rsid w:val="00C031B4"/>
    <w:rsid w:val="00C0360A"/>
    <w:rsid w:val="00C03A6C"/>
    <w:rsid w:val="00C03D82"/>
    <w:rsid w:val="00C0407E"/>
    <w:rsid w:val="00C04381"/>
    <w:rsid w:val="00C04712"/>
    <w:rsid w:val="00C04B6B"/>
    <w:rsid w:val="00C056B7"/>
    <w:rsid w:val="00C05951"/>
    <w:rsid w:val="00C06725"/>
    <w:rsid w:val="00C072BA"/>
    <w:rsid w:val="00C07A41"/>
    <w:rsid w:val="00C07D65"/>
    <w:rsid w:val="00C07E87"/>
    <w:rsid w:val="00C10336"/>
    <w:rsid w:val="00C10861"/>
    <w:rsid w:val="00C109B6"/>
    <w:rsid w:val="00C12079"/>
    <w:rsid w:val="00C12235"/>
    <w:rsid w:val="00C12B7C"/>
    <w:rsid w:val="00C12D83"/>
    <w:rsid w:val="00C131A3"/>
    <w:rsid w:val="00C134C0"/>
    <w:rsid w:val="00C13999"/>
    <w:rsid w:val="00C13F01"/>
    <w:rsid w:val="00C144B4"/>
    <w:rsid w:val="00C151EF"/>
    <w:rsid w:val="00C15214"/>
    <w:rsid w:val="00C15256"/>
    <w:rsid w:val="00C15939"/>
    <w:rsid w:val="00C159E6"/>
    <w:rsid w:val="00C15B40"/>
    <w:rsid w:val="00C15C6E"/>
    <w:rsid w:val="00C15D1C"/>
    <w:rsid w:val="00C16F5C"/>
    <w:rsid w:val="00C170F6"/>
    <w:rsid w:val="00C172C2"/>
    <w:rsid w:val="00C1774D"/>
    <w:rsid w:val="00C17BA4"/>
    <w:rsid w:val="00C200ED"/>
    <w:rsid w:val="00C201C8"/>
    <w:rsid w:val="00C20255"/>
    <w:rsid w:val="00C205D6"/>
    <w:rsid w:val="00C20A5A"/>
    <w:rsid w:val="00C20E7E"/>
    <w:rsid w:val="00C210CF"/>
    <w:rsid w:val="00C2113E"/>
    <w:rsid w:val="00C2138B"/>
    <w:rsid w:val="00C215E2"/>
    <w:rsid w:val="00C217DF"/>
    <w:rsid w:val="00C2189D"/>
    <w:rsid w:val="00C21C54"/>
    <w:rsid w:val="00C21DF9"/>
    <w:rsid w:val="00C21F31"/>
    <w:rsid w:val="00C226B7"/>
    <w:rsid w:val="00C22CE8"/>
    <w:rsid w:val="00C22D20"/>
    <w:rsid w:val="00C237C0"/>
    <w:rsid w:val="00C23BEB"/>
    <w:rsid w:val="00C23EAA"/>
    <w:rsid w:val="00C240AA"/>
    <w:rsid w:val="00C24634"/>
    <w:rsid w:val="00C247BE"/>
    <w:rsid w:val="00C247EB"/>
    <w:rsid w:val="00C24E48"/>
    <w:rsid w:val="00C25162"/>
    <w:rsid w:val="00C261F4"/>
    <w:rsid w:val="00C26350"/>
    <w:rsid w:val="00C2696C"/>
    <w:rsid w:val="00C27F59"/>
    <w:rsid w:val="00C30064"/>
    <w:rsid w:val="00C304A6"/>
    <w:rsid w:val="00C30632"/>
    <w:rsid w:val="00C30667"/>
    <w:rsid w:val="00C30891"/>
    <w:rsid w:val="00C30C43"/>
    <w:rsid w:val="00C30C85"/>
    <w:rsid w:val="00C311D0"/>
    <w:rsid w:val="00C31769"/>
    <w:rsid w:val="00C31B87"/>
    <w:rsid w:val="00C31D70"/>
    <w:rsid w:val="00C31E09"/>
    <w:rsid w:val="00C31E76"/>
    <w:rsid w:val="00C32C51"/>
    <w:rsid w:val="00C32E1D"/>
    <w:rsid w:val="00C336F1"/>
    <w:rsid w:val="00C33F4F"/>
    <w:rsid w:val="00C341A3"/>
    <w:rsid w:val="00C34A35"/>
    <w:rsid w:val="00C34AC1"/>
    <w:rsid w:val="00C34BDE"/>
    <w:rsid w:val="00C34E5B"/>
    <w:rsid w:val="00C34ED6"/>
    <w:rsid w:val="00C353D7"/>
    <w:rsid w:val="00C35787"/>
    <w:rsid w:val="00C35BD6"/>
    <w:rsid w:val="00C35BF5"/>
    <w:rsid w:val="00C36199"/>
    <w:rsid w:val="00C36822"/>
    <w:rsid w:val="00C369C8"/>
    <w:rsid w:val="00C36F9C"/>
    <w:rsid w:val="00C3705A"/>
    <w:rsid w:val="00C3799E"/>
    <w:rsid w:val="00C37B48"/>
    <w:rsid w:val="00C41374"/>
    <w:rsid w:val="00C414FE"/>
    <w:rsid w:val="00C4205A"/>
    <w:rsid w:val="00C426EC"/>
    <w:rsid w:val="00C42D1F"/>
    <w:rsid w:val="00C43914"/>
    <w:rsid w:val="00C439CA"/>
    <w:rsid w:val="00C43A5B"/>
    <w:rsid w:val="00C43B6D"/>
    <w:rsid w:val="00C4416D"/>
    <w:rsid w:val="00C443C2"/>
    <w:rsid w:val="00C444A0"/>
    <w:rsid w:val="00C451C0"/>
    <w:rsid w:val="00C45467"/>
    <w:rsid w:val="00C454B9"/>
    <w:rsid w:val="00C45662"/>
    <w:rsid w:val="00C45AC4"/>
    <w:rsid w:val="00C45AFB"/>
    <w:rsid w:val="00C45B9C"/>
    <w:rsid w:val="00C45C79"/>
    <w:rsid w:val="00C46293"/>
    <w:rsid w:val="00C46426"/>
    <w:rsid w:val="00C46438"/>
    <w:rsid w:val="00C4665F"/>
    <w:rsid w:val="00C46741"/>
    <w:rsid w:val="00C467FF"/>
    <w:rsid w:val="00C46A8B"/>
    <w:rsid w:val="00C46A97"/>
    <w:rsid w:val="00C47064"/>
    <w:rsid w:val="00C4724E"/>
    <w:rsid w:val="00C475C9"/>
    <w:rsid w:val="00C4799C"/>
    <w:rsid w:val="00C5005B"/>
    <w:rsid w:val="00C501A2"/>
    <w:rsid w:val="00C50248"/>
    <w:rsid w:val="00C504FA"/>
    <w:rsid w:val="00C505CE"/>
    <w:rsid w:val="00C50B93"/>
    <w:rsid w:val="00C51679"/>
    <w:rsid w:val="00C517BD"/>
    <w:rsid w:val="00C51C27"/>
    <w:rsid w:val="00C51D44"/>
    <w:rsid w:val="00C51FA7"/>
    <w:rsid w:val="00C521A3"/>
    <w:rsid w:val="00C5278C"/>
    <w:rsid w:val="00C52D04"/>
    <w:rsid w:val="00C52FF3"/>
    <w:rsid w:val="00C535C3"/>
    <w:rsid w:val="00C53607"/>
    <w:rsid w:val="00C54581"/>
    <w:rsid w:val="00C54B12"/>
    <w:rsid w:val="00C54B86"/>
    <w:rsid w:val="00C54E9C"/>
    <w:rsid w:val="00C5551E"/>
    <w:rsid w:val="00C555BE"/>
    <w:rsid w:val="00C55756"/>
    <w:rsid w:val="00C55850"/>
    <w:rsid w:val="00C55867"/>
    <w:rsid w:val="00C55AE4"/>
    <w:rsid w:val="00C55EB7"/>
    <w:rsid w:val="00C56397"/>
    <w:rsid w:val="00C5665C"/>
    <w:rsid w:val="00C5703D"/>
    <w:rsid w:val="00C574A3"/>
    <w:rsid w:val="00C5791F"/>
    <w:rsid w:val="00C579F1"/>
    <w:rsid w:val="00C57D9F"/>
    <w:rsid w:val="00C57F62"/>
    <w:rsid w:val="00C600DE"/>
    <w:rsid w:val="00C60400"/>
    <w:rsid w:val="00C611A9"/>
    <w:rsid w:val="00C61603"/>
    <w:rsid w:val="00C616CA"/>
    <w:rsid w:val="00C61735"/>
    <w:rsid w:val="00C61A11"/>
    <w:rsid w:val="00C6237D"/>
    <w:rsid w:val="00C624BF"/>
    <w:rsid w:val="00C62715"/>
    <w:rsid w:val="00C62E45"/>
    <w:rsid w:val="00C634FB"/>
    <w:rsid w:val="00C63BEB"/>
    <w:rsid w:val="00C63E05"/>
    <w:rsid w:val="00C64734"/>
    <w:rsid w:val="00C64849"/>
    <w:rsid w:val="00C64E37"/>
    <w:rsid w:val="00C65A96"/>
    <w:rsid w:val="00C65B0F"/>
    <w:rsid w:val="00C65E06"/>
    <w:rsid w:val="00C66B09"/>
    <w:rsid w:val="00C66D24"/>
    <w:rsid w:val="00C66FD0"/>
    <w:rsid w:val="00C675BB"/>
    <w:rsid w:val="00C6794F"/>
    <w:rsid w:val="00C67BAA"/>
    <w:rsid w:val="00C67EDA"/>
    <w:rsid w:val="00C7024E"/>
    <w:rsid w:val="00C70460"/>
    <w:rsid w:val="00C70A60"/>
    <w:rsid w:val="00C71381"/>
    <w:rsid w:val="00C7209E"/>
    <w:rsid w:val="00C72D99"/>
    <w:rsid w:val="00C7338B"/>
    <w:rsid w:val="00C733D8"/>
    <w:rsid w:val="00C73C0D"/>
    <w:rsid w:val="00C73F36"/>
    <w:rsid w:val="00C7414D"/>
    <w:rsid w:val="00C74280"/>
    <w:rsid w:val="00C744A6"/>
    <w:rsid w:val="00C74610"/>
    <w:rsid w:val="00C7486B"/>
    <w:rsid w:val="00C74A1B"/>
    <w:rsid w:val="00C74D4D"/>
    <w:rsid w:val="00C754A0"/>
    <w:rsid w:val="00C76B93"/>
    <w:rsid w:val="00C76C27"/>
    <w:rsid w:val="00C76E26"/>
    <w:rsid w:val="00C7729C"/>
    <w:rsid w:val="00C7774C"/>
    <w:rsid w:val="00C777F3"/>
    <w:rsid w:val="00C77986"/>
    <w:rsid w:val="00C77D6E"/>
    <w:rsid w:val="00C8052B"/>
    <w:rsid w:val="00C80654"/>
    <w:rsid w:val="00C80738"/>
    <w:rsid w:val="00C8073F"/>
    <w:rsid w:val="00C80B65"/>
    <w:rsid w:val="00C812A1"/>
    <w:rsid w:val="00C81347"/>
    <w:rsid w:val="00C81434"/>
    <w:rsid w:val="00C81817"/>
    <w:rsid w:val="00C818AF"/>
    <w:rsid w:val="00C82439"/>
    <w:rsid w:val="00C827BF"/>
    <w:rsid w:val="00C827DD"/>
    <w:rsid w:val="00C82955"/>
    <w:rsid w:val="00C82A38"/>
    <w:rsid w:val="00C83964"/>
    <w:rsid w:val="00C83F78"/>
    <w:rsid w:val="00C8415A"/>
    <w:rsid w:val="00C85460"/>
    <w:rsid w:val="00C8547A"/>
    <w:rsid w:val="00C854E0"/>
    <w:rsid w:val="00C857C4"/>
    <w:rsid w:val="00C85C5A"/>
    <w:rsid w:val="00C85D3E"/>
    <w:rsid w:val="00C85F6D"/>
    <w:rsid w:val="00C8688F"/>
    <w:rsid w:val="00C86BC4"/>
    <w:rsid w:val="00C875F5"/>
    <w:rsid w:val="00C8762D"/>
    <w:rsid w:val="00C9031E"/>
    <w:rsid w:val="00C903E0"/>
    <w:rsid w:val="00C909F9"/>
    <w:rsid w:val="00C90D98"/>
    <w:rsid w:val="00C9181F"/>
    <w:rsid w:val="00C91904"/>
    <w:rsid w:val="00C91B34"/>
    <w:rsid w:val="00C91C18"/>
    <w:rsid w:val="00C91EE6"/>
    <w:rsid w:val="00C91F37"/>
    <w:rsid w:val="00C92392"/>
    <w:rsid w:val="00C92DD0"/>
    <w:rsid w:val="00C92E02"/>
    <w:rsid w:val="00C92ED7"/>
    <w:rsid w:val="00C93459"/>
    <w:rsid w:val="00C93534"/>
    <w:rsid w:val="00C936DF"/>
    <w:rsid w:val="00C94B5D"/>
    <w:rsid w:val="00C94D7F"/>
    <w:rsid w:val="00C94DF7"/>
    <w:rsid w:val="00C94E33"/>
    <w:rsid w:val="00C94FDC"/>
    <w:rsid w:val="00C95FDC"/>
    <w:rsid w:val="00C96328"/>
    <w:rsid w:val="00C9682A"/>
    <w:rsid w:val="00C97473"/>
    <w:rsid w:val="00C974F6"/>
    <w:rsid w:val="00C975B0"/>
    <w:rsid w:val="00C97811"/>
    <w:rsid w:val="00C97900"/>
    <w:rsid w:val="00C9790D"/>
    <w:rsid w:val="00C97A42"/>
    <w:rsid w:val="00CA01B2"/>
    <w:rsid w:val="00CA0D80"/>
    <w:rsid w:val="00CA1868"/>
    <w:rsid w:val="00CA1FF9"/>
    <w:rsid w:val="00CA23F2"/>
    <w:rsid w:val="00CA2825"/>
    <w:rsid w:val="00CA3259"/>
    <w:rsid w:val="00CA32D9"/>
    <w:rsid w:val="00CA33D4"/>
    <w:rsid w:val="00CA3A5F"/>
    <w:rsid w:val="00CA3D01"/>
    <w:rsid w:val="00CA3F9D"/>
    <w:rsid w:val="00CA4091"/>
    <w:rsid w:val="00CA41C7"/>
    <w:rsid w:val="00CA42E6"/>
    <w:rsid w:val="00CA4A7D"/>
    <w:rsid w:val="00CA5B51"/>
    <w:rsid w:val="00CA5B5C"/>
    <w:rsid w:val="00CA5BFB"/>
    <w:rsid w:val="00CA5C78"/>
    <w:rsid w:val="00CA75B8"/>
    <w:rsid w:val="00CA788E"/>
    <w:rsid w:val="00CA7E55"/>
    <w:rsid w:val="00CA7F1E"/>
    <w:rsid w:val="00CB0145"/>
    <w:rsid w:val="00CB08A9"/>
    <w:rsid w:val="00CB0E28"/>
    <w:rsid w:val="00CB10D6"/>
    <w:rsid w:val="00CB1221"/>
    <w:rsid w:val="00CB1B34"/>
    <w:rsid w:val="00CB1C56"/>
    <w:rsid w:val="00CB267A"/>
    <w:rsid w:val="00CB31FF"/>
    <w:rsid w:val="00CB371C"/>
    <w:rsid w:val="00CB381B"/>
    <w:rsid w:val="00CB3837"/>
    <w:rsid w:val="00CB3F48"/>
    <w:rsid w:val="00CB44C7"/>
    <w:rsid w:val="00CB539C"/>
    <w:rsid w:val="00CB5637"/>
    <w:rsid w:val="00CB5670"/>
    <w:rsid w:val="00CB5684"/>
    <w:rsid w:val="00CB667F"/>
    <w:rsid w:val="00CB6682"/>
    <w:rsid w:val="00CB69A1"/>
    <w:rsid w:val="00CB6BBE"/>
    <w:rsid w:val="00CB6C4D"/>
    <w:rsid w:val="00CB6CA8"/>
    <w:rsid w:val="00CB6EBF"/>
    <w:rsid w:val="00CB7C81"/>
    <w:rsid w:val="00CB7D65"/>
    <w:rsid w:val="00CB7E52"/>
    <w:rsid w:val="00CB7F62"/>
    <w:rsid w:val="00CC1747"/>
    <w:rsid w:val="00CC17AE"/>
    <w:rsid w:val="00CC2132"/>
    <w:rsid w:val="00CC2911"/>
    <w:rsid w:val="00CC2ECD"/>
    <w:rsid w:val="00CC2F29"/>
    <w:rsid w:val="00CC31B1"/>
    <w:rsid w:val="00CC3E2F"/>
    <w:rsid w:val="00CC449C"/>
    <w:rsid w:val="00CC4B00"/>
    <w:rsid w:val="00CC50AE"/>
    <w:rsid w:val="00CC50F0"/>
    <w:rsid w:val="00CC549D"/>
    <w:rsid w:val="00CC5CB6"/>
    <w:rsid w:val="00CC5E73"/>
    <w:rsid w:val="00CC63B7"/>
    <w:rsid w:val="00CC6BDF"/>
    <w:rsid w:val="00CC6EE7"/>
    <w:rsid w:val="00CC7653"/>
    <w:rsid w:val="00CC7723"/>
    <w:rsid w:val="00CD0249"/>
    <w:rsid w:val="00CD1086"/>
    <w:rsid w:val="00CD1552"/>
    <w:rsid w:val="00CD1666"/>
    <w:rsid w:val="00CD20DE"/>
    <w:rsid w:val="00CD20E7"/>
    <w:rsid w:val="00CD22B0"/>
    <w:rsid w:val="00CD2C2D"/>
    <w:rsid w:val="00CD34C9"/>
    <w:rsid w:val="00CD3E18"/>
    <w:rsid w:val="00CD4244"/>
    <w:rsid w:val="00CD489E"/>
    <w:rsid w:val="00CD48A6"/>
    <w:rsid w:val="00CD4BD2"/>
    <w:rsid w:val="00CD571C"/>
    <w:rsid w:val="00CD5766"/>
    <w:rsid w:val="00CD5DCD"/>
    <w:rsid w:val="00CD5FAB"/>
    <w:rsid w:val="00CD6E48"/>
    <w:rsid w:val="00CD729A"/>
    <w:rsid w:val="00CD7A45"/>
    <w:rsid w:val="00CD7AEC"/>
    <w:rsid w:val="00CE1218"/>
    <w:rsid w:val="00CE18D5"/>
    <w:rsid w:val="00CE1C8E"/>
    <w:rsid w:val="00CE1D2D"/>
    <w:rsid w:val="00CE25DF"/>
    <w:rsid w:val="00CE2D2F"/>
    <w:rsid w:val="00CE2D9D"/>
    <w:rsid w:val="00CE3209"/>
    <w:rsid w:val="00CE36C6"/>
    <w:rsid w:val="00CE393A"/>
    <w:rsid w:val="00CE3EF4"/>
    <w:rsid w:val="00CE416B"/>
    <w:rsid w:val="00CE42EF"/>
    <w:rsid w:val="00CE450F"/>
    <w:rsid w:val="00CE4628"/>
    <w:rsid w:val="00CE46AC"/>
    <w:rsid w:val="00CE4E51"/>
    <w:rsid w:val="00CE521A"/>
    <w:rsid w:val="00CE56AD"/>
    <w:rsid w:val="00CE5796"/>
    <w:rsid w:val="00CE59BD"/>
    <w:rsid w:val="00CE59D5"/>
    <w:rsid w:val="00CE5D81"/>
    <w:rsid w:val="00CE5DF3"/>
    <w:rsid w:val="00CE60BA"/>
    <w:rsid w:val="00CE65FC"/>
    <w:rsid w:val="00CE6AEC"/>
    <w:rsid w:val="00CE6C8C"/>
    <w:rsid w:val="00CE71A7"/>
    <w:rsid w:val="00CE7868"/>
    <w:rsid w:val="00CE7B05"/>
    <w:rsid w:val="00CE7D04"/>
    <w:rsid w:val="00CE7E5D"/>
    <w:rsid w:val="00CF03C9"/>
    <w:rsid w:val="00CF08D9"/>
    <w:rsid w:val="00CF0C2F"/>
    <w:rsid w:val="00CF0D6E"/>
    <w:rsid w:val="00CF0F79"/>
    <w:rsid w:val="00CF163F"/>
    <w:rsid w:val="00CF2689"/>
    <w:rsid w:val="00CF2BDD"/>
    <w:rsid w:val="00CF2C41"/>
    <w:rsid w:val="00CF2EAF"/>
    <w:rsid w:val="00CF2F9B"/>
    <w:rsid w:val="00CF3109"/>
    <w:rsid w:val="00CF45A7"/>
    <w:rsid w:val="00CF4CBA"/>
    <w:rsid w:val="00CF502B"/>
    <w:rsid w:val="00CF5921"/>
    <w:rsid w:val="00CF6122"/>
    <w:rsid w:val="00CF6189"/>
    <w:rsid w:val="00CF6289"/>
    <w:rsid w:val="00CF639A"/>
    <w:rsid w:val="00CF74D2"/>
    <w:rsid w:val="00CF74EA"/>
    <w:rsid w:val="00D00AB6"/>
    <w:rsid w:val="00D00FAD"/>
    <w:rsid w:val="00D01D6C"/>
    <w:rsid w:val="00D021A9"/>
    <w:rsid w:val="00D0283D"/>
    <w:rsid w:val="00D0315A"/>
    <w:rsid w:val="00D033F3"/>
    <w:rsid w:val="00D042B8"/>
    <w:rsid w:val="00D04768"/>
    <w:rsid w:val="00D04AC3"/>
    <w:rsid w:val="00D04DDE"/>
    <w:rsid w:val="00D04E11"/>
    <w:rsid w:val="00D04E43"/>
    <w:rsid w:val="00D04F5E"/>
    <w:rsid w:val="00D04F79"/>
    <w:rsid w:val="00D05496"/>
    <w:rsid w:val="00D05695"/>
    <w:rsid w:val="00D0577E"/>
    <w:rsid w:val="00D057A0"/>
    <w:rsid w:val="00D05A86"/>
    <w:rsid w:val="00D05E58"/>
    <w:rsid w:val="00D0605E"/>
    <w:rsid w:val="00D06354"/>
    <w:rsid w:val="00D066D0"/>
    <w:rsid w:val="00D07147"/>
    <w:rsid w:val="00D074CC"/>
    <w:rsid w:val="00D07B8E"/>
    <w:rsid w:val="00D07F3D"/>
    <w:rsid w:val="00D1014B"/>
    <w:rsid w:val="00D11088"/>
    <w:rsid w:val="00D11276"/>
    <w:rsid w:val="00D112AC"/>
    <w:rsid w:val="00D118EB"/>
    <w:rsid w:val="00D11B31"/>
    <w:rsid w:val="00D11B9A"/>
    <w:rsid w:val="00D12120"/>
    <w:rsid w:val="00D12377"/>
    <w:rsid w:val="00D129AA"/>
    <w:rsid w:val="00D12AA4"/>
    <w:rsid w:val="00D13E4D"/>
    <w:rsid w:val="00D13FE8"/>
    <w:rsid w:val="00D14222"/>
    <w:rsid w:val="00D14F8C"/>
    <w:rsid w:val="00D15086"/>
    <w:rsid w:val="00D15694"/>
    <w:rsid w:val="00D15996"/>
    <w:rsid w:val="00D15B2D"/>
    <w:rsid w:val="00D16121"/>
    <w:rsid w:val="00D1618E"/>
    <w:rsid w:val="00D171AC"/>
    <w:rsid w:val="00D173A0"/>
    <w:rsid w:val="00D176D7"/>
    <w:rsid w:val="00D17BF7"/>
    <w:rsid w:val="00D17F31"/>
    <w:rsid w:val="00D20CD8"/>
    <w:rsid w:val="00D21D67"/>
    <w:rsid w:val="00D21F24"/>
    <w:rsid w:val="00D223F0"/>
    <w:rsid w:val="00D22B4F"/>
    <w:rsid w:val="00D23066"/>
    <w:rsid w:val="00D231F2"/>
    <w:rsid w:val="00D232F9"/>
    <w:rsid w:val="00D239D3"/>
    <w:rsid w:val="00D23C4D"/>
    <w:rsid w:val="00D24B68"/>
    <w:rsid w:val="00D251A0"/>
    <w:rsid w:val="00D25322"/>
    <w:rsid w:val="00D257D6"/>
    <w:rsid w:val="00D257E6"/>
    <w:rsid w:val="00D25A4B"/>
    <w:rsid w:val="00D25AFF"/>
    <w:rsid w:val="00D25B8E"/>
    <w:rsid w:val="00D25D81"/>
    <w:rsid w:val="00D25D89"/>
    <w:rsid w:val="00D25E5F"/>
    <w:rsid w:val="00D25F67"/>
    <w:rsid w:val="00D267B9"/>
    <w:rsid w:val="00D26973"/>
    <w:rsid w:val="00D26991"/>
    <w:rsid w:val="00D27589"/>
    <w:rsid w:val="00D27844"/>
    <w:rsid w:val="00D27AC1"/>
    <w:rsid w:val="00D30454"/>
    <w:rsid w:val="00D305F3"/>
    <w:rsid w:val="00D307B1"/>
    <w:rsid w:val="00D30925"/>
    <w:rsid w:val="00D30939"/>
    <w:rsid w:val="00D30C39"/>
    <w:rsid w:val="00D311F5"/>
    <w:rsid w:val="00D31BC5"/>
    <w:rsid w:val="00D328B5"/>
    <w:rsid w:val="00D32FB0"/>
    <w:rsid w:val="00D3301B"/>
    <w:rsid w:val="00D33669"/>
    <w:rsid w:val="00D343F2"/>
    <w:rsid w:val="00D34827"/>
    <w:rsid w:val="00D34BEB"/>
    <w:rsid w:val="00D351D5"/>
    <w:rsid w:val="00D35478"/>
    <w:rsid w:val="00D355E9"/>
    <w:rsid w:val="00D35BF8"/>
    <w:rsid w:val="00D35F26"/>
    <w:rsid w:val="00D36060"/>
    <w:rsid w:val="00D36326"/>
    <w:rsid w:val="00D36D82"/>
    <w:rsid w:val="00D3726F"/>
    <w:rsid w:val="00D37470"/>
    <w:rsid w:val="00D376EF"/>
    <w:rsid w:val="00D37736"/>
    <w:rsid w:val="00D3792C"/>
    <w:rsid w:val="00D379EF"/>
    <w:rsid w:val="00D37D33"/>
    <w:rsid w:val="00D37E15"/>
    <w:rsid w:val="00D4041A"/>
    <w:rsid w:val="00D40AE5"/>
    <w:rsid w:val="00D4116B"/>
    <w:rsid w:val="00D416AE"/>
    <w:rsid w:val="00D41CEE"/>
    <w:rsid w:val="00D41CF8"/>
    <w:rsid w:val="00D42589"/>
    <w:rsid w:val="00D42A41"/>
    <w:rsid w:val="00D42C94"/>
    <w:rsid w:val="00D43177"/>
    <w:rsid w:val="00D4349B"/>
    <w:rsid w:val="00D43550"/>
    <w:rsid w:val="00D4374A"/>
    <w:rsid w:val="00D438CB"/>
    <w:rsid w:val="00D43BE9"/>
    <w:rsid w:val="00D448A7"/>
    <w:rsid w:val="00D44975"/>
    <w:rsid w:val="00D44DA5"/>
    <w:rsid w:val="00D4514D"/>
    <w:rsid w:val="00D454AC"/>
    <w:rsid w:val="00D45963"/>
    <w:rsid w:val="00D45971"/>
    <w:rsid w:val="00D45B5F"/>
    <w:rsid w:val="00D464E2"/>
    <w:rsid w:val="00D46591"/>
    <w:rsid w:val="00D46B2C"/>
    <w:rsid w:val="00D46B84"/>
    <w:rsid w:val="00D4761C"/>
    <w:rsid w:val="00D476D3"/>
    <w:rsid w:val="00D478AA"/>
    <w:rsid w:val="00D478F6"/>
    <w:rsid w:val="00D47BC4"/>
    <w:rsid w:val="00D47F21"/>
    <w:rsid w:val="00D5011A"/>
    <w:rsid w:val="00D502E9"/>
    <w:rsid w:val="00D506C1"/>
    <w:rsid w:val="00D50ECB"/>
    <w:rsid w:val="00D51062"/>
    <w:rsid w:val="00D51189"/>
    <w:rsid w:val="00D5134D"/>
    <w:rsid w:val="00D513A1"/>
    <w:rsid w:val="00D514ED"/>
    <w:rsid w:val="00D5152B"/>
    <w:rsid w:val="00D51713"/>
    <w:rsid w:val="00D51DBF"/>
    <w:rsid w:val="00D5218B"/>
    <w:rsid w:val="00D524F1"/>
    <w:rsid w:val="00D533E8"/>
    <w:rsid w:val="00D54366"/>
    <w:rsid w:val="00D5497D"/>
    <w:rsid w:val="00D54E8B"/>
    <w:rsid w:val="00D5530A"/>
    <w:rsid w:val="00D55AAE"/>
    <w:rsid w:val="00D55B80"/>
    <w:rsid w:val="00D55C16"/>
    <w:rsid w:val="00D5694F"/>
    <w:rsid w:val="00D56D2C"/>
    <w:rsid w:val="00D56FAC"/>
    <w:rsid w:val="00D5785B"/>
    <w:rsid w:val="00D579E6"/>
    <w:rsid w:val="00D57AC1"/>
    <w:rsid w:val="00D57D63"/>
    <w:rsid w:val="00D600B3"/>
    <w:rsid w:val="00D60303"/>
    <w:rsid w:val="00D611CA"/>
    <w:rsid w:val="00D61420"/>
    <w:rsid w:val="00D61FE9"/>
    <w:rsid w:val="00D62515"/>
    <w:rsid w:val="00D62EA1"/>
    <w:rsid w:val="00D63059"/>
    <w:rsid w:val="00D64ADA"/>
    <w:rsid w:val="00D6547B"/>
    <w:rsid w:val="00D65B75"/>
    <w:rsid w:val="00D65C92"/>
    <w:rsid w:val="00D65FC1"/>
    <w:rsid w:val="00D662A6"/>
    <w:rsid w:val="00D66B6C"/>
    <w:rsid w:val="00D67288"/>
    <w:rsid w:val="00D67291"/>
    <w:rsid w:val="00D67DE1"/>
    <w:rsid w:val="00D7007E"/>
    <w:rsid w:val="00D70542"/>
    <w:rsid w:val="00D70B5F"/>
    <w:rsid w:val="00D70E22"/>
    <w:rsid w:val="00D70EC4"/>
    <w:rsid w:val="00D71137"/>
    <w:rsid w:val="00D719A9"/>
    <w:rsid w:val="00D71B1A"/>
    <w:rsid w:val="00D722CB"/>
    <w:rsid w:val="00D7247B"/>
    <w:rsid w:val="00D727A5"/>
    <w:rsid w:val="00D729DA"/>
    <w:rsid w:val="00D72A3F"/>
    <w:rsid w:val="00D734C9"/>
    <w:rsid w:val="00D736B9"/>
    <w:rsid w:val="00D738FC"/>
    <w:rsid w:val="00D73E88"/>
    <w:rsid w:val="00D7437D"/>
    <w:rsid w:val="00D7498E"/>
    <w:rsid w:val="00D749BB"/>
    <w:rsid w:val="00D74A08"/>
    <w:rsid w:val="00D74A11"/>
    <w:rsid w:val="00D74B67"/>
    <w:rsid w:val="00D74CFF"/>
    <w:rsid w:val="00D74F62"/>
    <w:rsid w:val="00D74FAB"/>
    <w:rsid w:val="00D750D0"/>
    <w:rsid w:val="00D7681B"/>
    <w:rsid w:val="00D76AB0"/>
    <w:rsid w:val="00D76DBD"/>
    <w:rsid w:val="00D770C8"/>
    <w:rsid w:val="00D7750D"/>
    <w:rsid w:val="00D7762A"/>
    <w:rsid w:val="00D77830"/>
    <w:rsid w:val="00D77F58"/>
    <w:rsid w:val="00D8058A"/>
    <w:rsid w:val="00D80877"/>
    <w:rsid w:val="00D808CC"/>
    <w:rsid w:val="00D80EAB"/>
    <w:rsid w:val="00D81687"/>
    <w:rsid w:val="00D81EC6"/>
    <w:rsid w:val="00D8219E"/>
    <w:rsid w:val="00D82492"/>
    <w:rsid w:val="00D82580"/>
    <w:rsid w:val="00D835E9"/>
    <w:rsid w:val="00D83824"/>
    <w:rsid w:val="00D83E93"/>
    <w:rsid w:val="00D83FDE"/>
    <w:rsid w:val="00D846D7"/>
    <w:rsid w:val="00D84AAC"/>
    <w:rsid w:val="00D84DDB"/>
    <w:rsid w:val="00D853CC"/>
    <w:rsid w:val="00D857C9"/>
    <w:rsid w:val="00D85EF2"/>
    <w:rsid w:val="00D86410"/>
    <w:rsid w:val="00D864D3"/>
    <w:rsid w:val="00D866F1"/>
    <w:rsid w:val="00D869B4"/>
    <w:rsid w:val="00D86CC9"/>
    <w:rsid w:val="00D86D9A"/>
    <w:rsid w:val="00D87B7E"/>
    <w:rsid w:val="00D87C56"/>
    <w:rsid w:val="00D87E51"/>
    <w:rsid w:val="00D87E55"/>
    <w:rsid w:val="00D902AE"/>
    <w:rsid w:val="00D911CB"/>
    <w:rsid w:val="00D91219"/>
    <w:rsid w:val="00D9164E"/>
    <w:rsid w:val="00D9188D"/>
    <w:rsid w:val="00D91B7E"/>
    <w:rsid w:val="00D91D3D"/>
    <w:rsid w:val="00D91FCD"/>
    <w:rsid w:val="00D92398"/>
    <w:rsid w:val="00D9253F"/>
    <w:rsid w:val="00D929F6"/>
    <w:rsid w:val="00D930A5"/>
    <w:rsid w:val="00D939F5"/>
    <w:rsid w:val="00D940B5"/>
    <w:rsid w:val="00D94F76"/>
    <w:rsid w:val="00D95425"/>
    <w:rsid w:val="00D95543"/>
    <w:rsid w:val="00D9560C"/>
    <w:rsid w:val="00D957DD"/>
    <w:rsid w:val="00D95D66"/>
    <w:rsid w:val="00D95EC6"/>
    <w:rsid w:val="00D96085"/>
    <w:rsid w:val="00D9612D"/>
    <w:rsid w:val="00D961A7"/>
    <w:rsid w:val="00D96521"/>
    <w:rsid w:val="00D9677E"/>
    <w:rsid w:val="00D96802"/>
    <w:rsid w:val="00D96900"/>
    <w:rsid w:val="00D96E6E"/>
    <w:rsid w:val="00D96ED0"/>
    <w:rsid w:val="00D96ED6"/>
    <w:rsid w:val="00D97228"/>
    <w:rsid w:val="00D973E2"/>
    <w:rsid w:val="00D973FC"/>
    <w:rsid w:val="00D9756D"/>
    <w:rsid w:val="00D97D72"/>
    <w:rsid w:val="00DA07A9"/>
    <w:rsid w:val="00DA0FDC"/>
    <w:rsid w:val="00DA115B"/>
    <w:rsid w:val="00DA1848"/>
    <w:rsid w:val="00DA22B0"/>
    <w:rsid w:val="00DA2301"/>
    <w:rsid w:val="00DA2330"/>
    <w:rsid w:val="00DA2F5C"/>
    <w:rsid w:val="00DA336B"/>
    <w:rsid w:val="00DA4181"/>
    <w:rsid w:val="00DA4417"/>
    <w:rsid w:val="00DA466A"/>
    <w:rsid w:val="00DA47EF"/>
    <w:rsid w:val="00DA4BB8"/>
    <w:rsid w:val="00DA4EE1"/>
    <w:rsid w:val="00DA5228"/>
    <w:rsid w:val="00DA5746"/>
    <w:rsid w:val="00DA5B4C"/>
    <w:rsid w:val="00DA5B8D"/>
    <w:rsid w:val="00DA5C16"/>
    <w:rsid w:val="00DA6BA1"/>
    <w:rsid w:val="00DA6CE4"/>
    <w:rsid w:val="00DA7299"/>
    <w:rsid w:val="00DA75A5"/>
    <w:rsid w:val="00DA772A"/>
    <w:rsid w:val="00DA7926"/>
    <w:rsid w:val="00DA7B03"/>
    <w:rsid w:val="00DA7B3C"/>
    <w:rsid w:val="00DA7CB1"/>
    <w:rsid w:val="00DA7FC3"/>
    <w:rsid w:val="00DB07EE"/>
    <w:rsid w:val="00DB0D5A"/>
    <w:rsid w:val="00DB0F15"/>
    <w:rsid w:val="00DB102B"/>
    <w:rsid w:val="00DB226A"/>
    <w:rsid w:val="00DB276E"/>
    <w:rsid w:val="00DB282A"/>
    <w:rsid w:val="00DB2843"/>
    <w:rsid w:val="00DB2883"/>
    <w:rsid w:val="00DB2FCC"/>
    <w:rsid w:val="00DB35A0"/>
    <w:rsid w:val="00DB3B1E"/>
    <w:rsid w:val="00DB40C4"/>
    <w:rsid w:val="00DB4222"/>
    <w:rsid w:val="00DB4345"/>
    <w:rsid w:val="00DB45CB"/>
    <w:rsid w:val="00DB494B"/>
    <w:rsid w:val="00DB49CD"/>
    <w:rsid w:val="00DB4ECD"/>
    <w:rsid w:val="00DB5132"/>
    <w:rsid w:val="00DB59F6"/>
    <w:rsid w:val="00DB5B80"/>
    <w:rsid w:val="00DB6484"/>
    <w:rsid w:val="00DB6BAF"/>
    <w:rsid w:val="00DB6F97"/>
    <w:rsid w:val="00DB740B"/>
    <w:rsid w:val="00DB7A87"/>
    <w:rsid w:val="00DC00FE"/>
    <w:rsid w:val="00DC046C"/>
    <w:rsid w:val="00DC0B23"/>
    <w:rsid w:val="00DC0CD6"/>
    <w:rsid w:val="00DC10A7"/>
    <w:rsid w:val="00DC129D"/>
    <w:rsid w:val="00DC17AD"/>
    <w:rsid w:val="00DC1D35"/>
    <w:rsid w:val="00DC2410"/>
    <w:rsid w:val="00DC26B3"/>
    <w:rsid w:val="00DC2AFF"/>
    <w:rsid w:val="00DC2C4A"/>
    <w:rsid w:val="00DC309F"/>
    <w:rsid w:val="00DC338C"/>
    <w:rsid w:val="00DC353D"/>
    <w:rsid w:val="00DC3605"/>
    <w:rsid w:val="00DC3ADA"/>
    <w:rsid w:val="00DC3BBB"/>
    <w:rsid w:val="00DC3BE3"/>
    <w:rsid w:val="00DC4348"/>
    <w:rsid w:val="00DC5D2B"/>
    <w:rsid w:val="00DC68EE"/>
    <w:rsid w:val="00DC6AB9"/>
    <w:rsid w:val="00DC70C8"/>
    <w:rsid w:val="00DC75E3"/>
    <w:rsid w:val="00DD001E"/>
    <w:rsid w:val="00DD02CB"/>
    <w:rsid w:val="00DD0801"/>
    <w:rsid w:val="00DD093D"/>
    <w:rsid w:val="00DD0959"/>
    <w:rsid w:val="00DD09D7"/>
    <w:rsid w:val="00DD0BE1"/>
    <w:rsid w:val="00DD0DA2"/>
    <w:rsid w:val="00DD14A3"/>
    <w:rsid w:val="00DD1746"/>
    <w:rsid w:val="00DD1CC2"/>
    <w:rsid w:val="00DD2822"/>
    <w:rsid w:val="00DD2C66"/>
    <w:rsid w:val="00DD2D48"/>
    <w:rsid w:val="00DD2D97"/>
    <w:rsid w:val="00DD324B"/>
    <w:rsid w:val="00DD37A4"/>
    <w:rsid w:val="00DD3E79"/>
    <w:rsid w:val="00DD45A9"/>
    <w:rsid w:val="00DD529D"/>
    <w:rsid w:val="00DD55D1"/>
    <w:rsid w:val="00DD61D1"/>
    <w:rsid w:val="00DD61D4"/>
    <w:rsid w:val="00DD6AA2"/>
    <w:rsid w:val="00DD6AF0"/>
    <w:rsid w:val="00DD7345"/>
    <w:rsid w:val="00DD7D3C"/>
    <w:rsid w:val="00DE0367"/>
    <w:rsid w:val="00DE10D0"/>
    <w:rsid w:val="00DE169E"/>
    <w:rsid w:val="00DE26F9"/>
    <w:rsid w:val="00DE2950"/>
    <w:rsid w:val="00DE30FD"/>
    <w:rsid w:val="00DE3319"/>
    <w:rsid w:val="00DE3756"/>
    <w:rsid w:val="00DE3A47"/>
    <w:rsid w:val="00DE3FAE"/>
    <w:rsid w:val="00DE43CF"/>
    <w:rsid w:val="00DE473D"/>
    <w:rsid w:val="00DE4AA2"/>
    <w:rsid w:val="00DE4AD7"/>
    <w:rsid w:val="00DE5EEF"/>
    <w:rsid w:val="00DE601C"/>
    <w:rsid w:val="00DE645F"/>
    <w:rsid w:val="00DE6A2D"/>
    <w:rsid w:val="00DE6DE6"/>
    <w:rsid w:val="00DE6FF1"/>
    <w:rsid w:val="00DE7011"/>
    <w:rsid w:val="00DE7ABA"/>
    <w:rsid w:val="00DE7C1E"/>
    <w:rsid w:val="00DE7E18"/>
    <w:rsid w:val="00DF018A"/>
    <w:rsid w:val="00DF01C5"/>
    <w:rsid w:val="00DF05AB"/>
    <w:rsid w:val="00DF08FC"/>
    <w:rsid w:val="00DF1305"/>
    <w:rsid w:val="00DF1D67"/>
    <w:rsid w:val="00DF1FF1"/>
    <w:rsid w:val="00DF2359"/>
    <w:rsid w:val="00DF3337"/>
    <w:rsid w:val="00DF338D"/>
    <w:rsid w:val="00DF370E"/>
    <w:rsid w:val="00DF3A7A"/>
    <w:rsid w:val="00DF3D74"/>
    <w:rsid w:val="00DF42E2"/>
    <w:rsid w:val="00DF4606"/>
    <w:rsid w:val="00DF493F"/>
    <w:rsid w:val="00DF4BC7"/>
    <w:rsid w:val="00DF4F5E"/>
    <w:rsid w:val="00DF5129"/>
    <w:rsid w:val="00DF54C7"/>
    <w:rsid w:val="00DF5A10"/>
    <w:rsid w:val="00DF6139"/>
    <w:rsid w:val="00DF6254"/>
    <w:rsid w:val="00DF638A"/>
    <w:rsid w:val="00DF6393"/>
    <w:rsid w:val="00DF6482"/>
    <w:rsid w:val="00DF6786"/>
    <w:rsid w:val="00DF6EF7"/>
    <w:rsid w:val="00DF759E"/>
    <w:rsid w:val="00E00520"/>
    <w:rsid w:val="00E0061E"/>
    <w:rsid w:val="00E00E43"/>
    <w:rsid w:val="00E01331"/>
    <w:rsid w:val="00E018FE"/>
    <w:rsid w:val="00E01974"/>
    <w:rsid w:val="00E01E4A"/>
    <w:rsid w:val="00E01F04"/>
    <w:rsid w:val="00E0201F"/>
    <w:rsid w:val="00E02329"/>
    <w:rsid w:val="00E0248A"/>
    <w:rsid w:val="00E0265C"/>
    <w:rsid w:val="00E02A3B"/>
    <w:rsid w:val="00E02C76"/>
    <w:rsid w:val="00E0330A"/>
    <w:rsid w:val="00E033ED"/>
    <w:rsid w:val="00E0380E"/>
    <w:rsid w:val="00E03ED9"/>
    <w:rsid w:val="00E040BF"/>
    <w:rsid w:val="00E04B1E"/>
    <w:rsid w:val="00E0520E"/>
    <w:rsid w:val="00E05BEE"/>
    <w:rsid w:val="00E05C86"/>
    <w:rsid w:val="00E06410"/>
    <w:rsid w:val="00E066F2"/>
    <w:rsid w:val="00E06922"/>
    <w:rsid w:val="00E07914"/>
    <w:rsid w:val="00E0795A"/>
    <w:rsid w:val="00E07A0E"/>
    <w:rsid w:val="00E07A32"/>
    <w:rsid w:val="00E07D0E"/>
    <w:rsid w:val="00E07E6D"/>
    <w:rsid w:val="00E103A9"/>
    <w:rsid w:val="00E109D9"/>
    <w:rsid w:val="00E10BAF"/>
    <w:rsid w:val="00E10BFF"/>
    <w:rsid w:val="00E10C16"/>
    <w:rsid w:val="00E10CBA"/>
    <w:rsid w:val="00E11AA7"/>
    <w:rsid w:val="00E11BC9"/>
    <w:rsid w:val="00E11FA3"/>
    <w:rsid w:val="00E12429"/>
    <w:rsid w:val="00E125C3"/>
    <w:rsid w:val="00E129D2"/>
    <w:rsid w:val="00E12BAC"/>
    <w:rsid w:val="00E13E8A"/>
    <w:rsid w:val="00E145CB"/>
    <w:rsid w:val="00E14B3A"/>
    <w:rsid w:val="00E14C9C"/>
    <w:rsid w:val="00E1513A"/>
    <w:rsid w:val="00E1554E"/>
    <w:rsid w:val="00E1565C"/>
    <w:rsid w:val="00E1599D"/>
    <w:rsid w:val="00E15A5B"/>
    <w:rsid w:val="00E15BCA"/>
    <w:rsid w:val="00E15C62"/>
    <w:rsid w:val="00E164FC"/>
    <w:rsid w:val="00E16A09"/>
    <w:rsid w:val="00E16F73"/>
    <w:rsid w:val="00E172CA"/>
    <w:rsid w:val="00E17640"/>
    <w:rsid w:val="00E17806"/>
    <w:rsid w:val="00E17808"/>
    <w:rsid w:val="00E17839"/>
    <w:rsid w:val="00E178D7"/>
    <w:rsid w:val="00E17C65"/>
    <w:rsid w:val="00E20031"/>
    <w:rsid w:val="00E2060B"/>
    <w:rsid w:val="00E208C2"/>
    <w:rsid w:val="00E20DAA"/>
    <w:rsid w:val="00E20DAD"/>
    <w:rsid w:val="00E21A4F"/>
    <w:rsid w:val="00E2200E"/>
    <w:rsid w:val="00E221A9"/>
    <w:rsid w:val="00E222CA"/>
    <w:rsid w:val="00E222E0"/>
    <w:rsid w:val="00E22385"/>
    <w:rsid w:val="00E225DF"/>
    <w:rsid w:val="00E22990"/>
    <w:rsid w:val="00E22D2D"/>
    <w:rsid w:val="00E23A16"/>
    <w:rsid w:val="00E249CF"/>
    <w:rsid w:val="00E24DF3"/>
    <w:rsid w:val="00E25C63"/>
    <w:rsid w:val="00E26A50"/>
    <w:rsid w:val="00E26DEC"/>
    <w:rsid w:val="00E27465"/>
    <w:rsid w:val="00E2750D"/>
    <w:rsid w:val="00E27790"/>
    <w:rsid w:val="00E279BF"/>
    <w:rsid w:val="00E27DD6"/>
    <w:rsid w:val="00E27FE4"/>
    <w:rsid w:val="00E3002C"/>
    <w:rsid w:val="00E300E4"/>
    <w:rsid w:val="00E307F3"/>
    <w:rsid w:val="00E30BD2"/>
    <w:rsid w:val="00E30DEA"/>
    <w:rsid w:val="00E31074"/>
    <w:rsid w:val="00E31885"/>
    <w:rsid w:val="00E31E4B"/>
    <w:rsid w:val="00E32C8E"/>
    <w:rsid w:val="00E333FA"/>
    <w:rsid w:val="00E334C6"/>
    <w:rsid w:val="00E33E12"/>
    <w:rsid w:val="00E34813"/>
    <w:rsid w:val="00E35262"/>
    <w:rsid w:val="00E35484"/>
    <w:rsid w:val="00E355E6"/>
    <w:rsid w:val="00E35D4B"/>
    <w:rsid w:val="00E360C8"/>
    <w:rsid w:val="00E363F0"/>
    <w:rsid w:val="00E3665D"/>
    <w:rsid w:val="00E36CF7"/>
    <w:rsid w:val="00E37FE2"/>
    <w:rsid w:val="00E40301"/>
    <w:rsid w:val="00E40647"/>
    <w:rsid w:val="00E4073D"/>
    <w:rsid w:val="00E40CD4"/>
    <w:rsid w:val="00E40DBD"/>
    <w:rsid w:val="00E40EB9"/>
    <w:rsid w:val="00E40FC8"/>
    <w:rsid w:val="00E4112E"/>
    <w:rsid w:val="00E412AF"/>
    <w:rsid w:val="00E41615"/>
    <w:rsid w:val="00E4214C"/>
    <w:rsid w:val="00E422CF"/>
    <w:rsid w:val="00E4244B"/>
    <w:rsid w:val="00E42486"/>
    <w:rsid w:val="00E427C0"/>
    <w:rsid w:val="00E44275"/>
    <w:rsid w:val="00E44309"/>
    <w:rsid w:val="00E44754"/>
    <w:rsid w:val="00E45891"/>
    <w:rsid w:val="00E45A9E"/>
    <w:rsid w:val="00E45B69"/>
    <w:rsid w:val="00E45C83"/>
    <w:rsid w:val="00E46DD3"/>
    <w:rsid w:val="00E46E53"/>
    <w:rsid w:val="00E46EF4"/>
    <w:rsid w:val="00E46F2B"/>
    <w:rsid w:val="00E46F78"/>
    <w:rsid w:val="00E47228"/>
    <w:rsid w:val="00E472D1"/>
    <w:rsid w:val="00E47F72"/>
    <w:rsid w:val="00E47FC3"/>
    <w:rsid w:val="00E50140"/>
    <w:rsid w:val="00E502D4"/>
    <w:rsid w:val="00E504DC"/>
    <w:rsid w:val="00E5099A"/>
    <w:rsid w:val="00E50CF9"/>
    <w:rsid w:val="00E511DB"/>
    <w:rsid w:val="00E513CE"/>
    <w:rsid w:val="00E519B3"/>
    <w:rsid w:val="00E51ADD"/>
    <w:rsid w:val="00E51C41"/>
    <w:rsid w:val="00E51E3E"/>
    <w:rsid w:val="00E51F0D"/>
    <w:rsid w:val="00E5218A"/>
    <w:rsid w:val="00E52572"/>
    <w:rsid w:val="00E52DA7"/>
    <w:rsid w:val="00E540C7"/>
    <w:rsid w:val="00E5458E"/>
    <w:rsid w:val="00E5486B"/>
    <w:rsid w:val="00E55589"/>
    <w:rsid w:val="00E558CD"/>
    <w:rsid w:val="00E562ED"/>
    <w:rsid w:val="00E567FE"/>
    <w:rsid w:val="00E56956"/>
    <w:rsid w:val="00E56AAF"/>
    <w:rsid w:val="00E56B90"/>
    <w:rsid w:val="00E56C9C"/>
    <w:rsid w:val="00E56E47"/>
    <w:rsid w:val="00E56E75"/>
    <w:rsid w:val="00E578C5"/>
    <w:rsid w:val="00E57B9F"/>
    <w:rsid w:val="00E6046E"/>
    <w:rsid w:val="00E6055F"/>
    <w:rsid w:val="00E61576"/>
    <w:rsid w:val="00E61CFC"/>
    <w:rsid w:val="00E61F6C"/>
    <w:rsid w:val="00E6259A"/>
    <w:rsid w:val="00E62893"/>
    <w:rsid w:val="00E62C59"/>
    <w:rsid w:val="00E62CC7"/>
    <w:rsid w:val="00E62E00"/>
    <w:rsid w:val="00E6377A"/>
    <w:rsid w:val="00E640BD"/>
    <w:rsid w:val="00E6456F"/>
    <w:rsid w:val="00E64F53"/>
    <w:rsid w:val="00E65581"/>
    <w:rsid w:val="00E65EC9"/>
    <w:rsid w:val="00E65FA5"/>
    <w:rsid w:val="00E66123"/>
    <w:rsid w:val="00E661BE"/>
    <w:rsid w:val="00E662B8"/>
    <w:rsid w:val="00E6664F"/>
    <w:rsid w:val="00E66CA4"/>
    <w:rsid w:val="00E66D32"/>
    <w:rsid w:val="00E66F5D"/>
    <w:rsid w:val="00E675D1"/>
    <w:rsid w:val="00E70BBD"/>
    <w:rsid w:val="00E70F88"/>
    <w:rsid w:val="00E71316"/>
    <w:rsid w:val="00E71740"/>
    <w:rsid w:val="00E719B3"/>
    <w:rsid w:val="00E72938"/>
    <w:rsid w:val="00E72B9D"/>
    <w:rsid w:val="00E730C7"/>
    <w:rsid w:val="00E73309"/>
    <w:rsid w:val="00E73AA5"/>
    <w:rsid w:val="00E73E22"/>
    <w:rsid w:val="00E7432E"/>
    <w:rsid w:val="00E7517D"/>
    <w:rsid w:val="00E760C9"/>
    <w:rsid w:val="00E76251"/>
    <w:rsid w:val="00E762F5"/>
    <w:rsid w:val="00E764FA"/>
    <w:rsid w:val="00E76B15"/>
    <w:rsid w:val="00E76D9D"/>
    <w:rsid w:val="00E7704F"/>
    <w:rsid w:val="00E77158"/>
    <w:rsid w:val="00E7756A"/>
    <w:rsid w:val="00E775DF"/>
    <w:rsid w:val="00E77B01"/>
    <w:rsid w:val="00E77CC5"/>
    <w:rsid w:val="00E80292"/>
    <w:rsid w:val="00E80389"/>
    <w:rsid w:val="00E8044B"/>
    <w:rsid w:val="00E807E1"/>
    <w:rsid w:val="00E80EF3"/>
    <w:rsid w:val="00E8143F"/>
    <w:rsid w:val="00E81CB7"/>
    <w:rsid w:val="00E81F60"/>
    <w:rsid w:val="00E81F8F"/>
    <w:rsid w:val="00E821D9"/>
    <w:rsid w:val="00E8224C"/>
    <w:rsid w:val="00E822A3"/>
    <w:rsid w:val="00E82928"/>
    <w:rsid w:val="00E82A14"/>
    <w:rsid w:val="00E82BC6"/>
    <w:rsid w:val="00E832F9"/>
    <w:rsid w:val="00E833C2"/>
    <w:rsid w:val="00E83778"/>
    <w:rsid w:val="00E83BFA"/>
    <w:rsid w:val="00E83DB2"/>
    <w:rsid w:val="00E83F62"/>
    <w:rsid w:val="00E84996"/>
    <w:rsid w:val="00E8541F"/>
    <w:rsid w:val="00E85E65"/>
    <w:rsid w:val="00E85F37"/>
    <w:rsid w:val="00E86069"/>
    <w:rsid w:val="00E86BA3"/>
    <w:rsid w:val="00E877FA"/>
    <w:rsid w:val="00E87934"/>
    <w:rsid w:val="00E87BA3"/>
    <w:rsid w:val="00E87BDF"/>
    <w:rsid w:val="00E87E03"/>
    <w:rsid w:val="00E90571"/>
    <w:rsid w:val="00E9088D"/>
    <w:rsid w:val="00E90D25"/>
    <w:rsid w:val="00E91621"/>
    <w:rsid w:val="00E91D99"/>
    <w:rsid w:val="00E9239E"/>
    <w:rsid w:val="00E923D1"/>
    <w:rsid w:val="00E92551"/>
    <w:rsid w:val="00E92A5A"/>
    <w:rsid w:val="00E92E79"/>
    <w:rsid w:val="00E93727"/>
    <w:rsid w:val="00E940AD"/>
    <w:rsid w:val="00E940B1"/>
    <w:rsid w:val="00E9415F"/>
    <w:rsid w:val="00E94704"/>
    <w:rsid w:val="00E948A3"/>
    <w:rsid w:val="00E94A17"/>
    <w:rsid w:val="00E94EAB"/>
    <w:rsid w:val="00E95E0A"/>
    <w:rsid w:val="00E9634D"/>
    <w:rsid w:val="00E9637B"/>
    <w:rsid w:val="00E967E7"/>
    <w:rsid w:val="00E97AAA"/>
    <w:rsid w:val="00E97DA6"/>
    <w:rsid w:val="00E97E28"/>
    <w:rsid w:val="00E97FE0"/>
    <w:rsid w:val="00EA02BF"/>
    <w:rsid w:val="00EA08EA"/>
    <w:rsid w:val="00EA0CE8"/>
    <w:rsid w:val="00EA0E70"/>
    <w:rsid w:val="00EA14B5"/>
    <w:rsid w:val="00EA293F"/>
    <w:rsid w:val="00EA2C2D"/>
    <w:rsid w:val="00EA3310"/>
    <w:rsid w:val="00EA3416"/>
    <w:rsid w:val="00EA3420"/>
    <w:rsid w:val="00EA407D"/>
    <w:rsid w:val="00EA41ED"/>
    <w:rsid w:val="00EA4730"/>
    <w:rsid w:val="00EA4901"/>
    <w:rsid w:val="00EA4F46"/>
    <w:rsid w:val="00EA5584"/>
    <w:rsid w:val="00EA5F9E"/>
    <w:rsid w:val="00EA6324"/>
    <w:rsid w:val="00EA761B"/>
    <w:rsid w:val="00EA77D1"/>
    <w:rsid w:val="00EA7C3C"/>
    <w:rsid w:val="00EB0251"/>
    <w:rsid w:val="00EB04E8"/>
    <w:rsid w:val="00EB07E6"/>
    <w:rsid w:val="00EB080D"/>
    <w:rsid w:val="00EB0A0D"/>
    <w:rsid w:val="00EB0EBB"/>
    <w:rsid w:val="00EB1012"/>
    <w:rsid w:val="00EB1207"/>
    <w:rsid w:val="00EB14F1"/>
    <w:rsid w:val="00EB1605"/>
    <w:rsid w:val="00EB1B8F"/>
    <w:rsid w:val="00EB1BF2"/>
    <w:rsid w:val="00EB2055"/>
    <w:rsid w:val="00EB2851"/>
    <w:rsid w:val="00EB2A76"/>
    <w:rsid w:val="00EB37F6"/>
    <w:rsid w:val="00EB391F"/>
    <w:rsid w:val="00EB3C92"/>
    <w:rsid w:val="00EB3CF3"/>
    <w:rsid w:val="00EB43A5"/>
    <w:rsid w:val="00EB4EB9"/>
    <w:rsid w:val="00EB5681"/>
    <w:rsid w:val="00EB58B7"/>
    <w:rsid w:val="00EB5E63"/>
    <w:rsid w:val="00EB5EC6"/>
    <w:rsid w:val="00EB6AA3"/>
    <w:rsid w:val="00EB6AD7"/>
    <w:rsid w:val="00EB6CD1"/>
    <w:rsid w:val="00EB7FDE"/>
    <w:rsid w:val="00EC05A9"/>
    <w:rsid w:val="00EC0A15"/>
    <w:rsid w:val="00EC0E75"/>
    <w:rsid w:val="00EC12BC"/>
    <w:rsid w:val="00EC13BD"/>
    <w:rsid w:val="00EC18B6"/>
    <w:rsid w:val="00EC193D"/>
    <w:rsid w:val="00EC1AA9"/>
    <w:rsid w:val="00EC1ED0"/>
    <w:rsid w:val="00EC2566"/>
    <w:rsid w:val="00EC25BB"/>
    <w:rsid w:val="00EC2958"/>
    <w:rsid w:val="00EC2CCE"/>
    <w:rsid w:val="00EC2D1F"/>
    <w:rsid w:val="00EC2E79"/>
    <w:rsid w:val="00EC32E7"/>
    <w:rsid w:val="00EC35CA"/>
    <w:rsid w:val="00EC3644"/>
    <w:rsid w:val="00EC3906"/>
    <w:rsid w:val="00EC3A8D"/>
    <w:rsid w:val="00EC3C00"/>
    <w:rsid w:val="00EC3D16"/>
    <w:rsid w:val="00EC40EF"/>
    <w:rsid w:val="00EC4316"/>
    <w:rsid w:val="00EC4359"/>
    <w:rsid w:val="00EC474E"/>
    <w:rsid w:val="00EC4F45"/>
    <w:rsid w:val="00EC56B6"/>
    <w:rsid w:val="00EC5799"/>
    <w:rsid w:val="00EC705C"/>
    <w:rsid w:val="00EC7768"/>
    <w:rsid w:val="00ED05C9"/>
    <w:rsid w:val="00ED0AE9"/>
    <w:rsid w:val="00ED15DF"/>
    <w:rsid w:val="00ED1771"/>
    <w:rsid w:val="00ED1BE5"/>
    <w:rsid w:val="00ED20CD"/>
    <w:rsid w:val="00ED2699"/>
    <w:rsid w:val="00ED2804"/>
    <w:rsid w:val="00ED2F09"/>
    <w:rsid w:val="00ED2F13"/>
    <w:rsid w:val="00ED341C"/>
    <w:rsid w:val="00ED35B0"/>
    <w:rsid w:val="00ED3C94"/>
    <w:rsid w:val="00ED3D38"/>
    <w:rsid w:val="00ED4059"/>
    <w:rsid w:val="00ED40F1"/>
    <w:rsid w:val="00ED4477"/>
    <w:rsid w:val="00ED474E"/>
    <w:rsid w:val="00ED55B8"/>
    <w:rsid w:val="00ED57B9"/>
    <w:rsid w:val="00ED5D0C"/>
    <w:rsid w:val="00ED6323"/>
    <w:rsid w:val="00ED63B4"/>
    <w:rsid w:val="00ED670C"/>
    <w:rsid w:val="00ED6BBD"/>
    <w:rsid w:val="00ED6EE5"/>
    <w:rsid w:val="00ED7B4E"/>
    <w:rsid w:val="00ED7B9C"/>
    <w:rsid w:val="00EE0718"/>
    <w:rsid w:val="00EE11B1"/>
    <w:rsid w:val="00EE1668"/>
    <w:rsid w:val="00EE1C00"/>
    <w:rsid w:val="00EE2459"/>
    <w:rsid w:val="00EE2822"/>
    <w:rsid w:val="00EE3454"/>
    <w:rsid w:val="00EE3539"/>
    <w:rsid w:val="00EE35DB"/>
    <w:rsid w:val="00EE382C"/>
    <w:rsid w:val="00EE39D5"/>
    <w:rsid w:val="00EE3B1B"/>
    <w:rsid w:val="00EE3EDA"/>
    <w:rsid w:val="00EE5205"/>
    <w:rsid w:val="00EE521E"/>
    <w:rsid w:val="00EE5561"/>
    <w:rsid w:val="00EE59CD"/>
    <w:rsid w:val="00EE6109"/>
    <w:rsid w:val="00EE616D"/>
    <w:rsid w:val="00EE6232"/>
    <w:rsid w:val="00EE6250"/>
    <w:rsid w:val="00EE639F"/>
    <w:rsid w:val="00EE64C0"/>
    <w:rsid w:val="00EE69B1"/>
    <w:rsid w:val="00EE6B17"/>
    <w:rsid w:val="00EE6B52"/>
    <w:rsid w:val="00EE6E2B"/>
    <w:rsid w:val="00EE71F3"/>
    <w:rsid w:val="00EE7643"/>
    <w:rsid w:val="00EE7823"/>
    <w:rsid w:val="00EE7B9A"/>
    <w:rsid w:val="00EF0020"/>
    <w:rsid w:val="00EF0769"/>
    <w:rsid w:val="00EF07EC"/>
    <w:rsid w:val="00EF0AA1"/>
    <w:rsid w:val="00EF15EF"/>
    <w:rsid w:val="00EF19FD"/>
    <w:rsid w:val="00EF1D5F"/>
    <w:rsid w:val="00EF2054"/>
    <w:rsid w:val="00EF22D7"/>
    <w:rsid w:val="00EF2302"/>
    <w:rsid w:val="00EF2307"/>
    <w:rsid w:val="00EF23B8"/>
    <w:rsid w:val="00EF28F0"/>
    <w:rsid w:val="00EF38CA"/>
    <w:rsid w:val="00EF39EE"/>
    <w:rsid w:val="00EF3D1C"/>
    <w:rsid w:val="00EF4336"/>
    <w:rsid w:val="00EF4F63"/>
    <w:rsid w:val="00EF5763"/>
    <w:rsid w:val="00EF57A1"/>
    <w:rsid w:val="00EF5B9A"/>
    <w:rsid w:val="00EF5CCC"/>
    <w:rsid w:val="00EF5DAA"/>
    <w:rsid w:val="00EF5E81"/>
    <w:rsid w:val="00EF639B"/>
    <w:rsid w:val="00EF6694"/>
    <w:rsid w:val="00EF6B66"/>
    <w:rsid w:val="00EF6BC9"/>
    <w:rsid w:val="00EF6C9D"/>
    <w:rsid w:val="00EF6F38"/>
    <w:rsid w:val="00EF71B7"/>
    <w:rsid w:val="00EF745E"/>
    <w:rsid w:val="00EF75DE"/>
    <w:rsid w:val="00EF7800"/>
    <w:rsid w:val="00EF7D62"/>
    <w:rsid w:val="00F00455"/>
    <w:rsid w:val="00F0102A"/>
    <w:rsid w:val="00F0110E"/>
    <w:rsid w:val="00F013B2"/>
    <w:rsid w:val="00F015EA"/>
    <w:rsid w:val="00F0166E"/>
    <w:rsid w:val="00F018DE"/>
    <w:rsid w:val="00F01998"/>
    <w:rsid w:val="00F01D55"/>
    <w:rsid w:val="00F0315D"/>
    <w:rsid w:val="00F03E79"/>
    <w:rsid w:val="00F03ED5"/>
    <w:rsid w:val="00F049FD"/>
    <w:rsid w:val="00F050B0"/>
    <w:rsid w:val="00F057C2"/>
    <w:rsid w:val="00F05A52"/>
    <w:rsid w:val="00F05AA0"/>
    <w:rsid w:val="00F06341"/>
    <w:rsid w:val="00F0653C"/>
    <w:rsid w:val="00F0676D"/>
    <w:rsid w:val="00F06CC9"/>
    <w:rsid w:val="00F07231"/>
    <w:rsid w:val="00F07BA0"/>
    <w:rsid w:val="00F07C0B"/>
    <w:rsid w:val="00F10142"/>
    <w:rsid w:val="00F101CF"/>
    <w:rsid w:val="00F10208"/>
    <w:rsid w:val="00F1054B"/>
    <w:rsid w:val="00F111FB"/>
    <w:rsid w:val="00F113FF"/>
    <w:rsid w:val="00F11FEE"/>
    <w:rsid w:val="00F12070"/>
    <w:rsid w:val="00F12B34"/>
    <w:rsid w:val="00F12C3E"/>
    <w:rsid w:val="00F1326F"/>
    <w:rsid w:val="00F13A12"/>
    <w:rsid w:val="00F13A86"/>
    <w:rsid w:val="00F13B26"/>
    <w:rsid w:val="00F13DA8"/>
    <w:rsid w:val="00F141AE"/>
    <w:rsid w:val="00F14810"/>
    <w:rsid w:val="00F14BFA"/>
    <w:rsid w:val="00F14BFB"/>
    <w:rsid w:val="00F14E2B"/>
    <w:rsid w:val="00F1503C"/>
    <w:rsid w:val="00F157B5"/>
    <w:rsid w:val="00F15E0A"/>
    <w:rsid w:val="00F16012"/>
    <w:rsid w:val="00F16219"/>
    <w:rsid w:val="00F1652E"/>
    <w:rsid w:val="00F16D81"/>
    <w:rsid w:val="00F17061"/>
    <w:rsid w:val="00F173C5"/>
    <w:rsid w:val="00F17728"/>
    <w:rsid w:val="00F17B77"/>
    <w:rsid w:val="00F17E9E"/>
    <w:rsid w:val="00F17F57"/>
    <w:rsid w:val="00F20299"/>
    <w:rsid w:val="00F202A7"/>
    <w:rsid w:val="00F202FB"/>
    <w:rsid w:val="00F206CC"/>
    <w:rsid w:val="00F20AE4"/>
    <w:rsid w:val="00F20DD9"/>
    <w:rsid w:val="00F211E8"/>
    <w:rsid w:val="00F219E6"/>
    <w:rsid w:val="00F21B59"/>
    <w:rsid w:val="00F21E5A"/>
    <w:rsid w:val="00F232E4"/>
    <w:rsid w:val="00F23363"/>
    <w:rsid w:val="00F235B2"/>
    <w:rsid w:val="00F23FA3"/>
    <w:rsid w:val="00F243B4"/>
    <w:rsid w:val="00F24478"/>
    <w:rsid w:val="00F244AD"/>
    <w:rsid w:val="00F2478E"/>
    <w:rsid w:val="00F24FEB"/>
    <w:rsid w:val="00F253E4"/>
    <w:rsid w:val="00F255FB"/>
    <w:rsid w:val="00F2572E"/>
    <w:rsid w:val="00F25901"/>
    <w:rsid w:val="00F25A29"/>
    <w:rsid w:val="00F25A6A"/>
    <w:rsid w:val="00F261D4"/>
    <w:rsid w:val="00F26201"/>
    <w:rsid w:val="00F26233"/>
    <w:rsid w:val="00F26393"/>
    <w:rsid w:val="00F26705"/>
    <w:rsid w:val="00F26802"/>
    <w:rsid w:val="00F27437"/>
    <w:rsid w:val="00F27B69"/>
    <w:rsid w:val="00F27F9C"/>
    <w:rsid w:val="00F30948"/>
    <w:rsid w:val="00F30A59"/>
    <w:rsid w:val="00F30AC2"/>
    <w:rsid w:val="00F30B3C"/>
    <w:rsid w:val="00F30FFB"/>
    <w:rsid w:val="00F3141A"/>
    <w:rsid w:val="00F32177"/>
    <w:rsid w:val="00F322E3"/>
    <w:rsid w:val="00F3287D"/>
    <w:rsid w:val="00F330F3"/>
    <w:rsid w:val="00F3363F"/>
    <w:rsid w:val="00F33B85"/>
    <w:rsid w:val="00F35502"/>
    <w:rsid w:val="00F3568D"/>
    <w:rsid w:val="00F357E5"/>
    <w:rsid w:val="00F35973"/>
    <w:rsid w:val="00F359F7"/>
    <w:rsid w:val="00F35D77"/>
    <w:rsid w:val="00F3741B"/>
    <w:rsid w:val="00F37D55"/>
    <w:rsid w:val="00F37F59"/>
    <w:rsid w:val="00F4017B"/>
    <w:rsid w:val="00F409A4"/>
    <w:rsid w:val="00F424DB"/>
    <w:rsid w:val="00F425AB"/>
    <w:rsid w:val="00F4294B"/>
    <w:rsid w:val="00F43146"/>
    <w:rsid w:val="00F43749"/>
    <w:rsid w:val="00F43BCA"/>
    <w:rsid w:val="00F43D5D"/>
    <w:rsid w:val="00F44237"/>
    <w:rsid w:val="00F44334"/>
    <w:rsid w:val="00F4452D"/>
    <w:rsid w:val="00F4470B"/>
    <w:rsid w:val="00F457F6"/>
    <w:rsid w:val="00F45AC5"/>
    <w:rsid w:val="00F45AC6"/>
    <w:rsid w:val="00F45D99"/>
    <w:rsid w:val="00F45DDF"/>
    <w:rsid w:val="00F462D7"/>
    <w:rsid w:val="00F4693C"/>
    <w:rsid w:val="00F46C7A"/>
    <w:rsid w:val="00F46DB0"/>
    <w:rsid w:val="00F46E91"/>
    <w:rsid w:val="00F47141"/>
    <w:rsid w:val="00F4734C"/>
    <w:rsid w:val="00F47893"/>
    <w:rsid w:val="00F4795D"/>
    <w:rsid w:val="00F505D0"/>
    <w:rsid w:val="00F505D5"/>
    <w:rsid w:val="00F5064F"/>
    <w:rsid w:val="00F5147E"/>
    <w:rsid w:val="00F519CC"/>
    <w:rsid w:val="00F51E29"/>
    <w:rsid w:val="00F51E7B"/>
    <w:rsid w:val="00F51FDC"/>
    <w:rsid w:val="00F52339"/>
    <w:rsid w:val="00F5240A"/>
    <w:rsid w:val="00F525B4"/>
    <w:rsid w:val="00F52FEC"/>
    <w:rsid w:val="00F53644"/>
    <w:rsid w:val="00F54178"/>
    <w:rsid w:val="00F5418A"/>
    <w:rsid w:val="00F54502"/>
    <w:rsid w:val="00F5473E"/>
    <w:rsid w:val="00F54782"/>
    <w:rsid w:val="00F5488C"/>
    <w:rsid w:val="00F548FC"/>
    <w:rsid w:val="00F54CF5"/>
    <w:rsid w:val="00F55E4B"/>
    <w:rsid w:val="00F55E7C"/>
    <w:rsid w:val="00F56447"/>
    <w:rsid w:val="00F564EB"/>
    <w:rsid w:val="00F567AA"/>
    <w:rsid w:val="00F56BD7"/>
    <w:rsid w:val="00F56D9E"/>
    <w:rsid w:val="00F56EC7"/>
    <w:rsid w:val="00F5701F"/>
    <w:rsid w:val="00F60074"/>
    <w:rsid w:val="00F60761"/>
    <w:rsid w:val="00F60808"/>
    <w:rsid w:val="00F60902"/>
    <w:rsid w:val="00F617E5"/>
    <w:rsid w:val="00F618B4"/>
    <w:rsid w:val="00F618D6"/>
    <w:rsid w:val="00F61B46"/>
    <w:rsid w:val="00F62085"/>
    <w:rsid w:val="00F62093"/>
    <w:rsid w:val="00F623EE"/>
    <w:rsid w:val="00F62BF2"/>
    <w:rsid w:val="00F630E9"/>
    <w:rsid w:val="00F6314B"/>
    <w:rsid w:val="00F63303"/>
    <w:rsid w:val="00F6396D"/>
    <w:rsid w:val="00F63B3F"/>
    <w:rsid w:val="00F63C8C"/>
    <w:rsid w:val="00F63F87"/>
    <w:rsid w:val="00F64036"/>
    <w:rsid w:val="00F64E46"/>
    <w:rsid w:val="00F65475"/>
    <w:rsid w:val="00F65492"/>
    <w:rsid w:val="00F65870"/>
    <w:rsid w:val="00F658E3"/>
    <w:rsid w:val="00F6593C"/>
    <w:rsid w:val="00F65C19"/>
    <w:rsid w:val="00F65EA5"/>
    <w:rsid w:val="00F66488"/>
    <w:rsid w:val="00F66A7F"/>
    <w:rsid w:val="00F66AB8"/>
    <w:rsid w:val="00F67A72"/>
    <w:rsid w:val="00F67BA2"/>
    <w:rsid w:val="00F67BE0"/>
    <w:rsid w:val="00F67FB9"/>
    <w:rsid w:val="00F709F3"/>
    <w:rsid w:val="00F70AE9"/>
    <w:rsid w:val="00F70F44"/>
    <w:rsid w:val="00F711F3"/>
    <w:rsid w:val="00F7177C"/>
    <w:rsid w:val="00F71F44"/>
    <w:rsid w:val="00F72125"/>
    <w:rsid w:val="00F72EEB"/>
    <w:rsid w:val="00F737BA"/>
    <w:rsid w:val="00F73D02"/>
    <w:rsid w:val="00F73F20"/>
    <w:rsid w:val="00F740AF"/>
    <w:rsid w:val="00F74B86"/>
    <w:rsid w:val="00F74CCC"/>
    <w:rsid w:val="00F75859"/>
    <w:rsid w:val="00F75D75"/>
    <w:rsid w:val="00F7630D"/>
    <w:rsid w:val="00F7637C"/>
    <w:rsid w:val="00F7655D"/>
    <w:rsid w:val="00F76A19"/>
    <w:rsid w:val="00F76FFE"/>
    <w:rsid w:val="00F7770D"/>
    <w:rsid w:val="00F77FD1"/>
    <w:rsid w:val="00F80C09"/>
    <w:rsid w:val="00F81615"/>
    <w:rsid w:val="00F8164A"/>
    <w:rsid w:val="00F81823"/>
    <w:rsid w:val="00F82363"/>
    <w:rsid w:val="00F825B5"/>
    <w:rsid w:val="00F832E5"/>
    <w:rsid w:val="00F837FD"/>
    <w:rsid w:val="00F83BE2"/>
    <w:rsid w:val="00F83C8B"/>
    <w:rsid w:val="00F84045"/>
    <w:rsid w:val="00F8485D"/>
    <w:rsid w:val="00F85A4C"/>
    <w:rsid w:val="00F85BA3"/>
    <w:rsid w:val="00F85D2F"/>
    <w:rsid w:val="00F85FE7"/>
    <w:rsid w:val="00F867F2"/>
    <w:rsid w:val="00F872C8"/>
    <w:rsid w:val="00F8764A"/>
    <w:rsid w:val="00F87CFE"/>
    <w:rsid w:val="00F90253"/>
    <w:rsid w:val="00F90C26"/>
    <w:rsid w:val="00F90D90"/>
    <w:rsid w:val="00F90DA4"/>
    <w:rsid w:val="00F9189A"/>
    <w:rsid w:val="00F91920"/>
    <w:rsid w:val="00F91B5A"/>
    <w:rsid w:val="00F91DE1"/>
    <w:rsid w:val="00F91DE3"/>
    <w:rsid w:val="00F92035"/>
    <w:rsid w:val="00F927B3"/>
    <w:rsid w:val="00F929E9"/>
    <w:rsid w:val="00F92DE5"/>
    <w:rsid w:val="00F92EFE"/>
    <w:rsid w:val="00F93B8A"/>
    <w:rsid w:val="00F93CD4"/>
    <w:rsid w:val="00F9424D"/>
    <w:rsid w:val="00F943D8"/>
    <w:rsid w:val="00F9444B"/>
    <w:rsid w:val="00F945E0"/>
    <w:rsid w:val="00F94B72"/>
    <w:rsid w:val="00F94B8A"/>
    <w:rsid w:val="00F94EDC"/>
    <w:rsid w:val="00F9551C"/>
    <w:rsid w:val="00F957DC"/>
    <w:rsid w:val="00F9584C"/>
    <w:rsid w:val="00F95ACF"/>
    <w:rsid w:val="00F95C17"/>
    <w:rsid w:val="00F962BB"/>
    <w:rsid w:val="00F962C5"/>
    <w:rsid w:val="00F96A68"/>
    <w:rsid w:val="00F96F16"/>
    <w:rsid w:val="00F970FC"/>
    <w:rsid w:val="00FA0ACC"/>
    <w:rsid w:val="00FA0B1E"/>
    <w:rsid w:val="00FA0EA8"/>
    <w:rsid w:val="00FA1B06"/>
    <w:rsid w:val="00FA2229"/>
    <w:rsid w:val="00FA2649"/>
    <w:rsid w:val="00FA3246"/>
    <w:rsid w:val="00FA3BFC"/>
    <w:rsid w:val="00FA402F"/>
    <w:rsid w:val="00FA409E"/>
    <w:rsid w:val="00FA43AF"/>
    <w:rsid w:val="00FA4864"/>
    <w:rsid w:val="00FA4D80"/>
    <w:rsid w:val="00FA4DDE"/>
    <w:rsid w:val="00FA4FDC"/>
    <w:rsid w:val="00FA518E"/>
    <w:rsid w:val="00FA59DD"/>
    <w:rsid w:val="00FA5BA5"/>
    <w:rsid w:val="00FA5CF8"/>
    <w:rsid w:val="00FA6371"/>
    <w:rsid w:val="00FA7105"/>
    <w:rsid w:val="00FA763D"/>
    <w:rsid w:val="00FA76A6"/>
    <w:rsid w:val="00FB0044"/>
    <w:rsid w:val="00FB0CBE"/>
    <w:rsid w:val="00FB0F27"/>
    <w:rsid w:val="00FB1329"/>
    <w:rsid w:val="00FB18CA"/>
    <w:rsid w:val="00FB219F"/>
    <w:rsid w:val="00FB252A"/>
    <w:rsid w:val="00FB2687"/>
    <w:rsid w:val="00FB306D"/>
    <w:rsid w:val="00FB3698"/>
    <w:rsid w:val="00FB39C5"/>
    <w:rsid w:val="00FB3B7E"/>
    <w:rsid w:val="00FB3C15"/>
    <w:rsid w:val="00FB3F6B"/>
    <w:rsid w:val="00FB4165"/>
    <w:rsid w:val="00FB460F"/>
    <w:rsid w:val="00FB47F6"/>
    <w:rsid w:val="00FB4BBD"/>
    <w:rsid w:val="00FB4C75"/>
    <w:rsid w:val="00FB4D51"/>
    <w:rsid w:val="00FB5932"/>
    <w:rsid w:val="00FB5D7E"/>
    <w:rsid w:val="00FB62DC"/>
    <w:rsid w:val="00FB6DC5"/>
    <w:rsid w:val="00FB6F5C"/>
    <w:rsid w:val="00FB7030"/>
    <w:rsid w:val="00FB7626"/>
    <w:rsid w:val="00FB77F5"/>
    <w:rsid w:val="00FC0825"/>
    <w:rsid w:val="00FC0F8D"/>
    <w:rsid w:val="00FC1405"/>
    <w:rsid w:val="00FC1ADF"/>
    <w:rsid w:val="00FC1C3C"/>
    <w:rsid w:val="00FC1C83"/>
    <w:rsid w:val="00FC1D62"/>
    <w:rsid w:val="00FC2A8F"/>
    <w:rsid w:val="00FC3255"/>
    <w:rsid w:val="00FC36FE"/>
    <w:rsid w:val="00FC48BB"/>
    <w:rsid w:val="00FC4DD5"/>
    <w:rsid w:val="00FC5447"/>
    <w:rsid w:val="00FC56E0"/>
    <w:rsid w:val="00FC5AF5"/>
    <w:rsid w:val="00FC5B70"/>
    <w:rsid w:val="00FC5CF4"/>
    <w:rsid w:val="00FC5E71"/>
    <w:rsid w:val="00FC5FE1"/>
    <w:rsid w:val="00FC61E7"/>
    <w:rsid w:val="00FC6832"/>
    <w:rsid w:val="00FC76D7"/>
    <w:rsid w:val="00FC7B69"/>
    <w:rsid w:val="00FD01D5"/>
    <w:rsid w:val="00FD037E"/>
    <w:rsid w:val="00FD0C88"/>
    <w:rsid w:val="00FD0CD5"/>
    <w:rsid w:val="00FD1386"/>
    <w:rsid w:val="00FD1CCF"/>
    <w:rsid w:val="00FD1E70"/>
    <w:rsid w:val="00FD1F60"/>
    <w:rsid w:val="00FD2195"/>
    <w:rsid w:val="00FD2669"/>
    <w:rsid w:val="00FD3137"/>
    <w:rsid w:val="00FD3454"/>
    <w:rsid w:val="00FD3550"/>
    <w:rsid w:val="00FD36FC"/>
    <w:rsid w:val="00FD3841"/>
    <w:rsid w:val="00FD4087"/>
    <w:rsid w:val="00FD40AB"/>
    <w:rsid w:val="00FD45E3"/>
    <w:rsid w:val="00FD4930"/>
    <w:rsid w:val="00FD5041"/>
    <w:rsid w:val="00FD557D"/>
    <w:rsid w:val="00FD57F5"/>
    <w:rsid w:val="00FD585C"/>
    <w:rsid w:val="00FD59F2"/>
    <w:rsid w:val="00FD5D9B"/>
    <w:rsid w:val="00FD5E2B"/>
    <w:rsid w:val="00FD6F15"/>
    <w:rsid w:val="00FD7574"/>
    <w:rsid w:val="00FD793B"/>
    <w:rsid w:val="00FE0B45"/>
    <w:rsid w:val="00FE0F7F"/>
    <w:rsid w:val="00FE140A"/>
    <w:rsid w:val="00FE1BB2"/>
    <w:rsid w:val="00FE25E7"/>
    <w:rsid w:val="00FE28B7"/>
    <w:rsid w:val="00FE28E5"/>
    <w:rsid w:val="00FE299A"/>
    <w:rsid w:val="00FE2FE0"/>
    <w:rsid w:val="00FE3360"/>
    <w:rsid w:val="00FE345A"/>
    <w:rsid w:val="00FE37B3"/>
    <w:rsid w:val="00FE3B06"/>
    <w:rsid w:val="00FE3D7C"/>
    <w:rsid w:val="00FE4459"/>
    <w:rsid w:val="00FE4543"/>
    <w:rsid w:val="00FE458E"/>
    <w:rsid w:val="00FE4842"/>
    <w:rsid w:val="00FE4CB4"/>
    <w:rsid w:val="00FE4E3E"/>
    <w:rsid w:val="00FE4F01"/>
    <w:rsid w:val="00FE542B"/>
    <w:rsid w:val="00FE5482"/>
    <w:rsid w:val="00FE55A1"/>
    <w:rsid w:val="00FE58E4"/>
    <w:rsid w:val="00FE603E"/>
    <w:rsid w:val="00FE672C"/>
    <w:rsid w:val="00FE6810"/>
    <w:rsid w:val="00FE7CB8"/>
    <w:rsid w:val="00FF0950"/>
    <w:rsid w:val="00FF1937"/>
    <w:rsid w:val="00FF1EB3"/>
    <w:rsid w:val="00FF205C"/>
    <w:rsid w:val="00FF2172"/>
    <w:rsid w:val="00FF2408"/>
    <w:rsid w:val="00FF27DB"/>
    <w:rsid w:val="00FF2EBC"/>
    <w:rsid w:val="00FF3198"/>
    <w:rsid w:val="00FF35F9"/>
    <w:rsid w:val="00FF376E"/>
    <w:rsid w:val="00FF37F9"/>
    <w:rsid w:val="00FF3A9B"/>
    <w:rsid w:val="00FF3ABC"/>
    <w:rsid w:val="00FF449B"/>
    <w:rsid w:val="00FF4F44"/>
    <w:rsid w:val="00FF5078"/>
    <w:rsid w:val="00FF5672"/>
    <w:rsid w:val="00FF5A2C"/>
    <w:rsid w:val="00FF5B6B"/>
    <w:rsid w:val="00FF5C96"/>
    <w:rsid w:val="00FF6404"/>
    <w:rsid w:val="00FF66FC"/>
    <w:rsid w:val="00FF69E4"/>
    <w:rsid w:val="00FF73E6"/>
    <w:rsid w:val="00FF797D"/>
    <w:rsid w:val="00FF7991"/>
    <w:rsid w:val="00FF7997"/>
    <w:rsid w:val="00FF79AC"/>
    <w:rsid w:val="00FF7D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78C372"/>
  <w15:docId w15:val="{1E6596BC-3C8F-435D-AAD8-6ABC31D4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382F"/>
    <w:pPr>
      <w:spacing w:after="0" w:line="480" w:lineRule="auto"/>
      <w:ind w:firstLine="567"/>
    </w:pPr>
    <w:rPr>
      <w:rFonts w:ascii="PT Serif" w:hAnsi="PT Serif"/>
      <w:sz w:val="24"/>
    </w:rPr>
  </w:style>
  <w:style w:type="paragraph" w:styleId="Heading1">
    <w:name w:val="heading 1"/>
    <w:basedOn w:val="Heading2"/>
    <w:next w:val="Normal"/>
    <w:link w:val="Heading1Char"/>
    <w:uiPriority w:val="9"/>
    <w:qFormat/>
    <w:rsid w:val="00750DBD"/>
    <w:pPr>
      <w:spacing w:after="240"/>
      <w:outlineLvl w:val="0"/>
    </w:pPr>
  </w:style>
  <w:style w:type="paragraph" w:styleId="Heading2">
    <w:name w:val="heading 2"/>
    <w:basedOn w:val="Heading4"/>
    <w:next w:val="Normal"/>
    <w:link w:val="Heading2Char"/>
    <w:uiPriority w:val="9"/>
    <w:unhideWhenUsed/>
    <w:qFormat/>
    <w:rsid w:val="003D3EBC"/>
    <w:pPr>
      <w:spacing w:before="0" w:after="480"/>
      <w:outlineLvl w:val="1"/>
    </w:pPr>
    <w:rPr>
      <w:color w:val="auto"/>
    </w:rPr>
  </w:style>
  <w:style w:type="paragraph" w:styleId="Heading3">
    <w:name w:val="heading 3"/>
    <w:basedOn w:val="Normal"/>
    <w:next w:val="Normal"/>
    <w:link w:val="Heading3Char"/>
    <w:uiPriority w:val="9"/>
    <w:unhideWhenUsed/>
    <w:qFormat/>
    <w:rsid w:val="00BF2E47"/>
    <w:pPr>
      <w:keepNext/>
      <w:keepLines/>
      <w:spacing w:before="240" w:after="240" w:line="240" w:lineRule="auto"/>
      <w:ind w:firstLine="0"/>
      <w:outlineLvl w:val="2"/>
    </w:pPr>
    <w:rPr>
      <w:rFonts w:eastAsiaTheme="majorEastAsia" w:cs="Times New Roman"/>
      <w:b/>
      <w:bCs/>
      <w:color w:val="9B0001"/>
    </w:rPr>
  </w:style>
  <w:style w:type="paragraph" w:styleId="Heading4">
    <w:name w:val="heading 4"/>
    <w:basedOn w:val="Heading3"/>
    <w:next w:val="Normal"/>
    <w:link w:val="Heading4Char"/>
    <w:uiPriority w:val="9"/>
    <w:unhideWhenUsed/>
    <w:qFormat/>
    <w:rsid w:val="002D135C"/>
    <w:pPr>
      <w:jc w:val="center"/>
      <w:outlineLvl w:val="3"/>
    </w:pPr>
    <w:rPr>
      <w:sz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E1BB2"/>
    <w:pPr>
      <w:tabs>
        <w:tab w:val="center" w:pos="4513"/>
        <w:tab w:val="right" w:pos="9026"/>
      </w:tabs>
    </w:pPr>
  </w:style>
  <w:style w:type="character" w:customStyle="1" w:styleId="HeaderChar">
    <w:name w:val="Header Char"/>
    <w:basedOn w:val="DefaultParagraphFont"/>
    <w:link w:val="Header"/>
    <w:uiPriority w:val="99"/>
    <w:rsid w:val="00FE1BB2"/>
  </w:style>
  <w:style w:type="paragraph" w:styleId="Footer">
    <w:name w:val="footer"/>
    <w:basedOn w:val="Normal"/>
    <w:link w:val="FooterChar"/>
    <w:uiPriority w:val="99"/>
    <w:unhideWhenUsed/>
    <w:rsid w:val="00FE1BB2"/>
    <w:pPr>
      <w:tabs>
        <w:tab w:val="center" w:pos="4513"/>
        <w:tab w:val="right" w:pos="9026"/>
      </w:tabs>
    </w:pPr>
  </w:style>
  <w:style w:type="character" w:customStyle="1" w:styleId="FooterChar">
    <w:name w:val="Footer Char"/>
    <w:basedOn w:val="DefaultParagraphFont"/>
    <w:link w:val="Footer"/>
    <w:uiPriority w:val="99"/>
    <w:rsid w:val="00FE1BB2"/>
  </w:style>
  <w:style w:type="paragraph" w:styleId="Title">
    <w:name w:val="Title"/>
    <w:basedOn w:val="Normal"/>
    <w:next w:val="Normal"/>
    <w:link w:val="TitleChar"/>
    <w:qFormat/>
    <w:rsid w:val="007344D2"/>
    <w:pPr>
      <w:spacing w:line="240" w:lineRule="auto"/>
      <w:ind w:firstLine="0"/>
      <w:jc w:val="center"/>
    </w:pPr>
    <w:rPr>
      <w:sz w:val="144"/>
      <w:szCs w:val="144"/>
    </w:rPr>
  </w:style>
  <w:style w:type="character" w:customStyle="1" w:styleId="TitleChar">
    <w:name w:val="Title Char"/>
    <w:basedOn w:val="DefaultParagraphFont"/>
    <w:link w:val="Title"/>
    <w:uiPriority w:val="10"/>
    <w:rsid w:val="007344D2"/>
    <w:rPr>
      <w:rFonts w:ascii="Times New Roman" w:hAnsi="Times New Roman"/>
      <w:sz w:val="144"/>
      <w:szCs w:val="144"/>
    </w:rPr>
  </w:style>
  <w:style w:type="character" w:styleId="SubtleEmphasis">
    <w:name w:val="Subtle Emphasis"/>
    <w:basedOn w:val="DefaultParagraphFont"/>
    <w:uiPriority w:val="19"/>
    <w:qFormat/>
    <w:rsid w:val="00FE1BB2"/>
    <w:rPr>
      <w:i/>
      <w:iCs/>
      <w:color w:val="808080" w:themeColor="text1" w:themeTint="7F"/>
    </w:rPr>
  </w:style>
  <w:style w:type="character" w:styleId="PlaceholderText">
    <w:name w:val="Placeholder Text"/>
    <w:basedOn w:val="DefaultParagraphFont"/>
    <w:uiPriority w:val="99"/>
    <w:semiHidden/>
    <w:rsid w:val="00695DC6"/>
    <w:rPr>
      <w:color w:val="808080"/>
    </w:rPr>
  </w:style>
  <w:style w:type="paragraph" w:styleId="BalloonText">
    <w:name w:val="Balloon Text"/>
    <w:basedOn w:val="Normal"/>
    <w:link w:val="BalloonTextChar"/>
    <w:uiPriority w:val="99"/>
    <w:semiHidden/>
    <w:unhideWhenUsed/>
    <w:rsid w:val="00695DC6"/>
    <w:rPr>
      <w:rFonts w:ascii="Tahoma" w:hAnsi="Tahoma" w:cs="Tahoma"/>
      <w:sz w:val="16"/>
      <w:szCs w:val="16"/>
    </w:rPr>
  </w:style>
  <w:style w:type="character" w:customStyle="1" w:styleId="BalloonTextChar">
    <w:name w:val="Balloon Text Char"/>
    <w:basedOn w:val="DefaultParagraphFont"/>
    <w:link w:val="BalloonText"/>
    <w:uiPriority w:val="99"/>
    <w:semiHidden/>
    <w:rsid w:val="00695DC6"/>
    <w:rPr>
      <w:rFonts w:ascii="Tahoma" w:hAnsi="Tahoma" w:cs="Tahoma"/>
      <w:sz w:val="16"/>
      <w:szCs w:val="16"/>
    </w:rPr>
  </w:style>
  <w:style w:type="character" w:customStyle="1" w:styleId="Heading1Char">
    <w:name w:val="Heading 1 Char"/>
    <w:basedOn w:val="DefaultParagraphFont"/>
    <w:link w:val="Heading1"/>
    <w:uiPriority w:val="9"/>
    <w:rsid w:val="00750DBD"/>
    <w:rPr>
      <w:rFonts w:ascii="Times New Roman" w:eastAsiaTheme="majorEastAsia" w:hAnsi="Times New Roman" w:cs="Times New Roman"/>
      <w:b/>
      <w:bCs/>
      <w:sz w:val="44"/>
    </w:rPr>
  </w:style>
  <w:style w:type="paragraph" w:styleId="TOCHeading">
    <w:name w:val="TOC Heading"/>
    <w:basedOn w:val="Heading1"/>
    <w:next w:val="Normal"/>
    <w:uiPriority w:val="39"/>
    <w:unhideWhenUsed/>
    <w:qFormat/>
    <w:rsid w:val="00F66AB8"/>
    <w:pPr>
      <w:spacing w:line="276" w:lineRule="auto"/>
      <w:outlineLvl w:val="9"/>
    </w:pPr>
    <w:rPr>
      <w:lang w:val="en-US" w:eastAsia="ja-JP"/>
    </w:rPr>
  </w:style>
  <w:style w:type="character" w:customStyle="1" w:styleId="Heading2Char">
    <w:name w:val="Heading 2 Char"/>
    <w:basedOn w:val="DefaultParagraphFont"/>
    <w:link w:val="Heading2"/>
    <w:uiPriority w:val="9"/>
    <w:rsid w:val="003D3EBC"/>
    <w:rPr>
      <w:rFonts w:ascii="Times New Roman" w:eastAsiaTheme="majorEastAsia" w:hAnsi="Times New Roman" w:cs="Times New Roman"/>
      <w:b/>
      <w:bCs/>
      <w:sz w:val="44"/>
    </w:rPr>
  </w:style>
  <w:style w:type="paragraph" w:styleId="TOC2">
    <w:name w:val="toc 2"/>
    <w:basedOn w:val="Normal"/>
    <w:next w:val="Normal"/>
    <w:autoRedefine/>
    <w:uiPriority w:val="39"/>
    <w:unhideWhenUsed/>
    <w:rsid w:val="00E06410"/>
    <w:pPr>
      <w:spacing w:line="360" w:lineRule="auto"/>
      <w:ind w:left="221"/>
    </w:pPr>
  </w:style>
  <w:style w:type="character" w:styleId="Hyperlink">
    <w:name w:val="Hyperlink"/>
    <w:basedOn w:val="DefaultParagraphFont"/>
    <w:uiPriority w:val="99"/>
    <w:unhideWhenUsed/>
    <w:rsid w:val="004642F0"/>
    <w:rPr>
      <w:color w:val="0000FF" w:themeColor="hyperlink"/>
      <w:u w:val="single"/>
    </w:rPr>
  </w:style>
  <w:style w:type="paragraph" w:styleId="ListParagraph">
    <w:name w:val="List Paragraph"/>
    <w:basedOn w:val="Normal"/>
    <w:uiPriority w:val="34"/>
    <w:qFormat/>
    <w:rsid w:val="00296903"/>
    <w:pPr>
      <w:ind w:left="720"/>
      <w:contextualSpacing/>
    </w:pPr>
  </w:style>
  <w:style w:type="character" w:customStyle="1" w:styleId="Heading3Char">
    <w:name w:val="Heading 3 Char"/>
    <w:basedOn w:val="DefaultParagraphFont"/>
    <w:link w:val="Heading3"/>
    <w:uiPriority w:val="9"/>
    <w:rsid w:val="00BF2E47"/>
    <w:rPr>
      <w:rFonts w:ascii="Times New Roman" w:eastAsiaTheme="majorEastAsia" w:hAnsi="Times New Roman" w:cs="Times New Roman"/>
      <w:b/>
      <w:bCs/>
      <w:color w:val="9B0001"/>
      <w:sz w:val="24"/>
    </w:rPr>
  </w:style>
  <w:style w:type="paragraph" w:styleId="TOC3">
    <w:name w:val="toc 3"/>
    <w:basedOn w:val="Normal"/>
    <w:next w:val="Normal"/>
    <w:autoRedefine/>
    <w:uiPriority w:val="39"/>
    <w:unhideWhenUsed/>
    <w:rsid w:val="001C2A1F"/>
    <w:pPr>
      <w:spacing w:after="100"/>
      <w:ind w:left="440"/>
    </w:pPr>
  </w:style>
  <w:style w:type="character" w:styleId="FollowedHyperlink">
    <w:name w:val="FollowedHyperlink"/>
    <w:basedOn w:val="DefaultParagraphFont"/>
    <w:uiPriority w:val="99"/>
    <w:semiHidden/>
    <w:unhideWhenUsed/>
    <w:rsid w:val="001A152D"/>
    <w:rPr>
      <w:color w:val="800080" w:themeColor="followedHyperlink"/>
      <w:u w:val="single"/>
    </w:rPr>
  </w:style>
  <w:style w:type="character" w:customStyle="1" w:styleId="Heading4Char">
    <w:name w:val="Heading 4 Char"/>
    <w:basedOn w:val="DefaultParagraphFont"/>
    <w:link w:val="Heading4"/>
    <w:uiPriority w:val="9"/>
    <w:rsid w:val="002D135C"/>
    <w:rPr>
      <w:rFonts w:ascii="Frutiger 45 Light" w:eastAsiaTheme="majorEastAsia" w:hAnsi="Frutiger 45 Light" w:cstheme="majorBidi"/>
      <w:b/>
      <w:bCs/>
      <w:color w:val="4F81BD" w:themeColor="accent1"/>
      <w:sz w:val="44"/>
    </w:rPr>
  </w:style>
  <w:style w:type="paragraph" w:styleId="Subtitle">
    <w:name w:val="Subtitle"/>
    <w:basedOn w:val="Normal"/>
    <w:next w:val="Normal"/>
    <w:link w:val="SubtitleChar"/>
    <w:uiPriority w:val="11"/>
    <w:qFormat/>
    <w:rsid w:val="0014619D"/>
    <w:pPr>
      <w:spacing w:line="240" w:lineRule="auto"/>
      <w:ind w:firstLine="0"/>
      <w:jc w:val="center"/>
    </w:pPr>
    <w:rPr>
      <w:sz w:val="96"/>
      <w:szCs w:val="96"/>
    </w:rPr>
  </w:style>
  <w:style w:type="character" w:customStyle="1" w:styleId="SubtitleChar">
    <w:name w:val="Subtitle Char"/>
    <w:basedOn w:val="DefaultParagraphFont"/>
    <w:link w:val="Subtitle"/>
    <w:uiPriority w:val="11"/>
    <w:rsid w:val="0014619D"/>
    <w:rPr>
      <w:rFonts w:ascii="Times New Roman" w:hAnsi="Times New Roman"/>
      <w:sz w:val="96"/>
      <w:szCs w:val="96"/>
    </w:rPr>
  </w:style>
  <w:style w:type="character" w:styleId="IntenseEmphasis">
    <w:name w:val="Intense Emphasis"/>
    <w:basedOn w:val="DefaultParagraphFont"/>
    <w:uiPriority w:val="21"/>
    <w:qFormat/>
    <w:rsid w:val="008F2CC0"/>
    <w:rPr>
      <w:b/>
      <w:bCs/>
      <w:i/>
      <w:iCs/>
      <w:color w:val="4F81BD" w:themeColor="accent1"/>
    </w:rPr>
  </w:style>
  <w:style w:type="paragraph" w:styleId="TOC1">
    <w:name w:val="toc 1"/>
    <w:basedOn w:val="Normal"/>
    <w:next w:val="Normal"/>
    <w:autoRedefine/>
    <w:uiPriority w:val="39"/>
    <w:unhideWhenUsed/>
    <w:rsid w:val="00E06410"/>
    <w:pPr>
      <w:spacing w:before="100" w:after="100" w:line="360" w:lineRule="auto"/>
      <w:contextualSpacing/>
    </w:pPr>
  </w:style>
  <w:style w:type="paragraph" w:customStyle="1" w:styleId="Body">
    <w:name w:val="Body"/>
    <w:rsid w:val="003D3EBC"/>
    <w:pPr>
      <w:pBdr>
        <w:top w:val="nil"/>
        <w:left w:val="nil"/>
        <w:bottom w:val="nil"/>
        <w:right w:val="nil"/>
        <w:between w:val="nil"/>
        <w:bar w:val="nil"/>
      </w:pBdr>
      <w:spacing w:after="0" w:line="480" w:lineRule="auto"/>
      <w:ind w:firstLine="567"/>
    </w:pPr>
    <w:rPr>
      <w:rFonts w:ascii="Times New Roman" w:eastAsia="Times New Roman" w:hAnsi="Times New Roman" w:cs="Times New Roman"/>
      <w:color w:val="000000"/>
      <w:sz w:val="24"/>
      <w:szCs w:val="24"/>
      <w:u w:color="000000"/>
      <w:bdr w:val="nil"/>
      <w:lang w:eastAsia="en-GB"/>
    </w:rPr>
  </w:style>
  <w:style w:type="character" w:styleId="Mention">
    <w:name w:val="Mention"/>
    <w:basedOn w:val="DefaultParagraphFont"/>
    <w:uiPriority w:val="99"/>
    <w:semiHidden/>
    <w:unhideWhenUsed/>
    <w:rsid w:val="001552E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ikeburutu.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gavinchait.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urukawa\Documents\Custom%20Office%20Templates\Novel%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DD468-0BD7-4380-891C-F17284C6C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Novel Template.dotx</Template>
  <TotalTime>1224</TotalTime>
  <Pages>18</Pages>
  <Words>2979</Words>
  <Characters>16986</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Novel Template</vt:lpstr>
    </vt:vector>
  </TitlesOfParts>
  <Company>Whythawk</Company>
  <LinksUpToDate>false</LinksUpToDate>
  <CharactersWithSpaces>19926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Novel Template</dc:title>
  <dc:creator>Gavin Chait</dc:creator>
  <cp:lastModifiedBy>Gavin Chait</cp:lastModifiedBy>
  <cp:revision>26</cp:revision>
  <cp:lastPrinted>2014-09-08T18:03:00Z</cp:lastPrinted>
  <dcterms:created xsi:type="dcterms:W3CDTF">2017-05-20T17:40:00Z</dcterms:created>
  <dcterms:modified xsi:type="dcterms:W3CDTF">2021-01-25T17:32:00Z</dcterms:modified>
</cp:coreProperties>
</file>